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1708"/>
        <w:gridCol w:w="247"/>
        <w:gridCol w:w="3839"/>
        <w:gridCol w:w="3832"/>
        <w:gridCol w:w="13"/>
      </w:tblGrid>
      <w:tr w:rsidR="003B7DF9" w:rsidTr="0025571B">
        <w:trPr>
          <w:gridAfter w:val="1"/>
          <w:wAfter w:w="13" w:type="dxa"/>
        </w:trPr>
        <w:tc>
          <w:tcPr>
            <w:tcW w:w="1955" w:type="dxa"/>
            <w:gridSpan w:val="2"/>
            <w:shd w:val="clear" w:color="auto" w:fill="E6E6E6"/>
            <w:tcMar>
              <w:top w:w="28" w:type="dxa"/>
              <w:left w:w="57" w:type="dxa"/>
              <w:bottom w:w="28" w:type="dxa"/>
              <w:right w:w="57" w:type="dxa"/>
            </w:tcMar>
            <w:vAlign w:val="center"/>
          </w:tcPr>
          <w:p w:rsidR="003B7DF9" w:rsidRPr="00BE4B42" w:rsidRDefault="003B7DF9" w:rsidP="00F34375">
            <w:r w:rsidRPr="001906A2">
              <w:rPr>
                <w:rFonts w:ascii="Arial" w:hAnsi="Arial" w:cs="Arial"/>
                <w:color w:val="808080"/>
                <w:sz w:val="18"/>
                <w:szCs w:val="18"/>
              </w:rPr>
              <w:t>Patient:</w:t>
            </w:r>
          </w:p>
        </w:tc>
        <w:tc>
          <w:tcPr>
            <w:tcW w:w="7671" w:type="dxa"/>
            <w:gridSpan w:val="2"/>
            <w:shd w:val="clear" w:color="auto" w:fill="E6E6E6"/>
            <w:tcMar>
              <w:top w:w="28" w:type="dxa"/>
              <w:bottom w:w="28" w:type="dxa"/>
            </w:tcMar>
            <w:vAlign w:val="center"/>
          </w:tcPr>
          <w:p w:rsidR="003B7DF9" w:rsidRPr="001906A2" w:rsidRDefault="00A15DEA" w:rsidP="00F34375">
            <w:pPr>
              <w:rPr>
                <w:rFonts w:ascii="Arial" w:hAnsi="Arial" w:cs="Arial"/>
                <w:b/>
                <w:sz w:val="18"/>
                <w:szCs w:val="18"/>
              </w:rPr>
            </w:pPr>
            <w:r>
              <w:rPr>
                <w:rFonts w:ascii="Arial" w:hAnsi="Arial" w:cs="Arial"/>
                <w:b/>
                <w:sz w:val="18"/>
                <w:szCs w:val="18"/>
              </w:rPr>
              <w:t xml:space="preserve"> </w:t>
            </w:r>
          </w:p>
        </w:tc>
      </w:tr>
      <w:tr w:rsidR="003B7DF9" w:rsidRPr="001906A2" w:rsidTr="0025571B">
        <w:trPr>
          <w:gridAfter w:val="1"/>
          <w:wAfter w:w="13" w:type="dxa"/>
        </w:trPr>
        <w:tc>
          <w:tcPr>
            <w:tcW w:w="1955" w:type="dxa"/>
            <w:gridSpan w:val="2"/>
            <w:shd w:val="clear" w:color="auto" w:fill="E6E6E6"/>
            <w:tcMar>
              <w:top w:w="28" w:type="dxa"/>
              <w:left w:w="57" w:type="dxa"/>
              <w:bottom w:w="28" w:type="dxa"/>
              <w:right w:w="57" w:type="dxa"/>
            </w:tcMar>
            <w:vAlign w:val="center"/>
          </w:tcPr>
          <w:p w:rsidR="003B7DF9" w:rsidRPr="001906A2" w:rsidRDefault="003B7DF9" w:rsidP="00F34375">
            <w:pPr>
              <w:rPr>
                <w:sz w:val="18"/>
                <w:szCs w:val="18"/>
              </w:rPr>
            </w:pPr>
            <w:r w:rsidRPr="001906A2">
              <w:rPr>
                <w:rFonts w:ascii="Arial" w:hAnsi="Arial" w:cs="Arial"/>
                <w:color w:val="808080"/>
                <w:sz w:val="18"/>
                <w:szCs w:val="18"/>
              </w:rPr>
              <w:t>Date of Birth:</w:t>
            </w:r>
          </w:p>
        </w:tc>
        <w:tc>
          <w:tcPr>
            <w:tcW w:w="7671" w:type="dxa"/>
            <w:gridSpan w:val="2"/>
            <w:shd w:val="clear" w:color="auto" w:fill="E6E6E6"/>
            <w:tcMar>
              <w:top w:w="28" w:type="dxa"/>
              <w:bottom w:w="28" w:type="dxa"/>
            </w:tcMar>
            <w:vAlign w:val="center"/>
          </w:tcPr>
          <w:p w:rsidR="003B7DF9" w:rsidRPr="001906A2" w:rsidRDefault="00A15DEA" w:rsidP="00B64CB5">
            <w:pPr>
              <w:rPr>
                <w:sz w:val="18"/>
                <w:szCs w:val="18"/>
              </w:rPr>
            </w:pPr>
            <w:r>
              <w:rPr>
                <w:rFonts w:ascii="Arial" w:hAnsi="Arial" w:cs="Arial"/>
                <w:sz w:val="18"/>
                <w:szCs w:val="18"/>
              </w:rPr>
              <w:t xml:space="preserve">                    </w:t>
            </w:r>
            <w:r w:rsidR="003B7DF9" w:rsidRPr="001906A2">
              <w:rPr>
                <w:rFonts w:ascii="Arial" w:hAnsi="Arial" w:cs="Arial"/>
                <w:sz w:val="18"/>
                <w:szCs w:val="18"/>
              </w:rPr>
              <w:t xml:space="preserve">      </w:t>
            </w:r>
            <w:r w:rsidR="003B7DF9" w:rsidRPr="001906A2">
              <w:rPr>
                <w:rFonts w:ascii="Arial" w:hAnsi="Arial" w:cs="Arial"/>
                <w:color w:val="808080"/>
                <w:sz w:val="18"/>
                <w:szCs w:val="18"/>
              </w:rPr>
              <w:t>Age:</w:t>
            </w:r>
            <w:r w:rsidR="003B7DF9" w:rsidRPr="001906A2">
              <w:rPr>
                <w:rFonts w:ascii="Arial" w:hAnsi="Arial" w:cs="Arial"/>
                <w:sz w:val="18"/>
                <w:szCs w:val="18"/>
              </w:rPr>
              <w:t xml:space="preserve"> </w:t>
            </w:r>
            <w:r w:rsidR="00B64CB5">
              <w:rPr>
                <w:rFonts w:ascii="Arial" w:hAnsi="Arial" w:cs="Arial"/>
                <w:sz w:val="18"/>
                <w:szCs w:val="18"/>
              </w:rPr>
              <w:t>67</w:t>
            </w:r>
          </w:p>
        </w:tc>
      </w:tr>
      <w:tr w:rsidR="003B7DF9" w:rsidRPr="001906A2" w:rsidTr="0025571B">
        <w:trPr>
          <w:gridAfter w:val="1"/>
          <w:wAfter w:w="13" w:type="dxa"/>
        </w:trPr>
        <w:tc>
          <w:tcPr>
            <w:tcW w:w="1955" w:type="dxa"/>
            <w:gridSpan w:val="2"/>
            <w:shd w:val="clear" w:color="auto" w:fill="E6E6E6"/>
            <w:tcMar>
              <w:top w:w="28" w:type="dxa"/>
              <w:left w:w="57" w:type="dxa"/>
              <w:bottom w:w="28" w:type="dxa"/>
              <w:right w:w="57" w:type="dxa"/>
            </w:tcMar>
            <w:vAlign w:val="center"/>
          </w:tcPr>
          <w:p w:rsidR="003B7DF9" w:rsidRPr="001906A2" w:rsidRDefault="00894682" w:rsidP="00F34375">
            <w:pPr>
              <w:rPr>
                <w:rFonts w:ascii="Arial" w:hAnsi="Arial" w:cs="Arial"/>
                <w:color w:val="808080"/>
                <w:sz w:val="18"/>
                <w:szCs w:val="18"/>
              </w:rPr>
            </w:pPr>
            <w:r>
              <w:rPr>
                <w:rFonts w:ascii="Arial" w:hAnsi="Arial" w:cs="Arial"/>
                <w:color w:val="808080"/>
                <w:sz w:val="18"/>
                <w:szCs w:val="18"/>
              </w:rPr>
              <w:t>District Number:</w:t>
            </w:r>
          </w:p>
        </w:tc>
        <w:tc>
          <w:tcPr>
            <w:tcW w:w="7671" w:type="dxa"/>
            <w:gridSpan w:val="2"/>
            <w:shd w:val="clear" w:color="auto" w:fill="E6E6E6"/>
            <w:tcMar>
              <w:top w:w="28" w:type="dxa"/>
              <w:bottom w:w="28" w:type="dxa"/>
            </w:tcMar>
            <w:vAlign w:val="center"/>
          </w:tcPr>
          <w:p w:rsidR="003B7DF9" w:rsidRPr="001906A2" w:rsidRDefault="00A15DEA" w:rsidP="00F34375">
            <w:pPr>
              <w:rPr>
                <w:rFonts w:ascii="Arial" w:hAnsi="Arial" w:cs="Arial"/>
                <w:sz w:val="18"/>
                <w:szCs w:val="18"/>
                <w:highlight w:val="yellow"/>
              </w:rPr>
            </w:pPr>
            <w:r>
              <w:rPr>
                <w:rFonts w:ascii="Arial" w:hAnsi="Arial" w:cs="Arial"/>
                <w:sz w:val="18"/>
                <w:szCs w:val="18"/>
              </w:rPr>
              <w:t xml:space="preserve"> </w:t>
            </w:r>
          </w:p>
        </w:tc>
      </w:tr>
      <w:tr w:rsidR="00894682" w:rsidRPr="001906A2" w:rsidTr="0025571B">
        <w:trPr>
          <w:gridAfter w:val="1"/>
          <w:wAfter w:w="13" w:type="dxa"/>
        </w:trPr>
        <w:tc>
          <w:tcPr>
            <w:tcW w:w="1955" w:type="dxa"/>
            <w:gridSpan w:val="2"/>
            <w:tcMar>
              <w:top w:w="28" w:type="dxa"/>
              <w:left w:w="57" w:type="dxa"/>
              <w:bottom w:w="28" w:type="dxa"/>
              <w:right w:w="57" w:type="dxa"/>
            </w:tcMar>
            <w:vAlign w:val="center"/>
          </w:tcPr>
          <w:p w:rsidR="00894682" w:rsidRPr="001906A2" w:rsidRDefault="00894682" w:rsidP="00C84398">
            <w:pPr>
              <w:rPr>
                <w:rFonts w:ascii="Arial" w:hAnsi="Arial" w:cs="Arial"/>
                <w:color w:val="808080"/>
                <w:sz w:val="18"/>
                <w:szCs w:val="18"/>
              </w:rPr>
            </w:pPr>
            <w:r w:rsidRPr="001906A2">
              <w:rPr>
                <w:rFonts w:ascii="Arial" w:hAnsi="Arial" w:cs="Arial"/>
                <w:color w:val="808080"/>
                <w:sz w:val="18"/>
                <w:szCs w:val="18"/>
              </w:rPr>
              <w:t>Date of Scan:</w:t>
            </w:r>
          </w:p>
        </w:tc>
        <w:tc>
          <w:tcPr>
            <w:tcW w:w="7671" w:type="dxa"/>
            <w:gridSpan w:val="2"/>
            <w:tcMar>
              <w:top w:w="28" w:type="dxa"/>
              <w:bottom w:w="28" w:type="dxa"/>
            </w:tcMar>
            <w:vAlign w:val="center"/>
          </w:tcPr>
          <w:p w:rsidR="00894682" w:rsidRPr="001906A2" w:rsidRDefault="00894682" w:rsidP="00C84398">
            <w:pPr>
              <w:rPr>
                <w:rFonts w:ascii="Arial" w:hAnsi="Arial" w:cs="Arial"/>
                <w:sz w:val="18"/>
                <w:szCs w:val="18"/>
                <w:highlight w:val="yellow"/>
              </w:rPr>
            </w:pPr>
            <w:r w:rsidRPr="001906A2">
              <w:rPr>
                <w:rFonts w:ascii="Arial" w:hAnsi="Arial" w:cs="Arial"/>
                <w:sz w:val="18"/>
                <w:szCs w:val="18"/>
              </w:rPr>
              <w:fldChar w:fldCharType="begin"/>
            </w:r>
            <w:r w:rsidRPr="001906A2">
              <w:rPr>
                <w:rFonts w:ascii="Arial" w:hAnsi="Arial" w:cs="Arial"/>
                <w:sz w:val="18"/>
                <w:szCs w:val="18"/>
              </w:rPr>
              <w:instrText xml:space="preserve"> CREATEDATE \@ "dddd, d MMMM yyyy" \* MERGEFORMAT </w:instrText>
            </w:r>
            <w:r w:rsidRPr="001906A2">
              <w:rPr>
                <w:rFonts w:ascii="Arial" w:hAnsi="Arial" w:cs="Arial"/>
                <w:sz w:val="18"/>
                <w:szCs w:val="18"/>
              </w:rPr>
              <w:fldChar w:fldCharType="separate"/>
            </w:r>
            <w:r w:rsidR="00B64CB5">
              <w:rPr>
                <w:rFonts w:ascii="Arial" w:hAnsi="Arial" w:cs="Arial"/>
                <w:noProof/>
                <w:sz w:val="18"/>
                <w:szCs w:val="18"/>
              </w:rPr>
              <w:t>Tuesday, 28 July 2020</w:t>
            </w:r>
            <w:r w:rsidRPr="001906A2">
              <w:rPr>
                <w:rFonts w:ascii="Arial" w:hAnsi="Arial" w:cs="Arial"/>
                <w:sz w:val="18"/>
                <w:szCs w:val="18"/>
              </w:rPr>
              <w:fldChar w:fldCharType="end"/>
            </w:r>
          </w:p>
        </w:tc>
      </w:tr>
      <w:tr w:rsidR="00894682" w:rsidRPr="001906A2" w:rsidTr="0025571B">
        <w:trPr>
          <w:gridAfter w:val="1"/>
          <w:wAfter w:w="13" w:type="dxa"/>
        </w:trPr>
        <w:tc>
          <w:tcPr>
            <w:tcW w:w="1955" w:type="dxa"/>
            <w:gridSpan w:val="2"/>
            <w:tcMar>
              <w:top w:w="28" w:type="dxa"/>
              <w:left w:w="57" w:type="dxa"/>
              <w:bottom w:w="28" w:type="dxa"/>
              <w:right w:w="57" w:type="dxa"/>
            </w:tcMar>
            <w:vAlign w:val="center"/>
          </w:tcPr>
          <w:p w:rsidR="00894682" w:rsidRPr="001906A2" w:rsidRDefault="00894682" w:rsidP="00C84398">
            <w:pPr>
              <w:rPr>
                <w:rFonts w:ascii="Arial" w:hAnsi="Arial" w:cs="Arial"/>
                <w:color w:val="808080"/>
                <w:sz w:val="18"/>
                <w:szCs w:val="18"/>
              </w:rPr>
            </w:pPr>
            <w:r w:rsidRPr="001906A2">
              <w:rPr>
                <w:rFonts w:ascii="Arial" w:hAnsi="Arial" w:cs="Arial"/>
                <w:color w:val="808080"/>
                <w:sz w:val="18"/>
                <w:szCs w:val="18"/>
              </w:rPr>
              <w:t>Referring Doctor:</w:t>
            </w:r>
          </w:p>
        </w:tc>
        <w:tc>
          <w:tcPr>
            <w:tcW w:w="7671" w:type="dxa"/>
            <w:gridSpan w:val="2"/>
            <w:tcMar>
              <w:top w:w="28" w:type="dxa"/>
              <w:bottom w:w="28" w:type="dxa"/>
            </w:tcMar>
            <w:vAlign w:val="center"/>
          </w:tcPr>
          <w:p w:rsidR="00894682" w:rsidRPr="001906A2" w:rsidRDefault="00A15DEA" w:rsidP="00C84398">
            <w:pPr>
              <w:rPr>
                <w:rFonts w:ascii="Arial" w:hAnsi="Arial" w:cs="Arial"/>
                <w:sz w:val="18"/>
                <w:szCs w:val="18"/>
              </w:rPr>
            </w:pPr>
            <w:r>
              <w:rPr>
                <w:rFonts w:ascii="Arial" w:hAnsi="Arial" w:cs="Arial"/>
                <w:sz w:val="18"/>
                <w:szCs w:val="18"/>
              </w:rPr>
              <w:t xml:space="preserve"> </w:t>
            </w:r>
            <w:bookmarkStart w:id="0" w:name="_GoBack"/>
            <w:bookmarkEnd w:id="0"/>
          </w:p>
        </w:tc>
      </w:tr>
      <w:tr w:rsidR="00894682" w:rsidRPr="001906A2" w:rsidTr="0025571B">
        <w:trPr>
          <w:gridAfter w:val="1"/>
          <w:wAfter w:w="13" w:type="dxa"/>
        </w:trPr>
        <w:tc>
          <w:tcPr>
            <w:tcW w:w="1955" w:type="dxa"/>
            <w:gridSpan w:val="2"/>
            <w:tcMar>
              <w:top w:w="28" w:type="dxa"/>
              <w:left w:w="57" w:type="dxa"/>
              <w:bottom w:w="28" w:type="dxa"/>
              <w:right w:w="57" w:type="dxa"/>
            </w:tcMar>
            <w:vAlign w:val="center"/>
          </w:tcPr>
          <w:p w:rsidR="00894682" w:rsidRPr="001906A2" w:rsidRDefault="00894682" w:rsidP="00F34375">
            <w:pPr>
              <w:rPr>
                <w:rFonts w:ascii="Arial" w:hAnsi="Arial" w:cs="Arial"/>
                <w:color w:val="808080"/>
                <w:sz w:val="18"/>
                <w:szCs w:val="18"/>
              </w:rPr>
            </w:pPr>
            <w:r w:rsidRPr="001906A2">
              <w:rPr>
                <w:rFonts w:ascii="Arial" w:hAnsi="Arial" w:cs="Arial"/>
                <w:color w:val="808080"/>
                <w:sz w:val="18"/>
                <w:szCs w:val="18"/>
              </w:rPr>
              <w:t>Indications:</w:t>
            </w:r>
          </w:p>
        </w:tc>
        <w:tc>
          <w:tcPr>
            <w:tcW w:w="7671" w:type="dxa"/>
            <w:gridSpan w:val="2"/>
            <w:vMerge w:val="restart"/>
            <w:tcMar>
              <w:top w:w="28" w:type="dxa"/>
              <w:bottom w:w="28" w:type="dxa"/>
            </w:tcMar>
          </w:tcPr>
          <w:p w:rsidR="00894682" w:rsidRPr="001906A2" w:rsidRDefault="00B64CB5" w:rsidP="00F34375">
            <w:pPr>
              <w:rPr>
                <w:rFonts w:ascii="Arial" w:hAnsi="Arial" w:cs="Arial"/>
                <w:sz w:val="18"/>
                <w:szCs w:val="18"/>
              </w:rPr>
            </w:pPr>
            <w:r>
              <w:rPr>
                <w:rFonts w:ascii="Arial" w:hAnsi="Arial" w:cs="Arial"/>
                <w:sz w:val="18"/>
                <w:szCs w:val="18"/>
              </w:rPr>
              <w:t>Bilateral lymphoedema with recurrent cellulitis, worse swelling on left leg, Pt has had bilateral VV op 20 years ago – please check for further reflux.</w:t>
            </w:r>
          </w:p>
        </w:tc>
      </w:tr>
      <w:tr w:rsidR="00894682" w:rsidRPr="001906A2" w:rsidTr="0025571B">
        <w:trPr>
          <w:gridAfter w:val="1"/>
          <w:wAfter w:w="13" w:type="dxa"/>
        </w:trPr>
        <w:tc>
          <w:tcPr>
            <w:tcW w:w="1955" w:type="dxa"/>
            <w:gridSpan w:val="2"/>
            <w:tcMar>
              <w:top w:w="28" w:type="dxa"/>
              <w:left w:w="57" w:type="dxa"/>
              <w:bottom w:w="28" w:type="dxa"/>
              <w:right w:w="57" w:type="dxa"/>
            </w:tcMar>
            <w:vAlign w:val="center"/>
          </w:tcPr>
          <w:p w:rsidR="00894682" w:rsidRPr="001906A2" w:rsidRDefault="00894682" w:rsidP="00F34375">
            <w:pPr>
              <w:rPr>
                <w:rFonts w:ascii="Arial" w:hAnsi="Arial" w:cs="Arial"/>
                <w:color w:val="808080"/>
                <w:sz w:val="20"/>
                <w:szCs w:val="20"/>
              </w:rPr>
            </w:pPr>
          </w:p>
        </w:tc>
        <w:tc>
          <w:tcPr>
            <w:tcW w:w="7671" w:type="dxa"/>
            <w:gridSpan w:val="2"/>
            <w:vMerge/>
            <w:tcMar>
              <w:top w:w="28" w:type="dxa"/>
              <w:bottom w:w="28" w:type="dxa"/>
            </w:tcMar>
            <w:vAlign w:val="center"/>
          </w:tcPr>
          <w:p w:rsidR="00894682" w:rsidRPr="001906A2" w:rsidRDefault="00894682" w:rsidP="00F34375">
            <w:pPr>
              <w:rPr>
                <w:rFonts w:ascii="Arial" w:hAnsi="Arial" w:cs="Arial"/>
                <w:sz w:val="18"/>
                <w:szCs w:val="18"/>
                <w:highlight w:val="yellow"/>
              </w:rPr>
            </w:pPr>
          </w:p>
        </w:tc>
      </w:tr>
      <w:tr w:rsidR="00894682" w:rsidRPr="001906A2" w:rsidTr="0025571B">
        <w:trPr>
          <w:gridAfter w:val="1"/>
          <w:wAfter w:w="13" w:type="dxa"/>
        </w:trPr>
        <w:tc>
          <w:tcPr>
            <w:tcW w:w="9626" w:type="dxa"/>
            <w:gridSpan w:val="4"/>
            <w:shd w:val="clear" w:color="auto" w:fill="E6E6E6"/>
            <w:tcMar>
              <w:top w:w="28" w:type="dxa"/>
              <w:left w:w="57" w:type="dxa"/>
              <w:bottom w:w="28" w:type="dxa"/>
              <w:right w:w="57" w:type="dxa"/>
            </w:tcMar>
          </w:tcPr>
          <w:p w:rsidR="00894682" w:rsidRPr="001906A2" w:rsidRDefault="00894682" w:rsidP="001906A2">
            <w:pPr>
              <w:tabs>
                <w:tab w:val="left" w:pos="2127"/>
              </w:tabs>
              <w:jc w:val="center"/>
              <w:rPr>
                <w:rFonts w:ascii="Arial" w:hAnsi="Arial" w:cs="Arial"/>
                <w:b/>
                <w:bCs/>
                <w:sz w:val="18"/>
                <w:szCs w:val="20"/>
              </w:rPr>
            </w:pPr>
            <w:r w:rsidRPr="001906A2">
              <w:rPr>
                <w:rFonts w:ascii="Arial" w:hAnsi="Arial"/>
                <w:b/>
                <w:bCs/>
                <w:sz w:val="18"/>
                <w:szCs w:val="20"/>
              </w:rPr>
              <w:t>Bilateral Lower Extremity Venous Duplex</w:t>
            </w:r>
          </w:p>
        </w:tc>
      </w:tr>
      <w:tr w:rsidR="00894682" w:rsidRPr="001906A2" w:rsidTr="0025571B">
        <w:trPr>
          <w:gridAfter w:val="1"/>
          <w:wAfter w:w="13" w:type="dxa"/>
          <w:trHeight w:val="7938"/>
        </w:trPr>
        <w:tc>
          <w:tcPr>
            <w:tcW w:w="9626" w:type="dxa"/>
            <w:gridSpan w:val="4"/>
            <w:shd w:val="clear" w:color="auto" w:fill="auto"/>
            <w:tcMar>
              <w:top w:w="28" w:type="dxa"/>
              <w:left w:w="57" w:type="dxa"/>
              <w:bottom w:w="28" w:type="dxa"/>
              <w:right w:w="57" w:type="dxa"/>
            </w:tcMar>
          </w:tcPr>
          <w:p w:rsidR="00894682" w:rsidRPr="001906A2" w:rsidRDefault="00C53E69" w:rsidP="001906A2">
            <w:pPr>
              <w:tabs>
                <w:tab w:val="left" w:pos="2127"/>
              </w:tabs>
              <w:jc w:val="center"/>
              <w:rPr>
                <w:rFonts w:ascii="Arial" w:hAnsi="Arial"/>
                <w:b/>
                <w:bCs/>
                <w:sz w:val="18"/>
                <w:szCs w:val="20"/>
              </w:rPr>
            </w:pPr>
            <w:r>
              <w:rPr>
                <w:noProof/>
                <w:lang w:val="en-GB" w:eastAsia="en-GB"/>
              </w:rPr>
              <mc:AlternateContent>
                <mc:Choice Requires="wps">
                  <w:drawing>
                    <wp:anchor distT="0" distB="0" distL="114300" distR="114300" simplePos="0" relativeHeight="251697664" behindDoc="0" locked="0" layoutInCell="1" allowOverlap="1" wp14:anchorId="030AEA35" wp14:editId="54C7A7B4">
                      <wp:simplePos x="0" y="0"/>
                      <wp:positionH relativeFrom="column">
                        <wp:posOffset>3612558</wp:posOffset>
                      </wp:positionH>
                      <wp:positionV relativeFrom="paragraph">
                        <wp:posOffset>3900981</wp:posOffset>
                      </wp:positionV>
                      <wp:extent cx="306070" cy="152400"/>
                      <wp:effectExtent l="0" t="0" r="0" b="0"/>
                      <wp:wrapNone/>
                      <wp:docPr id="212" name="Text Box 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C53E69" w:rsidRPr="00B16047" w:rsidRDefault="00C53E69" w:rsidP="00C53E69">
                                  <w:pPr>
                                    <w:jc w:val="center"/>
                                    <w:rPr>
                                      <w:rFonts w:ascii="Arial" w:hAnsi="Arial" w:cs="Arial"/>
                                      <w:sz w:val="16"/>
                                      <w:szCs w:val="16"/>
                                    </w:rPr>
                                  </w:pPr>
                                  <w:r>
                                    <w:rPr>
                                      <w:rFonts w:ascii="Arial" w:hAnsi="Arial" w:cs="Arial"/>
                                      <w:sz w:val="16"/>
                                      <w:szCs w:val="16"/>
                                    </w:rPr>
                                    <w:t>IV</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0AEA35" id="_x0000_t202" coordsize="21600,21600" o:spt="202" path="m,l,21600r21600,l21600,xe">
                      <v:stroke joinstyle="miter"/>
                      <v:path gradientshapeok="t" o:connecttype="rect"/>
                    </v:shapetype>
                    <v:shape id="Text Box 361" o:spid="_x0000_s1026" type="#_x0000_t202" style="position:absolute;left:0;text-align:left;margin-left:284.45pt;margin-top:307.15pt;width:24.1pt;height:12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" fillcolor="#36f" stroked="f" strokecolor="#36f" strokeweight=".25pt">
                      <v:fill opacity="13107f"/>
                      <v:stroke dashstyle="1 1"/>
                      <v:textbox inset=".5mm,.5mm,.5mm,.5mm">
                        <w:txbxContent>
                          <w:p w:rsidR="00C53E69" w:rsidRPr="00B16047" w:rsidRDefault="00C53E69" w:rsidP="00C53E69">
                            <w:pPr>
                              <w:jc w:val="center"/>
                              <w:rPr>
                                <w:rFonts w:ascii="Arial" w:hAnsi="Arial" w:cs="Arial"/>
                                <w:sz w:val="16"/>
                                <w:szCs w:val="16"/>
                              </w:rPr>
                            </w:pPr>
                            <w:bookmarkStart w:id="1" w:name="_GoBack"/>
                            <w:bookmarkEnd w:id="1"/>
                            <w:r>
                              <w:rPr>
                                <w:rFonts w:ascii="Arial" w:hAnsi="Arial" w:cs="Arial"/>
                                <w:sz w:val="16"/>
                                <w:szCs w:val="16"/>
                              </w:rPr>
                              <w:t>IV</w:t>
                            </w:r>
                          </w:p>
                        </w:txbxContent>
                      </v:textbox>
                    </v:shape>
                  </w:pict>
                </mc:Fallback>
              </mc:AlternateContent>
            </w:r>
            <w:r>
              <w:rPr>
                <w:noProof/>
                <w:lang w:val="en-GB" w:eastAsia="en-GB"/>
              </w:rPr>
              <mc:AlternateContent>
                <mc:Choice Requires="wps">
                  <w:drawing>
                    <wp:anchor distT="0" distB="0" distL="114300" distR="114300" simplePos="0" relativeHeight="251671040" behindDoc="0" locked="0" layoutInCell="1" allowOverlap="1">
                      <wp:simplePos x="0" y="0"/>
                      <wp:positionH relativeFrom="column">
                        <wp:posOffset>3938176</wp:posOffset>
                      </wp:positionH>
                      <wp:positionV relativeFrom="paragraph">
                        <wp:posOffset>2565785</wp:posOffset>
                      </wp:positionV>
                      <wp:extent cx="306070" cy="152400"/>
                      <wp:effectExtent l="0" t="0" r="0" b="0"/>
                      <wp:wrapNone/>
                      <wp:docPr id="198" name="Text Box 3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51099" w:rsidRPr="00B16047" w:rsidRDefault="00C53E69" w:rsidP="00951099">
                                  <w:pPr>
                                    <w:jc w:val="center"/>
                                    <w:rPr>
                                      <w:rFonts w:ascii="Arial" w:hAnsi="Arial" w:cs="Arial"/>
                                      <w:sz w:val="16"/>
                                      <w:szCs w:val="16"/>
                                    </w:rPr>
                                  </w:pPr>
                                  <w:r>
                                    <w:rPr>
                                      <w:rFonts w:ascii="Arial" w:hAnsi="Arial" w:cs="Arial"/>
                                      <w:sz w:val="16"/>
                                      <w:szCs w:val="16"/>
                                    </w:rPr>
                                    <w:t>IV</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7" type="#_x0000_t202" style="position:absolute;left:0;text-align:left;margin-left:310.1pt;margin-top:202.05pt;width:24.1pt;height:1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" fillcolor="#36f" stroked="f" strokecolor="#36f" strokeweight=".25pt">
                      <v:fill opacity="13107f"/>
                      <v:stroke dashstyle="1 1"/>
                      <v:textbox inset=".5mm,.5mm,.5mm,.5mm">
                        <w:txbxContent>
                          <w:p w:rsidR="00951099" w:rsidRPr="00B16047" w:rsidRDefault="00C53E69" w:rsidP="00951099">
                            <w:pPr>
                              <w:jc w:val="center"/>
                              <w:rPr>
                                <w:rFonts w:ascii="Arial" w:hAnsi="Arial" w:cs="Arial"/>
                                <w:sz w:val="16"/>
                                <w:szCs w:val="16"/>
                              </w:rPr>
                            </w:pPr>
                            <w:r>
                              <w:rPr>
                                <w:rFonts w:ascii="Arial" w:hAnsi="Arial" w:cs="Arial"/>
                                <w:sz w:val="16"/>
                                <w:szCs w:val="16"/>
                              </w:rPr>
                              <w:t>IV</w:t>
                            </w:r>
                          </w:p>
                        </w:txbxContent>
                      </v:textbox>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92544" behindDoc="0" locked="0" layoutInCell="1" allowOverlap="1">
                      <wp:simplePos x="0" y="0"/>
                      <wp:positionH relativeFrom="column">
                        <wp:posOffset>1852295</wp:posOffset>
                      </wp:positionH>
                      <wp:positionV relativeFrom="paragraph">
                        <wp:posOffset>2973705</wp:posOffset>
                      </wp:positionV>
                      <wp:extent cx="304165" cy="281940"/>
                      <wp:effectExtent l="0" t="0" r="19685" b="22860"/>
                      <wp:wrapNone/>
                      <wp:docPr id="209" name="Freeform 209"/>
                      <wp:cNvGraphicFramePr/>
                      <a:graphic xmlns:a="http://schemas.openxmlformats.org/drawingml/2006/main">
                        <a:graphicData uri="http://schemas.microsoft.com/office/word/2010/wordprocessingShape">
                          <wps:wsp>
                            <wps:cNvSpPr/>
                            <wps:spPr>
                              <a:xfrm>
                                <a:off x="0" y="0"/>
                                <a:ext cx="304165" cy="281940"/>
                              </a:xfrm>
                              <a:custGeom>
                                <a:avLst/>
                                <a:gdLst>
                                  <a:gd name="connsiteX0" fmla="*/ 0 w 233160"/>
                                  <a:gd name="connsiteY0" fmla="*/ 0 h 444043"/>
                                  <a:gd name="connsiteX1" fmla="*/ 167749 w 233160"/>
                                  <a:gd name="connsiteY1" fmla="*/ 118412 h 444043"/>
                                  <a:gd name="connsiteX2" fmla="*/ 230244 w 233160"/>
                                  <a:gd name="connsiteY2" fmla="*/ 259848 h 444043"/>
                                  <a:gd name="connsiteX3" fmla="*/ 217087 w 233160"/>
                                  <a:gd name="connsiteY3" fmla="*/ 444043 h 444043"/>
                                  <a:gd name="connsiteX0" fmla="*/ 0 w 304103"/>
                                  <a:gd name="connsiteY0" fmla="*/ 0 h 282053"/>
                                  <a:gd name="connsiteX1" fmla="*/ 167749 w 304103"/>
                                  <a:gd name="connsiteY1" fmla="*/ 118412 h 282053"/>
                                  <a:gd name="connsiteX2" fmla="*/ 230244 w 304103"/>
                                  <a:gd name="connsiteY2" fmla="*/ 259848 h 282053"/>
                                  <a:gd name="connsiteX3" fmla="*/ 302854 w 304103"/>
                                  <a:gd name="connsiteY3" fmla="*/ 282053 h 282053"/>
                                  <a:gd name="connsiteX0" fmla="*/ 0 w 304790"/>
                                  <a:gd name="connsiteY0" fmla="*/ 0 h 282053"/>
                                  <a:gd name="connsiteX1" fmla="*/ 167749 w 304790"/>
                                  <a:gd name="connsiteY1" fmla="*/ 118412 h 282053"/>
                                  <a:gd name="connsiteX2" fmla="*/ 255003 w 304790"/>
                                  <a:gd name="connsiteY2" fmla="*/ 224529 h 282053"/>
                                  <a:gd name="connsiteX3" fmla="*/ 302854 w 304790"/>
                                  <a:gd name="connsiteY3" fmla="*/ 282053 h 282053"/>
                                </a:gdLst>
                                <a:ahLst/>
                                <a:cxnLst>
                                  <a:cxn ang="0">
                                    <a:pos x="connsiteX0" y="connsiteY0"/>
                                  </a:cxn>
                                  <a:cxn ang="0">
                                    <a:pos x="connsiteX1" y="connsiteY1"/>
                                  </a:cxn>
                                  <a:cxn ang="0">
                                    <a:pos x="connsiteX2" y="connsiteY2"/>
                                  </a:cxn>
                                  <a:cxn ang="0">
                                    <a:pos x="connsiteX3" y="connsiteY3"/>
                                  </a:cxn>
                                </a:cxnLst>
                                <a:rect l="l" t="t" r="r" b="b"/>
                                <a:pathLst>
                                  <a:path w="304790" h="282053">
                                    <a:moveTo>
                                      <a:pt x="0" y="0"/>
                                    </a:moveTo>
                                    <a:cubicBezTo>
                                      <a:pt x="64687" y="37552"/>
                                      <a:pt x="125249" y="80991"/>
                                      <a:pt x="167749" y="118412"/>
                                    </a:cubicBezTo>
                                    <a:cubicBezTo>
                                      <a:pt x="210249" y="155833"/>
                                      <a:pt x="232485" y="197255"/>
                                      <a:pt x="255003" y="224529"/>
                                    </a:cubicBezTo>
                                    <a:cubicBezTo>
                                      <a:pt x="277521" y="251803"/>
                                      <a:pt x="313544" y="217091"/>
                                      <a:pt x="302854" y="282053"/>
                                    </a:cubicBezTo>
                                  </a:path>
                                </a:pathLst>
                              </a:cu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DC4FBD" id="Freeform 209" o:spid="_x0000_s1026" style="position:absolute;margin-left:145.85pt;margin-top:234.15pt;width:23.95pt;height:22.2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04790,2820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" path="m,c64687,37552,125249,80991,167749,118412v42500,37421,64736,78843,87254,106117c277521,251803,313544,217091,302854,282053e" filled="f" strokecolor="red" strokeweight="1.5pt">
                      <v:stroke joinstyle="miter"/>
                      <v:path arrowok="t" o:connecttype="custom" o:connectlocs="0,0;167405,118365;254480,224439;302233,281940" o:connectangles="0,0,0,0"/>
                    </v:shape>
                  </w:pict>
                </mc:Fallback>
              </mc:AlternateContent>
            </w:r>
            <w:r>
              <w:rPr>
                <w:noProof/>
                <w:lang w:val="en-GB" w:eastAsia="en-GB"/>
              </w:rPr>
              <mc:AlternateContent>
                <mc:Choice Requires="wps">
                  <w:drawing>
                    <wp:anchor distT="0" distB="0" distL="114300" distR="114300" simplePos="0" relativeHeight="251695616" behindDoc="0" locked="0" layoutInCell="1" allowOverlap="1">
                      <wp:simplePos x="0" y="0"/>
                      <wp:positionH relativeFrom="column">
                        <wp:posOffset>1972634</wp:posOffset>
                      </wp:positionH>
                      <wp:positionV relativeFrom="paragraph">
                        <wp:posOffset>3048247</wp:posOffset>
                      </wp:positionV>
                      <wp:extent cx="157340" cy="695741"/>
                      <wp:effectExtent l="0" t="0" r="14605" b="28575"/>
                      <wp:wrapNone/>
                      <wp:docPr id="211" name="Freeform 211"/>
                      <wp:cNvGraphicFramePr/>
                      <a:graphic xmlns:a="http://schemas.openxmlformats.org/drawingml/2006/main">
                        <a:graphicData uri="http://schemas.microsoft.com/office/word/2010/wordprocessingShape">
                          <wps:wsp>
                            <wps:cNvSpPr/>
                            <wps:spPr>
                              <a:xfrm>
                                <a:off x="0" y="0"/>
                                <a:ext cx="157340" cy="695741"/>
                              </a:xfrm>
                              <a:custGeom>
                                <a:avLst/>
                                <a:gdLst>
                                  <a:gd name="connsiteX0" fmla="*/ 0 w 76430"/>
                                  <a:gd name="connsiteY0" fmla="*/ 0 h 519112"/>
                                  <a:gd name="connsiteX1" fmla="*/ 76200 w 76430"/>
                                  <a:gd name="connsiteY1" fmla="*/ 219075 h 519112"/>
                                  <a:gd name="connsiteX2" fmla="*/ 19050 w 76430"/>
                                  <a:gd name="connsiteY2" fmla="*/ 519112 h 519112"/>
                                  <a:gd name="connsiteX0" fmla="*/ 0 w 109348"/>
                                  <a:gd name="connsiteY0" fmla="*/ 0 h 512047"/>
                                  <a:gd name="connsiteX1" fmla="*/ 108071 w 109348"/>
                                  <a:gd name="connsiteY1" fmla="*/ 212010 h 512047"/>
                                  <a:gd name="connsiteX2" fmla="*/ 50921 w 109348"/>
                                  <a:gd name="connsiteY2" fmla="*/ 512047 h 512047"/>
                                  <a:gd name="connsiteX0" fmla="*/ 0 w 77552"/>
                                  <a:gd name="connsiteY0" fmla="*/ 0 h 512047"/>
                                  <a:gd name="connsiteX1" fmla="*/ 72724 w 77552"/>
                                  <a:gd name="connsiteY1" fmla="*/ 208478 h 512047"/>
                                  <a:gd name="connsiteX2" fmla="*/ 50921 w 77552"/>
                                  <a:gd name="connsiteY2" fmla="*/ 512047 h 512047"/>
                                  <a:gd name="connsiteX0" fmla="*/ 0 w 66164"/>
                                  <a:gd name="connsiteY0" fmla="*/ 0 h 487323"/>
                                  <a:gd name="connsiteX1" fmla="*/ 62121 w 66164"/>
                                  <a:gd name="connsiteY1" fmla="*/ 183754 h 487323"/>
                                  <a:gd name="connsiteX2" fmla="*/ 40318 w 66164"/>
                                  <a:gd name="connsiteY2" fmla="*/ 487323 h 487323"/>
                                  <a:gd name="connsiteX0" fmla="*/ 0 w 157340"/>
                                  <a:gd name="connsiteY0" fmla="*/ 0 h 695741"/>
                                  <a:gd name="connsiteX1" fmla="*/ 147012 w 157340"/>
                                  <a:gd name="connsiteY1" fmla="*/ 392172 h 695741"/>
                                  <a:gd name="connsiteX2" fmla="*/ 125209 w 157340"/>
                                  <a:gd name="connsiteY2" fmla="*/ 695741 h 695741"/>
                                </a:gdLst>
                                <a:ahLst/>
                                <a:cxnLst>
                                  <a:cxn ang="0">
                                    <a:pos x="connsiteX0" y="connsiteY0"/>
                                  </a:cxn>
                                  <a:cxn ang="0">
                                    <a:pos x="connsiteX1" y="connsiteY1"/>
                                  </a:cxn>
                                  <a:cxn ang="0">
                                    <a:pos x="connsiteX2" y="connsiteY2"/>
                                  </a:cxn>
                                </a:cxnLst>
                                <a:rect l="l" t="t" r="r" b="b"/>
                                <a:pathLst>
                                  <a:path w="157340" h="695741">
                                    <a:moveTo>
                                      <a:pt x="0" y="0"/>
                                    </a:moveTo>
                                    <a:cubicBezTo>
                                      <a:pt x="36512" y="66278"/>
                                      <a:pt x="126144" y="276215"/>
                                      <a:pt x="147012" y="392172"/>
                                    </a:cubicBezTo>
                                    <a:cubicBezTo>
                                      <a:pt x="167880" y="508129"/>
                                      <a:pt x="155371" y="588982"/>
                                      <a:pt x="125209" y="695741"/>
                                    </a:cubicBezTo>
                                  </a:path>
                                </a:pathLst>
                              </a:cu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DB8659" id="Freeform 211" o:spid="_x0000_s1026" style="position:absolute;margin-left:155.35pt;margin-top:240pt;width:12.4pt;height:54.8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7340,6957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" path="m,c36512,66278,126144,276215,147012,392172v20868,115957,8359,196810,-21803,303569e" filled="f" strokecolor="red" strokeweight="1.5pt">
                      <v:stroke joinstyle="miter"/>
                      <v:path arrowok="t" o:connecttype="custom" o:connectlocs="0,0;147012,392172;125209,695741" o:connectangles="0,0,0"/>
                    </v:shape>
                  </w:pict>
                </mc:Fallback>
              </mc:AlternateContent>
            </w:r>
            <w:r>
              <w:rPr>
                <w:noProof/>
                <w:lang w:val="en-GB" w:eastAsia="en-GB"/>
              </w:rPr>
              <mc:AlternateContent>
                <mc:Choice Requires="wps">
                  <w:drawing>
                    <wp:anchor distT="0" distB="0" distL="114300" distR="114300" simplePos="0" relativeHeight="251694592" behindDoc="0" locked="0" layoutInCell="1" allowOverlap="1" wp14:anchorId="76BCCBC1" wp14:editId="43E1991C">
                      <wp:simplePos x="0" y="0"/>
                      <wp:positionH relativeFrom="column">
                        <wp:posOffset>2118995</wp:posOffset>
                      </wp:positionH>
                      <wp:positionV relativeFrom="paragraph">
                        <wp:posOffset>3203575</wp:posOffset>
                      </wp:positionV>
                      <wp:extent cx="90805" cy="90805"/>
                      <wp:effectExtent l="0" t="0" r="23495" b="23495"/>
                      <wp:wrapNone/>
                      <wp:docPr id="210" name="Flowchart: Summing Junction 2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939569"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Flowchart: Summing Junction 210" o:spid="_x0000_s1026" type="#_x0000_t123" style="position:absolute;margin-left:166.85pt;margin-top:252.25pt;width:7.15pt;height:7.1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"/>
                  </w:pict>
                </mc:Fallback>
              </mc:AlternateContent>
            </w:r>
            <w:r>
              <w:rPr>
                <w:noProof/>
                <w:lang w:val="en-GB" w:eastAsia="en-GB"/>
              </w:rPr>
              <mc:AlternateContent>
                <mc:Choice Requires="wps">
                  <w:drawing>
                    <wp:anchor distT="0" distB="0" distL="114300" distR="114300" simplePos="0" relativeHeight="251668992" behindDoc="0" locked="0" layoutInCell="1" allowOverlap="1">
                      <wp:simplePos x="0" y="0"/>
                      <wp:positionH relativeFrom="column">
                        <wp:posOffset>3406775</wp:posOffset>
                      </wp:positionH>
                      <wp:positionV relativeFrom="paragraph">
                        <wp:posOffset>354647</wp:posOffset>
                      </wp:positionV>
                      <wp:extent cx="305869" cy="152633"/>
                      <wp:effectExtent l="0" t="0" r="0" b="0"/>
                      <wp:wrapNone/>
                      <wp:docPr id="204" name="Text Box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869" cy="152633"/>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51099" w:rsidRPr="00B16047" w:rsidRDefault="00C53E69" w:rsidP="00951099">
                                  <w:pPr>
                                    <w:jc w:val="center"/>
                                    <w:rPr>
                                      <w:rFonts w:ascii="Arial" w:hAnsi="Arial" w:cs="Arial"/>
                                      <w:sz w:val="16"/>
                                      <w:szCs w:val="16"/>
                                    </w:rPr>
                                  </w:pPr>
                                  <w:r>
                                    <w:rPr>
                                      <w:rFonts w:ascii="Arial" w:hAnsi="Arial" w:cs="Arial"/>
                                      <w:sz w:val="16"/>
                                      <w:szCs w:val="16"/>
                                    </w:rPr>
                                    <w:t>II</w:t>
                                  </w:r>
                                </w:p>
                              </w:txbxContent>
                            </wps:txbx>
                            <wps:bodyPr rot="0" vert="horz" wrap="square" lIns="18000" tIns="18000" rIns="18000" bIns="18000" anchor="t" anchorCtr="0" upright="1">
                              <a:noAutofit/>
                            </wps:bodyPr>
                          </wps:wsp>
                        </a:graphicData>
                      </a:graphic>
                    </wp:anchor>
                  </w:drawing>
                </mc:Choice>
                <mc:Fallback>
                  <w:pict>
                    <v:shape id="Text Box 359" o:spid="_x0000_s1028" type="#_x0000_t202" style="position:absolute;left:0;text-align:left;margin-left:268.25pt;margin-top:27.9pt;width:24.1pt;height:12pt;z-index:251668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" fillcolor="#36f" stroked="f" strokecolor="#36f" strokeweight=".25pt">
                      <v:fill opacity="13107f"/>
                      <v:stroke dashstyle="1 1"/>
                      <v:textbox inset=".5mm,.5mm,.5mm,.5mm">
                        <w:txbxContent>
                          <w:p w:rsidR="00951099" w:rsidRPr="00B16047" w:rsidRDefault="00C53E69" w:rsidP="00951099">
                            <w:pPr>
                              <w:jc w:val="center"/>
                              <w:rPr>
                                <w:rFonts w:ascii="Arial" w:hAnsi="Arial" w:cs="Arial"/>
                                <w:sz w:val="16"/>
                                <w:szCs w:val="16"/>
                              </w:rPr>
                            </w:pPr>
                            <w:r>
                              <w:rPr>
                                <w:rFonts w:ascii="Arial" w:hAnsi="Arial" w:cs="Arial"/>
                                <w:sz w:val="16"/>
                                <w:szCs w:val="16"/>
                              </w:rPr>
                              <w:t>II</w:t>
                            </w:r>
                          </w:p>
                        </w:txbxContent>
                      </v:textbox>
                    </v:shape>
                  </w:pict>
                </mc:Fallback>
              </mc:AlternateContent>
            </w:r>
            <w:r>
              <w:rPr>
                <w:noProof/>
                <w:lang w:val="en-GB" w:eastAsia="en-GB"/>
              </w:rPr>
              <mc:AlternateContent>
                <mc:Choice Requires="wps">
                  <w:drawing>
                    <wp:anchor distT="0" distB="0" distL="114300" distR="114300" simplePos="0" relativeHeight="251667968" behindDoc="0" locked="0" layoutInCell="1" allowOverlap="1">
                      <wp:simplePos x="0" y="0"/>
                      <wp:positionH relativeFrom="column">
                        <wp:posOffset>3770630</wp:posOffset>
                      </wp:positionH>
                      <wp:positionV relativeFrom="paragraph">
                        <wp:posOffset>1511618</wp:posOffset>
                      </wp:positionV>
                      <wp:extent cx="305869" cy="152633"/>
                      <wp:effectExtent l="0" t="0" r="0" b="0"/>
                      <wp:wrapNone/>
                      <wp:docPr id="203"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869" cy="152633"/>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51099" w:rsidRPr="00B16047" w:rsidRDefault="00C53E69" w:rsidP="00C53E69">
                                  <w:pPr>
                                    <w:jc w:val="center"/>
                                    <w:rPr>
                                      <w:rFonts w:ascii="Arial" w:hAnsi="Arial" w:cs="Arial"/>
                                      <w:sz w:val="16"/>
                                      <w:szCs w:val="16"/>
                                    </w:rPr>
                                  </w:pPr>
                                  <w:r>
                                    <w:rPr>
                                      <w:rFonts w:ascii="Arial" w:hAnsi="Arial" w:cs="Arial"/>
                                      <w:sz w:val="16"/>
                                      <w:szCs w:val="16"/>
                                    </w:rPr>
                                    <w:t>II</w:t>
                                  </w:r>
                                </w:p>
                              </w:txbxContent>
                            </wps:txbx>
                            <wps:bodyPr rot="0" vert="horz" wrap="square" lIns="18000" tIns="18000" rIns="18000" bIns="18000" anchor="t" anchorCtr="0" upright="1">
                              <a:noAutofit/>
                            </wps:bodyPr>
                          </wps:wsp>
                        </a:graphicData>
                      </a:graphic>
                    </wp:anchor>
                  </w:drawing>
                </mc:Choice>
                <mc:Fallback>
                  <w:pict>
                    <v:shape id="Text Box 350" o:spid="_x0000_s1029" type="#_x0000_t202" style="position:absolute;left:0;text-align:left;margin-left:296.9pt;margin-top:119.05pt;width:24.1pt;height:12pt;z-index:251667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" fillcolor="#36f" stroked="f" strokecolor="#36f" strokeweight=".25pt">
                      <v:fill opacity="13107f"/>
                      <v:stroke dashstyle="1 1"/>
                      <v:textbox inset=".5mm,.5mm,.5mm,.5mm">
                        <w:txbxContent>
                          <w:p w:rsidR="00951099" w:rsidRPr="00B16047" w:rsidRDefault="00C53E69" w:rsidP="00C53E69">
                            <w:pPr>
                              <w:jc w:val="center"/>
                              <w:rPr>
                                <w:rFonts w:ascii="Arial" w:hAnsi="Arial" w:cs="Arial"/>
                                <w:sz w:val="16"/>
                                <w:szCs w:val="16"/>
                              </w:rPr>
                            </w:pPr>
                            <w:r>
                              <w:rPr>
                                <w:rFonts w:ascii="Arial" w:hAnsi="Arial" w:cs="Arial"/>
                                <w:sz w:val="16"/>
                                <w:szCs w:val="16"/>
                              </w:rPr>
                              <w:t>II</w:t>
                            </w:r>
                          </w:p>
                        </w:txbxContent>
                      </v:textbox>
                    </v:shape>
                  </w:pict>
                </mc:Fallback>
              </mc:AlternateContent>
            </w:r>
            <w:r>
              <w:rPr>
                <w:noProof/>
                <w:lang w:val="en-GB" w:eastAsia="en-GB"/>
              </w:rPr>
              <mc:AlternateContent>
                <mc:Choice Requires="wps">
                  <w:drawing>
                    <wp:anchor distT="0" distB="0" distL="114300" distR="114300" simplePos="0" relativeHeight="251664896" behindDoc="0" locked="0" layoutInCell="1" allowOverlap="1">
                      <wp:simplePos x="0" y="0"/>
                      <wp:positionH relativeFrom="column">
                        <wp:posOffset>1881822</wp:posOffset>
                      </wp:positionH>
                      <wp:positionV relativeFrom="paragraph">
                        <wp:posOffset>2241232</wp:posOffset>
                      </wp:positionV>
                      <wp:extent cx="306070" cy="152400"/>
                      <wp:effectExtent l="0" t="0" r="0" b="0"/>
                      <wp:wrapNone/>
                      <wp:docPr id="199" name="Text Box 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51099" w:rsidRPr="00B16047" w:rsidRDefault="00C53E69" w:rsidP="00951099">
                                  <w:pPr>
                                    <w:jc w:val="center"/>
                                    <w:rPr>
                                      <w:rFonts w:ascii="Arial" w:hAnsi="Arial" w:cs="Arial"/>
                                      <w:sz w:val="16"/>
                                      <w:szCs w:val="16"/>
                                    </w:rPr>
                                  </w:pPr>
                                  <w:r>
                                    <w:rPr>
                                      <w:rFonts w:ascii="Arial" w:hAnsi="Arial" w:cs="Arial"/>
                                      <w:sz w:val="16"/>
                                      <w:szCs w:val="16"/>
                                    </w:rPr>
                                    <w:t>III</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4" o:spid="_x0000_s1030" type="#_x0000_t202" style="position:absolute;left:0;text-align:left;margin-left:148.15pt;margin-top:176.45pt;width:24.1pt;height:12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" fillcolor="#36f" stroked="f" strokecolor="#36f" strokeweight=".25pt">
                      <v:fill opacity="13107f"/>
                      <v:stroke dashstyle="1 1"/>
                      <v:textbox inset=".5mm,.5mm,.5mm,.5mm">
                        <w:txbxContent>
                          <w:p w:rsidR="00951099" w:rsidRPr="00B16047" w:rsidRDefault="00C53E69" w:rsidP="00951099">
                            <w:pPr>
                              <w:jc w:val="center"/>
                              <w:rPr>
                                <w:rFonts w:ascii="Arial" w:hAnsi="Arial" w:cs="Arial"/>
                                <w:sz w:val="16"/>
                                <w:szCs w:val="16"/>
                              </w:rPr>
                            </w:pPr>
                            <w:r>
                              <w:rPr>
                                <w:rFonts w:ascii="Arial" w:hAnsi="Arial" w:cs="Arial"/>
                                <w:sz w:val="16"/>
                                <w:szCs w:val="16"/>
                              </w:rPr>
                              <w:t>III</w:t>
                            </w:r>
                          </w:p>
                        </w:txbxContent>
                      </v:textbox>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90496" behindDoc="0" locked="0" layoutInCell="1" allowOverlap="1">
                      <wp:simplePos x="0" y="0"/>
                      <wp:positionH relativeFrom="column">
                        <wp:posOffset>1854949</wp:posOffset>
                      </wp:positionH>
                      <wp:positionV relativeFrom="paragraph">
                        <wp:posOffset>2980055</wp:posOffset>
                      </wp:positionV>
                      <wp:extent cx="260464" cy="767984"/>
                      <wp:effectExtent l="0" t="0" r="25400" b="13335"/>
                      <wp:wrapNone/>
                      <wp:docPr id="207" name="Freeform 207"/>
                      <wp:cNvGraphicFramePr/>
                      <a:graphic xmlns:a="http://schemas.openxmlformats.org/drawingml/2006/main">
                        <a:graphicData uri="http://schemas.microsoft.com/office/word/2010/wordprocessingShape">
                          <wps:wsp>
                            <wps:cNvSpPr/>
                            <wps:spPr>
                              <a:xfrm>
                                <a:off x="0" y="0"/>
                                <a:ext cx="260464" cy="767984"/>
                              </a:xfrm>
                              <a:custGeom>
                                <a:avLst/>
                                <a:gdLst>
                                  <a:gd name="connsiteX0" fmla="*/ 0 w 254000"/>
                                  <a:gd name="connsiteY0" fmla="*/ 0 h 821155"/>
                                  <a:gd name="connsiteX1" fmla="*/ 209550 w 254000"/>
                                  <a:gd name="connsiteY1" fmla="*/ 704850 h 821155"/>
                                  <a:gd name="connsiteX2" fmla="*/ 254000 w 254000"/>
                                  <a:gd name="connsiteY2" fmla="*/ 812800 h 821155"/>
                                  <a:gd name="connsiteX0" fmla="*/ 0 w 257289"/>
                                  <a:gd name="connsiteY0" fmla="*/ 0 h 773729"/>
                                  <a:gd name="connsiteX1" fmla="*/ 212839 w 257289"/>
                                  <a:gd name="connsiteY1" fmla="*/ 658795 h 773729"/>
                                  <a:gd name="connsiteX2" fmla="*/ 257289 w 257289"/>
                                  <a:gd name="connsiteY2" fmla="*/ 766745 h 773729"/>
                                  <a:gd name="connsiteX0" fmla="*/ 0 w 260579"/>
                                  <a:gd name="connsiteY0" fmla="*/ 0 h 768281"/>
                                  <a:gd name="connsiteX1" fmla="*/ 212839 w 260579"/>
                                  <a:gd name="connsiteY1" fmla="*/ 658795 h 768281"/>
                                  <a:gd name="connsiteX2" fmla="*/ 260579 w 260579"/>
                                  <a:gd name="connsiteY2" fmla="*/ 760164 h 768281"/>
                                </a:gdLst>
                                <a:ahLst/>
                                <a:cxnLst>
                                  <a:cxn ang="0">
                                    <a:pos x="connsiteX0" y="connsiteY0"/>
                                  </a:cxn>
                                  <a:cxn ang="0">
                                    <a:pos x="connsiteX1" y="connsiteY1"/>
                                  </a:cxn>
                                  <a:cxn ang="0">
                                    <a:pos x="connsiteX2" y="connsiteY2"/>
                                  </a:cxn>
                                </a:cxnLst>
                                <a:rect l="l" t="t" r="r" b="b"/>
                                <a:pathLst>
                                  <a:path w="260579" h="768281">
                                    <a:moveTo>
                                      <a:pt x="0" y="0"/>
                                    </a:moveTo>
                                    <a:cubicBezTo>
                                      <a:pt x="83608" y="284691"/>
                                      <a:pt x="169409" y="532101"/>
                                      <a:pt x="212839" y="658795"/>
                                    </a:cubicBezTo>
                                    <a:cubicBezTo>
                                      <a:pt x="256269" y="785489"/>
                                      <a:pt x="259520" y="773922"/>
                                      <a:pt x="260579" y="760164"/>
                                    </a:cubicBezTo>
                                  </a:path>
                                </a:pathLst>
                              </a:custGeom>
                              <a:noFill/>
                              <a:ln w="19050">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2E093AC" id="Freeform 207" o:spid="_x0000_s1026" style="position:absolute;margin-left:146.05pt;margin-top:234.65pt;width:20.5pt;height:60.45pt;z-index:251690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60579,768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" path="m,c83608,284691,169409,532101,212839,658795v43430,126694,46681,115127,47740,101369e" filled="f" strokecolor="#002060" strokeweight="1.5pt">
                      <v:stroke joinstyle="miter"/>
                      <v:path arrowok="t" o:connecttype="custom" o:connectlocs="0,0;212745,658540;260464,759870" o:connectangles="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91520" behindDoc="0" locked="0" layoutInCell="1" allowOverlap="1">
                      <wp:simplePos x="0" y="0"/>
                      <wp:positionH relativeFrom="column">
                        <wp:posOffset>2101215</wp:posOffset>
                      </wp:positionH>
                      <wp:positionV relativeFrom="paragraph">
                        <wp:posOffset>3734435</wp:posOffset>
                      </wp:positionV>
                      <wp:extent cx="94160" cy="431800"/>
                      <wp:effectExtent l="19050" t="19050" r="20320" b="25400"/>
                      <wp:wrapNone/>
                      <wp:docPr id="208" name="Freeform 208"/>
                      <wp:cNvGraphicFramePr/>
                      <a:graphic xmlns:a="http://schemas.openxmlformats.org/drawingml/2006/main">
                        <a:graphicData uri="http://schemas.microsoft.com/office/word/2010/wordprocessingShape">
                          <wps:wsp>
                            <wps:cNvSpPr/>
                            <wps:spPr>
                              <a:xfrm>
                                <a:off x="0" y="0"/>
                                <a:ext cx="94160" cy="431800"/>
                              </a:xfrm>
                              <a:custGeom>
                                <a:avLst/>
                                <a:gdLst>
                                  <a:gd name="connsiteX0" fmla="*/ 0 w 94160"/>
                                  <a:gd name="connsiteY0" fmla="*/ 0 h 431800"/>
                                  <a:gd name="connsiteX1" fmla="*/ 88900 w 94160"/>
                                  <a:gd name="connsiteY1" fmla="*/ 228600 h 431800"/>
                                  <a:gd name="connsiteX2" fmla="*/ 76200 w 94160"/>
                                  <a:gd name="connsiteY2" fmla="*/ 431800 h 431800"/>
                                </a:gdLst>
                                <a:ahLst/>
                                <a:cxnLst>
                                  <a:cxn ang="0">
                                    <a:pos x="connsiteX0" y="connsiteY0"/>
                                  </a:cxn>
                                  <a:cxn ang="0">
                                    <a:pos x="connsiteX1" y="connsiteY1"/>
                                  </a:cxn>
                                  <a:cxn ang="0">
                                    <a:pos x="connsiteX2" y="connsiteY2"/>
                                  </a:cxn>
                                </a:cxnLst>
                                <a:rect l="l" t="t" r="r" b="b"/>
                                <a:pathLst>
                                  <a:path w="94160" h="431800">
                                    <a:moveTo>
                                      <a:pt x="0" y="0"/>
                                    </a:moveTo>
                                    <a:cubicBezTo>
                                      <a:pt x="38100" y="78316"/>
                                      <a:pt x="76200" y="156633"/>
                                      <a:pt x="88900" y="228600"/>
                                    </a:cubicBezTo>
                                    <a:cubicBezTo>
                                      <a:pt x="101600" y="300567"/>
                                      <a:pt x="88900" y="366183"/>
                                      <a:pt x="76200" y="431800"/>
                                    </a:cubicBezTo>
                                  </a:path>
                                </a:pathLst>
                              </a:custGeom>
                              <a:noFill/>
                              <a:ln w="28575">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1492E21" id="Freeform 208" o:spid="_x0000_s1026" style="position:absolute;margin-left:165.45pt;margin-top:294.05pt;width:7.4pt;height:34pt;z-index:251691520;visibility:visible;mso-wrap-style:square;mso-wrap-distance-left:9pt;mso-wrap-distance-top:0;mso-wrap-distance-right:9pt;mso-wrap-distance-bottom:0;mso-position-horizontal:absolute;mso-position-horizontal-relative:text;mso-position-vertical:absolute;mso-position-vertical-relative:text;v-text-anchor:middle" coordsize="94160,431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" path="m,c38100,78316,76200,156633,88900,228600v12700,71967,,137583,-12700,203200e" filled="f" strokecolor="#002060" strokeweight="2.25pt">
                      <v:stroke joinstyle="miter"/>
                      <v:path arrowok="t" o:connecttype="custom" o:connectlocs="0,0;88900,228600;76200,431800" o:connectangles="0,0,0"/>
                    </v:shape>
                  </w:pict>
                </mc:Fallback>
              </mc:AlternateContent>
            </w:r>
            <w:r w:rsidRPr="001906A2">
              <w:rPr>
                <w:rFonts w:ascii="Arial" w:hAnsi="Arial"/>
                <w:b/>
                <w:bCs/>
                <w:noProof/>
                <w:sz w:val="18"/>
                <w:szCs w:val="20"/>
                <w:lang w:val="en-GB" w:eastAsia="en-GB"/>
              </w:rPr>
              <mc:AlternateContent>
                <mc:Choice Requires="wps">
                  <w:drawing>
                    <wp:anchor distT="0" distB="0" distL="114300" distR="114300" simplePos="0" relativeHeight="251652608" behindDoc="0" locked="0" layoutInCell="1" allowOverlap="1">
                      <wp:simplePos x="0" y="0"/>
                      <wp:positionH relativeFrom="column">
                        <wp:posOffset>1763068</wp:posOffset>
                      </wp:positionH>
                      <wp:positionV relativeFrom="paragraph">
                        <wp:posOffset>1981835</wp:posOffset>
                      </wp:positionV>
                      <wp:extent cx="93267" cy="993145"/>
                      <wp:effectExtent l="57150" t="19050" r="21590" b="16510"/>
                      <wp:wrapNone/>
                      <wp:docPr id="193" name="Freeform 3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3267" cy="993145"/>
                              </a:xfrm>
                              <a:custGeom>
                                <a:avLst/>
                                <a:gdLst>
                                  <a:gd name="T0" fmla="*/ 1008 w 1122"/>
                                  <a:gd name="T1" fmla="*/ 0 h 5808"/>
                                  <a:gd name="T2" fmla="*/ 1070 w 1122"/>
                                  <a:gd name="T3" fmla="*/ 708 h 5808"/>
                                  <a:gd name="T4" fmla="*/ 698 w 1122"/>
                                  <a:gd name="T5" fmla="*/ 1560 h 5808"/>
                                  <a:gd name="T6" fmla="*/ 96 w 1122"/>
                                  <a:gd name="T7" fmla="*/ 2592 h 5808"/>
                                  <a:gd name="T8" fmla="*/ 120 w 1122"/>
                                  <a:gd name="T9" fmla="*/ 3480 h 5808"/>
                                  <a:gd name="T10" fmla="*/ 372 w 1122"/>
                                  <a:gd name="T11" fmla="*/ 4476 h 5808"/>
                                  <a:gd name="T12" fmla="*/ 626 w 1122"/>
                                  <a:gd name="T13" fmla="*/ 5184 h 5808"/>
                                  <a:gd name="T14" fmla="*/ 722 w 1122"/>
                                  <a:gd name="T15" fmla="*/ 5556 h 5808"/>
                                  <a:gd name="T16" fmla="*/ 722 w 1122"/>
                                  <a:gd name="T17" fmla="*/ 5808 h 5808"/>
                                  <a:gd name="connsiteX0" fmla="*/ 9099 w 9099"/>
                                  <a:gd name="connsiteY0" fmla="*/ 0 h 8781"/>
                                  <a:gd name="connsiteX1" fmla="*/ 5783 w 9099"/>
                                  <a:gd name="connsiteY1" fmla="*/ 1467 h 8781"/>
                                  <a:gd name="connsiteX2" fmla="*/ 418 w 9099"/>
                                  <a:gd name="connsiteY2" fmla="*/ 3244 h 8781"/>
                                  <a:gd name="connsiteX3" fmla="*/ 632 w 9099"/>
                                  <a:gd name="connsiteY3" fmla="*/ 4773 h 8781"/>
                                  <a:gd name="connsiteX4" fmla="*/ 2878 w 9099"/>
                                  <a:gd name="connsiteY4" fmla="*/ 6488 h 8781"/>
                                  <a:gd name="connsiteX5" fmla="*/ 5141 w 9099"/>
                                  <a:gd name="connsiteY5" fmla="*/ 7707 h 8781"/>
                                  <a:gd name="connsiteX6" fmla="*/ 5997 w 9099"/>
                                  <a:gd name="connsiteY6" fmla="*/ 8347 h 8781"/>
                                  <a:gd name="connsiteX7" fmla="*/ 5997 w 9099"/>
                                  <a:gd name="connsiteY7" fmla="*/ 8781 h 8781"/>
                                  <a:gd name="connsiteX0" fmla="*/ 6356 w 6681"/>
                                  <a:gd name="connsiteY0" fmla="*/ 0 h 8329"/>
                                  <a:gd name="connsiteX1" fmla="*/ 459 w 6681"/>
                                  <a:gd name="connsiteY1" fmla="*/ 2023 h 8329"/>
                                  <a:gd name="connsiteX2" fmla="*/ 695 w 6681"/>
                                  <a:gd name="connsiteY2" fmla="*/ 3765 h 8329"/>
                                  <a:gd name="connsiteX3" fmla="*/ 3163 w 6681"/>
                                  <a:gd name="connsiteY3" fmla="*/ 5718 h 8329"/>
                                  <a:gd name="connsiteX4" fmla="*/ 5650 w 6681"/>
                                  <a:gd name="connsiteY4" fmla="*/ 7106 h 8329"/>
                                  <a:gd name="connsiteX5" fmla="*/ 6591 w 6681"/>
                                  <a:gd name="connsiteY5" fmla="*/ 7835 h 8329"/>
                                  <a:gd name="connsiteX6" fmla="*/ 6591 w 6681"/>
                                  <a:gd name="connsiteY6" fmla="*/ 8329 h 8329"/>
                                  <a:gd name="connsiteX0" fmla="*/ 687 w 10000"/>
                                  <a:gd name="connsiteY0" fmla="*/ 0 h 7571"/>
                                  <a:gd name="connsiteX1" fmla="*/ 1040 w 10000"/>
                                  <a:gd name="connsiteY1" fmla="*/ 2091 h 7571"/>
                                  <a:gd name="connsiteX2" fmla="*/ 4734 w 10000"/>
                                  <a:gd name="connsiteY2" fmla="*/ 4436 h 7571"/>
                                  <a:gd name="connsiteX3" fmla="*/ 8457 w 10000"/>
                                  <a:gd name="connsiteY3" fmla="*/ 6103 h 7571"/>
                                  <a:gd name="connsiteX4" fmla="*/ 9865 w 10000"/>
                                  <a:gd name="connsiteY4" fmla="*/ 6978 h 7571"/>
                                  <a:gd name="connsiteX5" fmla="*/ 9865 w 10000"/>
                                  <a:gd name="connsiteY5" fmla="*/ 7571 h 7571"/>
                                  <a:gd name="connsiteX0" fmla="*/ 868 w 9594"/>
                                  <a:gd name="connsiteY0" fmla="*/ 0 h 10311"/>
                                  <a:gd name="connsiteX1" fmla="*/ 634 w 9594"/>
                                  <a:gd name="connsiteY1" fmla="*/ 3073 h 10311"/>
                                  <a:gd name="connsiteX2" fmla="*/ 4328 w 9594"/>
                                  <a:gd name="connsiteY2" fmla="*/ 6170 h 10311"/>
                                  <a:gd name="connsiteX3" fmla="*/ 8051 w 9594"/>
                                  <a:gd name="connsiteY3" fmla="*/ 8372 h 10311"/>
                                  <a:gd name="connsiteX4" fmla="*/ 9459 w 9594"/>
                                  <a:gd name="connsiteY4" fmla="*/ 9528 h 10311"/>
                                  <a:gd name="connsiteX5" fmla="*/ 9459 w 9594"/>
                                  <a:gd name="connsiteY5" fmla="*/ 10311 h 10311"/>
                                  <a:gd name="connsiteX0" fmla="*/ 905 w 9859"/>
                                  <a:gd name="connsiteY0" fmla="*/ 0 h 9241"/>
                                  <a:gd name="connsiteX1" fmla="*/ 661 w 9859"/>
                                  <a:gd name="connsiteY1" fmla="*/ 2980 h 9241"/>
                                  <a:gd name="connsiteX2" fmla="*/ 4511 w 9859"/>
                                  <a:gd name="connsiteY2" fmla="*/ 5984 h 9241"/>
                                  <a:gd name="connsiteX3" fmla="*/ 8392 w 9859"/>
                                  <a:gd name="connsiteY3" fmla="*/ 8119 h 9241"/>
                                  <a:gd name="connsiteX4" fmla="*/ 9859 w 9859"/>
                                  <a:gd name="connsiteY4" fmla="*/ 9241 h 9241"/>
                                  <a:gd name="connsiteX0" fmla="*/ 918 w 8512"/>
                                  <a:gd name="connsiteY0" fmla="*/ 0 h 8786"/>
                                  <a:gd name="connsiteX1" fmla="*/ 670 w 8512"/>
                                  <a:gd name="connsiteY1" fmla="*/ 3225 h 8786"/>
                                  <a:gd name="connsiteX2" fmla="*/ 4576 w 8512"/>
                                  <a:gd name="connsiteY2" fmla="*/ 6475 h 8786"/>
                                  <a:gd name="connsiteX3" fmla="*/ 8512 w 8512"/>
                                  <a:gd name="connsiteY3" fmla="*/ 8786 h 8786"/>
                                  <a:gd name="connsiteX0" fmla="*/ 1078 w 5376"/>
                                  <a:gd name="connsiteY0" fmla="*/ 0 h 7370"/>
                                  <a:gd name="connsiteX1" fmla="*/ 787 w 5376"/>
                                  <a:gd name="connsiteY1" fmla="*/ 3671 h 7370"/>
                                  <a:gd name="connsiteX2" fmla="*/ 5376 w 5376"/>
                                  <a:gd name="connsiteY2" fmla="*/ 7370 h 7370"/>
                                  <a:gd name="connsiteX0" fmla="*/ 1751 w 4984"/>
                                  <a:gd name="connsiteY0" fmla="*/ 0 h 7883"/>
                                  <a:gd name="connsiteX1" fmla="*/ 1210 w 4984"/>
                                  <a:gd name="connsiteY1" fmla="*/ 4981 h 7883"/>
                                  <a:gd name="connsiteX2" fmla="*/ 4984 w 4984"/>
                                  <a:gd name="connsiteY2" fmla="*/ 7883 h 7883"/>
                                </a:gdLst>
                                <a:ahLst/>
                                <a:cxnLst>
                                  <a:cxn ang="0">
                                    <a:pos x="connsiteX0" y="connsiteY0"/>
                                  </a:cxn>
                                  <a:cxn ang="0">
                                    <a:pos x="connsiteX1" y="connsiteY1"/>
                                  </a:cxn>
                                  <a:cxn ang="0">
                                    <a:pos x="connsiteX2" y="connsiteY2"/>
                                  </a:cxn>
                                </a:cxnLst>
                                <a:rect l="l" t="t" r="r" b="b"/>
                                <a:pathLst>
                                  <a:path w="4984" h="7883">
                                    <a:moveTo>
                                      <a:pt x="1751" y="0"/>
                                    </a:moveTo>
                                    <a:cubicBezTo>
                                      <a:pt x="-1500" y="1613"/>
                                      <a:pt x="671" y="3667"/>
                                      <a:pt x="1210" y="4981"/>
                                    </a:cubicBezTo>
                                    <a:cubicBezTo>
                                      <a:pt x="1749" y="6295"/>
                                      <a:pt x="2136" y="6453"/>
                                      <a:pt x="4984" y="7883"/>
                                    </a:cubicBezTo>
                                  </a:path>
                                </a:pathLst>
                              </a:custGeom>
                              <a:noFill/>
                              <a:ln w="28575"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EBF929" id="Freeform 320" o:spid="_x0000_s1026" style="position:absolute;margin-left:138.8pt;margin-top:156.05pt;width:7.35pt;height:78.2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84,78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" path="m1751,c-1500,1613,671,3667,1210,4981v539,1314,926,1472,3774,2902e" filled="f" strokecolor="red" strokeweight="2.25pt">
                      <v:path arrowok="t" o:connecttype="custom" o:connectlocs="32767,0;22643,627535;93267,993145" o:connectangles="0,0,0"/>
                    </v:shape>
                  </w:pict>
                </mc:Fallback>
              </mc:AlternateContent>
            </w:r>
            <w:r w:rsidRPr="001906A2">
              <w:rPr>
                <w:rFonts w:ascii="Arial" w:hAnsi="Arial"/>
                <w:b/>
                <w:bCs/>
                <w:noProof/>
                <w:sz w:val="18"/>
                <w:szCs w:val="20"/>
                <w:lang w:val="en-GB" w:eastAsia="en-GB"/>
              </w:rPr>
              <mc:AlternateContent>
                <mc:Choice Requires="wps">
                  <w:drawing>
                    <wp:anchor distT="0" distB="0" distL="114300" distR="114300" simplePos="0" relativeHeight="251654656" behindDoc="0" locked="0" layoutInCell="1" allowOverlap="1">
                      <wp:simplePos x="0" y="0"/>
                      <wp:positionH relativeFrom="column">
                        <wp:posOffset>499745</wp:posOffset>
                      </wp:positionH>
                      <wp:positionV relativeFrom="paragraph">
                        <wp:posOffset>1861185</wp:posOffset>
                      </wp:positionV>
                      <wp:extent cx="106045" cy="2491105"/>
                      <wp:effectExtent l="38100" t="19050" r="27305" b="23495"/>
                      <wp:wrapNone/>
                      <wp:docPr id="173" name="Freeform 3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045" cy="2491105"/>
                              </a:xfrm>
                              <a:custGeom>
                                <a:avLst/>
                                <a:gdLst>
                                  <a:gd name="T0" fmla="*/ 60 w 142"/>
                                  <a:gd name="T1" fmla="*/ 0 h 3264"/>
                                  <a:gd name="T2" fmla="*/ 0 w 142"/>
                                  <a:gd name="T3" fmla="*/ 336 h 3264"/>
                                  <a:gd name="T4" fmla="*/ 60 w 142"/>
                                  <a:gd name="T5" fmla="*/ 924 h 3264"/>
                                  <a:gd name="T6" fmla="*/ 132 w 142"/>
                                  <a:gd name="T7" fmla="*/ 1968 h 3264"/>
                                  <a:gd name="T8" fmla="*/ 120 w 142"/>
                                  <a:gd name="T9" fmla="*/ 2760 h 3264"/>
                                  <a:gd name="T10" fmla="*/ 48 w 142"/>
                                  <a:gd name="T11" fmla="*/ 3264 h 3264"/>
                                  <a:gd name="connsiteX0" fmla="*/ 809 w 11828"/>
                                  <a:gd name="connsiteY0" fmla="*/ 0 h 12022"/>
                                  <a:gd name="connsiteX1" fmla="*/ 2218 w 11828"/>
                                  <a:gd name="connsiteY1" fmla="*/ 3051 h 12022"/>
                                  <a:gd name="connsiteX2" fmla="*/ 6443 w 11828"/>
                                  <a:gd name="connsiteY2" fmla="*/ 4853 h 12022"/>
                                  <a:gd name="connsiteX3" fmla="*/ 11514 w 11828"/>
                                  <a:gd name="connsiteY3" fmla="*/ 8051 h 12022"/>
                                  <a:gd name="connsiteX4" fmla="*/ 10669 w 11828"/>
                                  <a:gd name="connsiteY4" fmla="*/ 10478 h 12022"/>
                                  <a:gd name="connsiteX5" fmla="*/ 5598 w 11828"/>
                                  <a:gd name="connsiteY5" fmla="*/ 12022 h 1202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828" h="12022">
                                    <a:moveTo>
                                      <a:pt x="809" y="0"/>
                                    </a:moveTo>
                                    <a:cubicBezTo>
                                      <a:pt x="-1303" y="279"/>
                                      <a:pt x="1279" y="2242"/>
                                      <a:pt x="2218" y="3051"/>
                                    </a:cubicBezTo>
                                    <a:cubicBezTo>
                                      <a:pt x="3157" y="3860"/>
                                      <a:pt x="4894" y="4020"/>
                                      <a:pt x="6443" y="4853"/>
                                    </a:cubicBezTo>
                                    <a:cubicBezTo>
                                      <a:pt x="7993" y="5686"/>
                                      <a:pt x="10810" y="7114"/>
                                      <a:pt x="11514" y="8051"/>
                                    </a:cubicBezTo>
                                    <a:cubicBezTo>
                                      <a:pt x="12218" y="8989"/>
                                      <a:pt x="11655" y="9816"/>
                                      <a:pt x="10669" y="10478"/>
                                    </a:cubicBezTo>
                                    <a:cubicBezTo>
                                      <a:pt x="9683" y="11140"/>
                                      <a:pt x="7641" y="11581"/>
                                      <a:pt x="5598" y="12022"/>
                                    </a:cubicBezTo>
                                  </a:path>
                                </a:pathLst>
                              </a:custGeom>
                              <a:noFill/>
                              <a:ln w="28575" cmpd="sng">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613129" id="Freeform 322" o:spid="_x0000_s1026" style="position:absolute;margin-left:39.35pt;margin-top:146.55pt;width:8.35pt;height:196.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28,12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" path="m809,v-2112,279,470,2242,1409,3051c3157,3860,4894,4020,6443,4853v1550,833,4367,2261,5071,3198c12218,8989,11655,9816,10669,10478v-986,662,-3028,1103,-5071,1544e" filled="f" strokecolor="navy" strokeweight="2.25pt">
                      <v:path arrowok="t" o:connecttype="custom" o:connectlocs="7253,0;19886,632204;57765,1005601;103230,1668265;95654,2171169;50189,2491105" o:connectangles="0,0,0,0,0,0"/>
                    </v:shape>
                  </w:pict>
                </mc:Fallback>
              </mc:AlternateContent>
            </w:r>
            <w:r w:rsidRPr="001906A2">
              <w:rPr>
                <w:rFonts w:ascii="Arial" w:hAnsi="Arial"/>
                <w:b/>
                <w:bCs/>
                <w:noProof/>
                <w:sz w:val="18"/>
                <w:szCs w:val="20"/>
                <w:lang w:val="en-GB" w:eastAsia="en-GB"/>
              </w:rPr>
              <mc:AlternateContent>
                <mc:Choice Requires="wps">
                  <w:drawing>
                    <wp:anchor distT="0" distB="0" distL="114300" distR="114300" simplePos="0" relativeHeight="251653632" behindDoc="0" locked="0" layoutInCell="1" allowOverlap="1">
                      <wp:simplePos x="0" y="0"/>
                      <wp:positionH relativeFrom="column">
                        <wp:posOffset>5616575</wp:posOffset>
                      </wp:positionH>
                      <wp:positionV relativeFrom="paragraph">
                        <wp:posOffset>1828800</wp:posOffset>
                      </wp:positionV>
                      <wp:extent cx="113030" cy="2482850"/>
                      <wp:effectExtent l="19050" t="19050" r="39370" b="12700"/>
                      <wp:wrapNone/>
                      <wp:docPr id="136" name="Freeform 3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3030" cy="2482850"/>
                              </a:xfrm>
                              <a:custGeom>
                                <a:avLst/>
                                <a:gdLst>
                                  <a:gd name="T0" fmla="*/ 80 w 152"/>
                                  <a:gd name="T1" fmla="*/ 0 h 3240"/>
                                  <a:gd name="T2" fmla="*/ 152 w 152"/>
                                  <a:gd name="T3" fmla="*/ 252 h 3240"/>
                                  <a:gd name="T4" fmla="*/ 80 w 152"/>
                                  <a:gd name="T5" fmla="*/ 1008 h 3240"/>
                                  <a:gd name="T6" fmla="*/ 8 w 152"/>
                                  <a:gd name="T7" fmla="*/ 1896 h 3240"/>
                                  <a:gd name="T8" fmla="*/ 32 w 152"/>
                                  <a:gd name="T9" fmla="*/ 2820 h 3240"/>
                                  <a:gd name="T10" fmla="*/ 92 w 152"/>
                                  <a:gd name="T11" fmla="*/ 3240 h 3240"/>
                                  <a:gd name="connsiteX0" fmla="*/ 10788 w 11763"/>
                                  <a:gd name="connsiteY0" fmla="*/ 0 h 12068"/>
                                  <a:gd name="connsiteX1" fmla="*/ 9604 w 11763"/>
                                  <a:gd name="connsiteY1" fmla="*/ 2846 h 12068"/>
                                  <a:gd name="connsiteX2" fmla="*/ 4867 w 11763"/>
                                  <a:gd name="connsiteY2" fmla="*/ 5179 h 12068"/>
                                  <a:gd name="connsiteX3" fmla="*/ 130 w 11763"/>
                                  <a:gd name="connsiteY3" fmla="*/ 7920 h 12068"/>
                                  <a:gd name="connsiteX4" fmla="*/ 1709 w 11763"/>
                                  <a:gd name="connsiteY4" fmla="*/ 10772 h 12068"/>
                                  <a:gd name="connsiteX5" fmla="*/ 5657 w 11763"/>
                                  <a:gd name="connsiteY5" fmla="*/ 12068 h 1206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11763" h="12068">
                                    <a:moveTo>
                                      <a:pt x="10788" y="0"/>
                                    </a:moveTo>
                                    <a:cubicBezTo>
                                      <a:pt x="13157" y="130"/>
                                      <a:pt x="10591" y="1983"/>
                                      <a:pt x="9604" y="2846"/>
                                    </a:cubicBezTo>
                                    <a:cubicBezTo>
                                      <a:pt x="8617" y="3709"/>
                                      <a:pt x="6446" y="4333"/>
                                      <a:pt x="4867" y="5179"/>
                                    </a:cubicBezTo>
                                    <a:cubicBezTo>
                                      <a:pt x="3288" y="6025"/>
                                      <a:pt x="657" y="6988"/>
                                      <a:pt x="130" y="7920"/>
                                    </a:cubicBezTo>
                                    <a:cubicBezTo>
                                      <a:pt x="-396" y="8852"/>
                                      <a:pt x="788" y="10080"/>
                                      <a:pt x="1709" y="10772"/>
                                    </a:cubicBezTo>
                                    <a:cubicBezTo>
                                      <a:pt x="2630" y="11463"/>
                                      <a:pt x="4143" y="11766"/>
                                      <a:pt x="5657" y="12068"/>
                                    </a:cubicBezTo>
                                  </a:path>
                                </a:pathLst>
                              </a:custGeom>
                              <a:noFill/>
                              <a:ln w="28575" cmpd="sng">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3643CF" id="Freeform 321" o:spid="_x0000_s1026" style="position:absolute;margin-left:442.25pt;margin-top:2in;width:8.9pt;height:195.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763,12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" path="m10788,v2369,130,-197,1983,-1184,2846c8617,3709,6446,4333,4867,5179,3288,6025,657,6988,130,7920v-526,932,658,2160,1579,2852c2630,11463,4143,11766,5657,12068e" filled="f" strokecolor="navy" strokeweight="2.25pt">
                      <v:path arrowok="t" o:connecttype="custom" o:connectlocs="103661,0;92284,585531;46767,1065519;1249,1629447;16422,2216213;54358,2482850" o:connectangles="0,0,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84352" behindDoc="0" locked="0" layoutInCell="1" allowOverlap="1">
                      <wp:simplePos x="0" y="0"/>
                      <wp:positionH relativeFrom="column">
                        <wp:posOffset>4037965</wp:posOffset>
                      </wp:positionH>
                      <wp:positionV relativeFrom="paragraph">
                        <wp:posOffset>3029585</wp:posOffset>
                      </wp:positionV>
                      <wp:extent cx="323850" cy="768350"/>
                      <wp:effectExtent l="19050" t="19050" r="19050" b="12700"/>
                      <wp:wrapNone/>
                      <wp:docPr id="161" name="Freeform 161"/>
                      <wp:cNvGraphicFramePr/>
                      <a:graphic xmlns:a="http://schemas.openxmlformats.org/drawingml/2006/main">
                        <a:graphicData uri="http://schemas.microsoft.com/office/word/2010/wordprocessingShape">
                          <wps:wsp>
                            <wps:cNvSpPr/>
                            <wps:spPr>
                              <a:xfrm>
                                <a:off x="0" y="0"/>
                                <a:ext cx="323850" cy="768350"/>
                              </a:xfrm>
                              <a:custGeom>
                                <a:avLst/>
                                <a:gdLst>
                                  <a:gd name="connsiteX0" fmla="*/ 330200 w 330200"/>
                                  <a:gd name="connsiteY0" fmla="*/ 0 h 723900"/>
                                  <a:gd name="connsiteX1" fmla="*/ 298450 w 330200"/>
                                  <a:gd name="connsiteY1" fmla="*/ 273050 h 723900"/>
                                  <a:gd name="connsiteX2" fmla="*/ 196850 w 330200"/>
                                  <a:gd name="connsiteY2" fmla="*/ 609600 h 723900"/>
                                  <a:gd name="connsiteX3" fmla="*/ 0 w 330200"/>
                                  <a:gd name="connsiteY3" fmla="*/ 723900 h 723900"/>
                                  <a:gd name="connsiteX0" fmla="*/ 323850 w 323850"/>
                                  <a:gd name="connsiteY0" fmla="*/ 0 h 768350"/>
                                  <a:gd name="connsiteX1" fmla="*/ 298450 w 323850"/>
                                  <a:gd name="connsiteY1" fmla="*/ 317500 h 768350"/>
                                  <a:gd name="connsiteX2" fmla="*/ 196850 w 323850"/>
                                  <a:gd name="connsiteY2" fmla="*/ 654050 h 768350"/>
                                  <a:gd name="connsiteX3" fmla="*/ 0 w 323850"/>
                                  <a:gd name="connsiteY3" fmla="*/ 768350 h 768350"/>
                                </a:gdLst>
                                <a:ahLst/>
                                <a:cxnLst>
                                  <a:cxn ang="0">
                                    <a:pos x="connsiteX0" y="connsiteY0"/>
                                  </a:cxn>
                                  <a:cxn ang="0">
                                    <a:pos x="connsiteX1" y="connsiteY1"/>
                                  </a:cxn>
                                  <a:cxn ang="0">
                                    <a:pos x="connsiteX2" y="connsiteY2"/>
                                  </a:cxn>
                                  <a:cxn ang="0">
                                    <a:pos x="connsiteX3" y="connsiteY3"/>
                                  </a:cxn>
                                </a:cxnLst>
                                <a:rect l="l" t="t" r="r" b="b"/>
                                <a:pathLst>
                                  <a:path w="323850" h="768350">
                                    <a:moveTo>
                                      <a:pt x="323850" y="0"/>
                                    </a:moveTo>
                                    <a:cubicBezTo>
                                      <a:pt x="319087" y="85725"/>
                                      <a:pt x="319617" y="208492"/>
                                      <a:pt x="298450" y="317500"/>
                                    </a:cubicBezTo>
                                    <a:cubicBezTo>
                                      <a:pt x="277283" y="426508"/>
                                      <a:pt x="246592" y="578908"/>
                                      <a:pt x="196850" y="654050"/>
                                    </a:cubicBezTo>
                                    <a:cubicBezTo>
                                      <a:pt x="147108" y="729192"/>
                                      <a:pt x="73554" y="748771"/>
                                      <a:pt x="0" y="768350"/>
                                    </a:cubicBezTo>
                                  </a:path>
                                </a:pathLst>
                              </a:cu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BFFAAA" id="Freeform 161" o:spid="_x0000_s1026" style="position:absolute;margin-left:317.95pt;margin-top:238.55pt;width:25.5pt;height:60.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323850,768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" path="m323850,v-4763,85725,-4233,208492,-25400,317500c277283,426508,246592,578908,196850,654050,147108,729192,73554,748771,,768350e" filled="f" strokecolor="red" strokeweight="2.25pt">
                      <v:stroke joinstyle="miter"/>
                      <v:path arrowok="t" o:connecttype="custom" o:connectlocs="323850,0;298450,317500;196850,654050;0,768350" o:connectangles="0,0,0,0"/>
                    </v:shape>
                  </w:pict>
                </mc:Fallback>
              </mc:AlternateContent>
            </w:r>
            <w:r>
              <w:rPr>
                <w:noProof/>
                <w:lang w:val="en-GB" w:eastAsia="en-GB"/>
              </w:rPr>
              <mc:AlternateContent>
                <mc:Choice Requires="wps">
                  <w:drawing>
                    <wp:anchor distT="0" distB="0" distL="114300" distR="114300" simplePos="0" relativeHeight="251689472" behindDoc="0" locked="0" layoutInCell="1" allowOverlap="1" wp14:anchorId="7E384AC4" wp14:editId="50994719">
                      <wp:simplePos x="0" y="0"/>
                      <wp:positionH relativeFrom="column">
                        <wp:posOffset>4057650</wp:posOffset>
                      </wp:positionH>
                      <wp:positionV relativeFrom="paragraph">
                        <wp:posOffset>3058795</wp:posOffset>
                      </wp:positionV>
                      <wp:extent cx="90805" cy="90805"/>
                      <wp:effectExtent l="11430" t="11430" r="12065" b="12065"/>
                      <wp:wrapNone/>
                      <wp:docPr id="205" name="Flowchart: Summing Junction 2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BD274" id="Flowchart: Summing Junction 205" o:spid="_x0000_s1026" type="#_x0000_t123" style="position:absolute;margin-left:319.5pt;margin-top:240.85pt;width:7.15pt;height:7.1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"/>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86400" behindDoc="0" locked="0" layoutInCell="1" allowOverlap="1">
                      <wp:simplePos x="0" y="0"/>
                      <wp:positionH relativeFrom="column">
                        <wp:posOffset>4022090</wp:posOffset>
                      </wp:positionH>
                      <wp:positionV relativeFrom="paragraph">
                        <wp:posOffset>3778885</wp:posOffset>
                      </wp:positionV>
                      <wp:extent cx="66607" cy="450850"/>
                      <wp:effectExtent l="19050" t="19050" r="10160" b="25400"/>
                      <wp:wrapNone/>
                      <wp:docPr id="202" name="Freeform 202"/>
                      <wp:cNvGraphicFramePr/>
                      <a:graphic xmlns:a="http://schemas.openxmlformats.org/drawingml/2006/main">
                        <a:graphicData uri="http://schemas.microsoft.com/office/word/2010/wordprocessingShape">
                          <wps:wsp>
                            <wps:cNvSpPr/>
                            <wps:spPr>
                              <a:xfrm>
                                <a:off x="0" y="0"/>
                                <a:ext cx="66607" cy="450850"/>
                              </a:xfrm>
                              <a:custGeom>
                                <a:avLst/>
                                <a:gdLst>
                                  <a:gd name="connsiteX0" fmla="*/ 41207 w 66607"/>
                                  <a:gd name="connsiteY0" fmla="*/ 0 h 450850"/>
                                  <a:gd name="connsiteX1" fmla="*/ 3107 w 66607"/>
                                  <a:gd name="connsiteY1" fmla="*/ 177800 h 450850"/>
                                  <a:gd name="connsiteX2" fmla="*/ 9457 w 66607"/>
                                  <a:gd name="connsiteY2" fmla="*/ 342900 h 450850"/>
                                  <a:gd name="connsiteX3" fmla="*/ 66607 w 66607"/>
                                  <a:gd name="connsiteY3" fmla="*/ 450850 h 450850"/>
                                </a:gdLst>
                                <a:ahLst/>
                                <a:cxnLst>
                                  <a:cxn ang="0">
                                    <a:pos x="connsiteX0" y="connsiteY0"/>
                                  </a:cxn>
                                  <a:cxn ang="0">
                                    <a:pos x="connsiteX1" y="connsiteY1"/>
                                  </a:cxn>
                                  <a:cxn ang="0">
                                    <a:pos x="connsiteX2" y="connsiteY2"/>
                                  </a:cxn>
                                  <a:cxn ang="0">
                                    <a:pos x="connsiteX3" y="connsiteY3"/>
                                  </a:cxn>
                                </a:cxnLst>
                                <a:rect l="l" t="t" r="r" b="b"/>
                                <a:pathLst>
                                  <a:path w="66607" h="450850">
                                    <a:moveTo>
                                      <a:pt x="41207" y="0"/>
                                    </a:moveTo>
                                    <a:cubicBezTo>
                                      <a:pt x="24803" y="60325"/>
                                      <a:pt x="8399" y="120650"/>
                                      <a:pt x="3107" y="177800"/>
                                    </a:cubicBezTo>
                                    <a:cubicBezTo>
                                      <a:pt x="-2185" y="234950"/>
                                      <a:pt x="-1126" y="297392"/>
                                      <a:pt x="9457" y="342900"/>
                                    </a:cubicBezTo>
                                    <a:cubicBezTo>
                                      <a:pt x="20040" y="388408"/>
                                      <a:pt x="43323" y="419629"/>
                                      <a:pt x="66607" y="450850"/>
                                    </a:cubicBezTo>
                                  </a:path>
                                </a:pathLst>
                              </a:cu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C937272" id="Freeform 202" o:spid="_x0000_s1026" style="position:absolute;margin-left:316.7pt;margin-top:297.55pt;width:5.25pt;height:35.5pt;z-index:251686400;visibility:visible;mso-wrap-style:square;mso-wrap-distance-left:9pt;mso-wrap-distance-top:0;mso-wrap-distance-right:9pt;mso-wrap-distance-bottom:0;mso-position-horizontal:absolute;mso-position-horizontal-relative:text;mso-position-vertical:absolute;mso-position-vertical-relative:text;v-text-anchor:middle" coordsize="66607,450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" path="m41207,c24803,60325,8399,120650,3107,177800v-5292,57150,-4233,119592,6350,165100c20040,388408,43323,419629,66607,450850e" filled="f" strokecolor="red" strokeweight="2.25pt">
                      <v:stroke joinstyle="miter"/>
                      <v:path arrowok="t" o:connecttype="custom" o:connectlocs="41207,0;3107,177800;9457,342900;66607,450850" o:connectangles="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85376" behindDoc="0" locked="0" layoutInCell="1" allowOverlap="1">
                      <wp:simplePos x="0" y="0"/>
                      <wp:positionH relativeFrom="column">
                        <wp:posOffset>4057015</wp:posOffset>
                      </wp:positionH>
                      <wp:positionV relativeFrom="paragraph">
                        <wp:posOffset>2788285</wp:posOffset>
                      </wp:positionV>
                      <wp:extent cx="228600" cy="1016000"/>
                      <wp:effectExtent l="0" t="0" r="19050" b="12700"/>
                      <wp:wrapNone/>
                      <wp:docPr id="162" name="Freeform 162"/>
                      <wp:cNvGraphicFramePr/>
                      <a:graphic xmlns:a="http://schemas.openxmlformats.org/drawingml/2006/main">
                        <a:graphicData uri="http://schemas.microsoft.com/office/word/2010/wordprocessingShape">
                          <wps:wsp>
                            <wps:cNvSpPr/>
                            <wps:spPr>
                              <a:xfrm>
                                <a:off x="0" y="0"/>
                                <a:ext cx="228600" cy="1016000"/>
                              </a:xfrm>
                              <a:custGeom>
                                <a:avLst/>
                                <a:gdLst>
                                  <a:gd name="connsiteX0" fmla="*/ 228600 w 228600"/>
                                  <a:gd name="connsiteY0" fmla="*/ 0 h 1016000"/>
                                  <a:gd name="connsiteX1" fmla="*/ 63500 w 228600"/>
                                  <a:gd name="connsiteY1" fmla="*/ 692150 h 1016000"/>
                                  <a:gd name="connsiteX2" fmla="*/ 0 w 228600"/>
                                  <a:gd name="connsiteY2" fmla="*/ 1016000 h 1016000"/>
                                </a:gdLst>
                                <a:ahLst/>
                                <a:cxnLst>
                                  <a:cxn ang="0">
                                    <a:pos x="connsiteX0" y="connsiteY0"/>
                                  </a:cxn>
                                  <a:cxn ang="0">
                                    <a:pos x="connsiteX1" y="connsiteY1"/>
                                  </a:cxn>
                                  <a:cxn ang="0">
                                    <a:pos x="connsiteX2" y="connsiteY2"/>
                                  </a:cxn>
                                </a:cxnLst>
                                <a:rect l="l" t="t" r="r" b="b"/>
                                <a:pathLst>
                                  <a:path w="228600" h="1016000">
                                    <a:moveTo>
                                      <a:pt x="228600" y="0"/>
                                    </a:moveTo>
                                    <a:cubicBezTo>
                                      <a:pt x="165100" y="261408"/>
                                      <a:pt x="101600" y="522817"/>
                                      <a:pt x="63500" y="692150"/>
                                    </a:cubicBezTo>
                                    <a:cubicBezTo>
                                      <a:pt x="25400" y="861483"/>
                                      <a:pt x="12700" y="938741"/>
                                      <a:pt x="0" y="1016000"/>
                                    </a:cubicBezTo>
                                  </a:path>
                                </a:pathLst>
                              </a:custGeom>
                              <a:noFill/>
                              <a:ln w="19050">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4284483" id="Freeform 162" o:spid="_x0000_s1026" style="position:absolute;margin-left:319.45pt;margin-top:219.55pt;width:18pt;height:80pt;z-index:251685376;visibility:visible;mso-wrap-style:square;mso-wrap-distance-left:9pt;mso-wrap-distance-top:0;mso-wrap-distance-right:9pt;mso-wrap-distance-bottom:0;mso-position-horizontal:absolute;mso-position-horizontal-relative:text;mso-position-vertical:absolute;mso-position-vertical-relative:text;v-text-anchor:middle" coordsize="228600,101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" path="m228600,c165100,261408,101600,522817,63500,692150,25400,861483,12700,938741,,1016000e" filled="f" strokecolor="#002060" strokeweight="1.5pt">
                      <v:stroke joinstyle="miter"/>
                      <v:path arrowok="t" o:connecttype="custom" o:connectlocs="228600,0;63500,692150;0,1016000" o:connectangles="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83328" behindDoc="0" locked="0" layoutInCell="1" allowOverlap="1">
                      <wp:simplePos x="0" y="0"/>
                      <wp:positionH relativeFrom="column">
                        <wp:posOffset>4101465</wp:posOffset>
                      </wp:positionH>
                      <wp:positionV relativeFrom="paragraph">
                        <wp:posOffset>2775585</wp:posOffset>
                      </wp:positionV>
                      <wp:extent cx="282148" cy="342900"/>
                      <wp:effectExtent l="0" t="19050" r="22860" b="19050"/>
                      <wp:wrapNone/>
                      <wp:docPr id="160" name="Freeform 160"/>
                      <wp:cNvGraphicFramePr/>
                      <a:graphic xmlns:a="http://schemas.openxmlformats.org/drawingml/2006/main">
                        <a:graphicData uri="http://schemas.microsoft.com/office/word/2010/wordprocessingShape">
                          <wps:wsp>
                            <wps:cNvSpPr/>
                            <wps:spPr>
                              <a:xfrm>
                                <a:off x="0" y="0"/>
                                <a:ext cx="282148" cy="342900"/>
                              </a:xfrm>
                              <a:custGeom>
                                <a:avLst/>
                                <a:gdLst>
                                  <a:gd name="connsiteX0" fmla="*/ 190500 w 282148"/>
                                  <a:gd name="connsiteY0" fmla="*/ 0 h 342900"/>
                                  <a:gd name="connsiteX1" fmla="*/ 279400 w 282148"/>
                                  <a:gd name="connsiteY1" fmla="*/ 152400 h 342900"/>
                                  <a:gd name="connsiteX2" fmla="*/ 234950 w 282148"/>
                                  <a:gd name="connsiteY2" fmla="*/ 311150 h 342900"/>
                                  <a:gd name="connsiteX3" fmla="*/ 0 w 282148"/>
                                  <a:gd name="connsiteY3" fmla="*/ 342900 h 342900"/>
                                </a:gdLst>
                                <a:ahLst/>
                                <a:cxnLst>
                                  <a:cxn ang="0">
                                    <a:pos x="connsiteX0" y="connsiteY0"/>
                                  </a:cxn>
                                  <a:cxn ang="0">
                                    <a:pos x="connsiteX1" y="connsiteY1"/>
                                  </a:cxn>
                                  <a:cxn ang="0">
                                    <a:pos x="connsiteX2" y="connsiteY2"/>
                                  </a:cxn>
                                  <a:cxn ang="0">
                                    <a:pos x="connsiteX3" y="connsiteY3"/>
                                  </a:cxn>
                                </a:cxnLst>
                                <a:rect l="l" t="t" r="r" b="b"/>
                                <a:pathLst>
                                  <a:path w="282148" h="342900">
                                    <a:moveTo>
                                      <a:pt x="190500" y="0"/>
                                    </a:moveTo>
                                    <a:cubicBezTo>
                                      <a:pt x="231246" y="50271"/>
                                      <a:pt x="271992" y="100542"/>
                                      <a:pt x="279400" y="152400"/>
                                    </a:cubicBezTo>
                                    <a:cubicBezTo>
                                      <a:pt x="286808" y="204258"/>
                                      <a:pt x="281517" y="279400"/>
                                      <a:pt x="234950" y="311150"/>
                                    </a:cubicBezTo>
                                    <a:cubicBezTo>
                                      <a:pt x="188383" y="342900"/>
                                      <a:pt x="94191" y="342900"/>
                                      <a:pt x="0" y="342900"/>
                                    </a:cubicBezTo>
                                  </a:path>
                                </a:pathLst>
                              </a:cu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A1D3C04" id="Freeform 160" o:spid="_x0000_s1026" style="position:absolute;margin-left:322.95pt;margin-top:218.55pt;width:22.2pt;height:27pt;z-index:251683328;visibility:visible;mso-wrap-style:square;mso-wrap-distance-left:9pt;mso-wrap-distance-top:0;mso-wrap-distance-right:9pt;mso-wrap-distance-bottom:0;mso-position-horizontal:absolute;mso-position-horizontal-relative:text;mso-position-vertical:absolute;mso-position-vertical-relative:text;v-text-anchor:middle" coordsize="282148,34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" path="m190500,v40746,50271,81492,100542,88900,152400c286808,204258,281517,279400,234950,311150,188383,342900,94191,342900,,342900e" filled="f" strokecolor="red" strokeweight="2.25pt">
                      <v:stroke joinstyle="miter"/>
                      <v:path arrowok="t" o:connecttype="custom" o:connectlocs="190500,0;279400,152400;234950,311150;0,342900" o:connectangles="0,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82304" behindDoc="0" locked="0" layoutInCell="1" allowOverlap="1">
                      <wp:simplePos x="0" y="0"/>
                      <wp:positionH relativeFrom="column">
                        <wp:posOffset>4291965</wp:posOffset>
                      </wp:positionH>
                      <wp:positionV relativeFrom="paragraph">
                        <wp:posOffset>2483485</wp:posOffset>
                      </wp:positionV>
                      <wp:extent cx="63500" cy="292100"/>
                      <wp:effectExtent l="19050" t="19050" r="12700" b="12700"/>
                      <wp:wrapNone/>
                      <wp:docPr id="159" name="Freeform 159"/>
                      <wp:cNvGraphicFramePr/>
                      <a:graphic xmlns:a="http://schemas.openxmlformats.org/drawingml/2006/main">
                        <a:graphicData uri="http://schemas.microsoft.com/office/word/2010/wordprocessingShape">
                          <wps:wsp>
                            <wps:cNvSpPr/>
                            <wps:spPr>
                              <a:xfrm>
                                <a:off x="0" y="0"/>
                                <a:ext cx="63500" cy="292100"/>
                              </a:xfrm>
                              <a:custGeom>
                                <a:avLst/>
                                <a:gdLst>
                                  <a:gd name="connsiteX0" fmla="*/ 63500 w 63500"/>
                                  <a:gd name="connsiteY0" fmla="*/ 0 h 292100"/>
                                  <a:gd name="connsiteX1" fmla="*/ 0 w 63500"/>
                                  <a:gd name="connsiteY1" fmla="*/ 292100 h 292100"/>
                                </a:gdLst>
                                <a:ahLst/>
                                <a:cxnLst>
                                  <a:cxn ang="0">
                                    <a:pos x="connsiteX0" y="connsiteY0"/>
                                  </a:cxn>
                                  <a:cxn ang="0">
                                    <a:pos x="connsiteX1" y="connsiteY1"/>
                                  </a:cxn>
                                </a:cxnLst>
                                <a:rect l="l" t="t" r="r" b="b"/>
                                <a:pathLst>
                                  <a:path w="63500" h="292100">
                                    <a:moveTo>
                                      <a:pt x="63500" y="0"/>
                                    </a:moveTo>
                                    <a:lnTo>
                                      <a:pt x="0" y="292100"/>
                                    </a:lnTo>
                                  </a:path>
                                </a:pathLst>
                              </a:cu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5DC0DB7" id="Freeform 159" o:spid="_x0000_s1026" style="position:absolute;margin-left:337.95pt;margin-top:195.55pt;width:5pt;height:23pt;z-index:251682304;visibility:visible;mso-wrap-style:square;mso-wrap-distance-left:9pt;mso-wrap-distance-top:0;mso-wrap-distance-right:9pt;mso-wrap-distance-bottom:0;mso-position-horizontal:absolute;mso-position-horizontal-relative:text;mso-position-vertical:absolute;mso-position-vertical-relative:text;v-text-anchor:middle" coordsize="63500,292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" path="m63500,l,292100e" filled="f" strokecolor="red" strokeweight="2.25pt">
                      <v:stroke joinstyle="miter"/>
                      <v:path arrowok="t" o:connecttype="custom" o:connectlocs="63500,0;0,292100" o:connectangles="0,0"/>
                    </v:shape>
                  </w:pict>
                </mc:Fallback>
              </mc:AlternateContent>
            </w:r>
            <w:r w:rsidRPr="001906A2">
              <w:rPr>
                <w:rFonts w:ascii="Arial" w:hAnsi="Arial"/>
                <w:b/>
                <w:bCs/>
                <w:noProof/>
                <w:sz w:val="18"/>
                <w:szCs w:val="20"/>
                <w:lang w:val="en-GB" w:eastAsia="en-GB"/>
              </w:rPr>
              <mc:AlternateContent>
                <mc:Choice Requires="wps">
                  <w:drawing>
                    <wp:anchor distT="0" distB="0" distL="114300" distR="114300" simplePos="0" relativeHeight="251655680" behindDoc="0" locked="0" layoutInCell="1" allowOverlap="1">
                      <wp:simplePos x="0" y="0"/>
                      <wp:positionH relativeFrom="column">
                        <wp:posOffset>3917314</wp:posOffset>
                      </wp:positionH>
                      <wp:positionV relativeFrom="paragraph">
                        <wp:posOffset>1213484</wp:posOffset>
                      </wp:positionV>
                      <wp:extent cx="491591" cy="795927"/>
                      <wp:effectExtent l="19050" t="19050" r="22860" b="23495"/>
                      <wp:wrapNone/>
                      <wp:docPr id="20" name="Freeform 3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1591" cy="795927"/>
                              </a:xfrm>
                              <a:custGeom>
                                <a:avLst/>
                                <a:gdLst>
                                  <a:gd name="T0" fmla="*/ 143 w 1036"/>
                                  <a:gd name="T1" fmla="*/ 0 h 5840"/>
                                  <a:gd name="T2" fmla="*/ 39 w 1036"/>
                                  <a:gd name="T3" fmla="*/ 272 h 5840"/>
                                  <a:gd name="T4" fmla="*/ 31 w 1036"/>
                                  <a:gd name="T5" fmla="*/ 816 h 5840"/>
                                  <a:gd name="T6" fmla="*/ 223 w 1036"/>
                                  <a:gd name="T7" fmla="*/ 1376 h 5840"/>
                                  <a:gd name="T8" fmla="*/ 759 w 1036"/>
                                  <a:gd name="T9" fmla="*/ 2200 h 5840"/>
                                  <a:gd name="T10" fmla="*/ 983 w 1036"/>
                                  <a:gd name="T11" fmla="*/ 2664 h 5840"/>
                                  <a:gd name="T12" fmla="*/ 1031 w 1036"/>
                                  <a:gd name="T13" fmla="*/ 3032 h 5840"/>
                                  <a:gd name="T14" fmla="*/ 951 w 1036"/>
                                  <a:gd name="T15" fmla="*/ 3600 h 5840"/>
                                  <a:gd name="T16" fmla="*/ 751 w 1036"/>
                                  <a:gd name="T17" fmla="*/ 4504 h 5840"/>
                                  <a:gd name="T18" fmla="*/ 495 w 1036"/>
                                  <a:gd name="T19" fmla="*/ 5176 h 5840"/>
                                  <a:gd name="T20" fmla="*/ 399 w 1036"/>
                                  <a:gd name="T21" fmla="*/ 5592 h 5840"/>
                                  <a:gd name="T22" fmla="*/ 391 w 1036"/>
                                  <a:gd name="T23" fmla="*/ 5840 h 5840"/>
                                  <a:gd name="connsiteX0" fmla="*/ 233 w 9821"/>
                                  <a:gd name="connsiteY0" fmla="*/ 0 h 9534"/>
                                  <a:gd name="connsiteX1" fmla="*/ 156 w 9821"/>
                                  <a:gd name="connsiteY1" fmla="*/ 931 h 9534"/>
                                  <a:gd name="connsiteX2" fmla="*/ 2010 w 9821"/>
                                  <a:gd name="connsiteY2" fmla="*/ 1890 h 9534"/>
                                  <a:gd name="connsiteX3" fmla="*/ 7183 w 9821"/>
                                  <a:gd name="connsiteY3" fmla="*/ 3301 h 9534"/>
                                  <a:gd name="connsiteX4" fmla="*/ 9345 w 9821"/>
                                  <a:gd name="connsiteY4" fmla="*/ 4096 h 9534"/>
                                  <a:gd name="connsiteX5" fmla="*/ 9809 w 9821"/>
                                  <a:gd name="connsiteY5" fmla="*/ 4726 h 9534"/>
                                  <a:gd name="connsiteX6" fmla="*/ 9037 w 9821"/>
                                  <a:gd name="connsiteY6" fmla="*/ 5698 h 9534"/>
                                  <a:gd name="connsiteX7" fmla="*/ 7106 w 9821"/>
                                  <a:gd name="connsiteY7" fmla="*/ 7246 h 9534"/>
                                  <a:gd name="connsiteX8" fmla="*/ 4635 w 9821"/>
                                  <a:gd name="connsiteY8" fmla="*/ 8397 h 9534"/>
                                  <a:gd name="connsiteX9" fmla="*/ 3708 w 9821"/>
                                  <a:gd name="connsiteY9" fmla="*/ 9109 h 9534"/>
                                  <a:gd name="connsiteX10" fmla="*/ 3631 w 9821"/>
                                  <a:gd name="connsiteY10" fmla="*/ 9534 h 9534"/>
                                  <a:gd name="connsiteX0" fmla="*/ 0 w 9841"/>
                                  <a:gd name="connsiteY0" fmla="*/ 0 h 9023"/>
                                  <a:gd name="connsiteX1" fmla="*/ 1888 w 9841"/>
                                  <a:gd name="connsiteY1" fmla="*/ 1005 h 9023"/>
                                  <a:gd name="connsiteX2" fmla="*/ 7155 w 9841"/>
                                  <a:gd name="connsiteY2" fmla="*/ 2485 h 9023"/>
                                  <a:gd name="connsiteX3" fmla="*/ 9356 w 9841"/>
                                  <a:gd name="connsiteY3" fmla="*/ 3319 h 9023"/>
                                  <a:gd name="connsiteX4" fmla="*/ 9829 w 9841"/>
                                  <a:gd name="connsiteY4" fmla="*/ 3980 h 9023"/>
                                  <a:gd name="connsiteX5" fmla="*/ 9043 w 9841"/>
                                  <a:gd name="connsiteY5" fmla="*/ 5000 h 9023"/>
                                  <a:gd name="connsiteX6" fmla="*/ 7077 w 9841"/>
                                  <a:gd name="connsiteY6" fmla="*/ 6623 h 9023"/>
                                  <a:gd name="connsiteX7" fmla="*/ 4560 w 9841"/>
                                  <a:gd name="connsiteY7" fmla="*/ 7830 h 9023"/>
                                  <a:gd name="connsiteX8" fmla="*/ 3617 w 9841"/>
                                  <a:gd name="connsiteY8" fmla="*/ 8577 h 9023"/>
                                  <a:gd name="connsiteX9" fmla="*/ 3538 w 9841"/>
                                  <a:gd name="connsiteY9" fmla="*/ 9023 h 9023"/>
                                  <a:gd name="connsiteX0" fmla="*/ 3303 w 8103"/>
                                  <a:gd name="connsiteY0" fmla="*/ 0 h 10159"/>
                                  <a:gd name="connsiteX1" fmla="*/ 22 w 8103"/>
                                  <a:gd name="connsiteY1" fmla="*/ 1273 h 10159"/>
                                  <a:gd name="connsiteX2" fmla="*/ 5374 w 8103"/>
                                  <a:gd name="connsiteY2" fmla="*/ 2913 h 10159"/>
                                  <a:gd name="connsiteX3" fmla="*/ 7610 w 8103"/>
                                  <a:gd name="connsiteY3" fmla="*/ 3837 h 10159"/>
                                  <a:gd name="connsiteX4" fmla="*/ 8091 w 8103"/>
                                  <a:gd name="connsiteY4" fmla="*/ 4570 h 10159"/>
                                  <a:gd name="connsiteX5" fmla="*/ 7292 w 8103"/>
                                  <a:gd name="connsiteY5" fmla="*/ 5700 h 10159"/>
                                  <a:gd name="connsiteX6" fmla="*/ 5294 w 8103"/>
                                  <a:gd name="connsiteY6" fmla="*/ 7499 h 10159"/>
                                  <a:gd name="connsiteX7" fmla="*/ 2737 w 8103"/>
                                  <a:gd name="connsiteY7" fmla="*/ 8837 h 10159"/>
                                  <a:gd name="connsiteX8" fmla="*/ 1778 w 8103"/>
                                  <a:gd name="connsiteY8" fmla="*/ 9665 h 10159"/>
                                  <a:gd name="connsiteX9" fmla="*/ 1698 w 8103"/>
                                  <a:gd name="connsiteY9" fmla="*/ 10159 h 10159"/>
                                  <a:gd name="connsiteX0" fmla="*/ 3954 w 9879"/>
                                  <a:gd name="connsiteY0" fmla="*/ 0 h 10000"/>
                                  <a:gd name="connsiteX1" fmla="*/ 28 w 9879"/>
                                  <a:gd name="connsiteY1" fmla="*/ 1096 h 10000"/>
                                  <a:gd name="connsiteX2" fmla="*/ 6510 w 9879"/>
                                  <a:gd name="connsiteY2" fmla="*/ 2867 h 10000"/>
                                  <a:gd name="connsiteX3" fmla="*/ 9270 w 9879"/>
                                  <a:gd name="connsiteY3" fmla="*/ 3777 h 10000"/>
                                  <a:gd name="connsiteX4" fmla="*/ 9863 w 9879"/>
                                  <a:gd name="connsiteY4" fmla="*/ 4498 h 10000"/>
                                  <a:gd name="connsiteX5" fmla="*/ 8877 w 9879"/>
                                  <a:gd name="connsiteY5" fmla="*/ 5611 h 10000"/>
                                  <a:gd name="connsiteX6" fmla="*/ 6411 w 9879"/>
                                  <a:gd name="connsiteY6" fmla="*/ 7382 h 10000"/>
                                  <a:gd name="connsiteX7" fmla="*/ 3256 w 9879"/>
                                  <a:gd name="connsiteY7" fmla="*/ 8699 h 10000"/>
                                  <a:gd name="connsiteX8" fmla="*/ 2072 w 9879"/>
                                  <a:gd name="connsiteY8" fmla="*/ 9514 h 10000"/>
                                  <a:gd name="connsiteX9" fmla="*/ 1974 w 9879"/>
                                  <a:gd name="connsiteY9" fmla="*/ 10000 h 10000"/>
                                  <a:gd name="connsiteX0" fmla="*/ 4172 w 10170"/>
                                  <a:gd name="connsiteY0" fmla="*/ 0 h 10000"/>
                                  <a:gd name="connsiteX1" fmla="*/ 1920 w 10170"/>
                                  <a:gd name="connsiteY1" fmla="*/ 647 h 10000"/>
                                  <a:gd name="connsiteX2" fmla="*/ 198 w 10170"/>
                                  <a:gd name="connsiteY2" fmla="*/ 1096 h 10000"/>
                                  <a:gd name="connsiteX3" fmla="*/ 6760 w 10170"/>
                                  <a:gd name="connsiteY3" fmla="*/ 2867 h 10000"/>
                                  <a:gd name="connsiteX4" fmla="*/ 9554 w 10170"/>
                                  <a:gd name="connsiteY4" fmla="*/ 3777 h 10000"/>
                                  <a:gd name="connsiteX5" fmla="*/ 10154 w 10170"/>
                                  <a:gd name="connsiteY5" fmla="*/ 4498 h 10000"/>
                                  <a:gd name="connsiteX6" fmla="*/ 9156 w 10170"/>
                                  <a:gd name="connsiteY6" fmla="*/ 5611 h 10000"/>
                                  <a:gd name="connsiteX7" fmla="*/ 6660 w 10170"/>
                                  <a:gd name="connsiteY7" fmla="*/ 7382 h 10000"/>
                                  <a:gd name="connsiteX8" fmla="*/ 3466 w 10170"/>
                                  <a:gd name="connsiteY8" fmla="*/ 8699 h 10000"/>
                                  <a:gd name="connsiteX9" fmla="*/ 2267 w 10170"/>
                                  <a:gd name="connsiteY9" fmla="*/ 9514 h 10000"/>
                                  <a:gd name="connsiteX10" fmla="*/ 2168 w 10170"/>
                                  <a:gd name="connsiteY10" fmla="*/ 10000 h 10000"/>
                                  <a:gd name="connsiteX0" fmla="*/ 4172 w 10170"/>
                                  <a:gd name="connsiteY0" fmla="*/ 0 h 10000"/>
                                  <a:gd name="connsiteX1" fmla="*/ 1920 w 10170"/>
                                  <a:gd name="connsiteY1" fmla="*/ 569 h 10000"/>
                                  <a:gd name="connsiteX2" fmla="*/ 198 w 10170"/>
                                  <a:gd name="connsiteY2" fmla="*/ 1096 h 10000"/>
                                  <a:gd name="connsiteX3" fmla="*/ 6760 w 10170"/>
                                  <a:gd name="connsiteY3" fmla="*/ 2867 h 10000"/>
                                  <a:gd name="connsiteX4" fmla="*/ 9554 w 10170"/>
                                  <a:gd name="connsiteY4" fmla="*/ 3777 h 10000"/>
                                  <a:gd name="connsiteX5" fmla="*/ 10154 w 10170"/>
                                  <a:gd name="connsiteY5" fmla="*/ 4498 h 10000"/>
                                  <a:gd name="connsiteX6" fmla="*/ 9156 w 10170"/>
                                  <a:gd name="connsiteY6" fmla="*/ 5611 h 10000"/>
                                  <a:gd name="connsiteX7" fmla="*/ 6660 w 10170"/>
                                  <a:gd name="connsiteY7" fmla="*/ 7382 h 10000"/>
                                  <a:gd name="connsiteX8" fmla="*/ 3466 w 10170"/>
                                  <a:gd name="connsiteY8" fmla="*/ 8699 h 10000"/>
                                  <a:gd name="connsiteX9" fmla="*/ 2267 w 10170"/>
                                  <a:gd name="connsiteY9" fmla="*/ 9514 h 10000"/>
                                  <a:gd name="connsiteX10" fmla="*/ 2168 w 10170"/>
                                  <a:gd name="connsiteY10" fmla="*/ 10000 h 10000"/>
                                  <a:gd name="connsiteX0" fmla="*/ 1920 w 10170"/>
                                  <a:gd name="connsiteY0" fmla="*/ 0 h 9431"/>
                                  <a:gd name="connsiteX1" fmla="*/ 198 w 10170"/>
                                  <a:gd name="connsiteY1" fmla="*/ 527 h 9431"/>
                                  <a:gd name="connsiteX2" fmla="*/ 6760 w 10170"/>
                                  <a:gd name="connsiteY2" fmla="*/ 2298 h 9431"/>
                                  <a:gd name="connsiteX3" fmla="*/ 9554 w 10170"/>
                                  <a:gd name="connsiteY3" fmla="*/ 3208 h 9431"/>
                                  <a:gd name="connsiteX4" fmla="*/ 10154 w 10170"/>
                                  <a:gd name="connsiteY4" fmla="*/ 3929 h 9431"/>
                                  <a:gd name="connsiteX5" fmla="*/ 9156 w 10170"/>
                                  <a:gd name="connsiteY5" fmla="*/ 5042 h 9431"/>
                                  <a:gd name="connsiteX6" fmla="*/ 6660 w 10170"/>
                                  <a:gd name="connsiteY6" fmla="*/ 6813 h 9431"/>
                                  <a:gd name="connsiteX7" fmla="*/ 3466 w 10170"/>
                                  <a:gd name="connsiteY7" fmla="*/ 8130 h 9431"/>
                                  <a:gd name="connsiteX8" fmla="*/ 2267 w 10170"/>
                                  <a:gd name="connsiteY8" fmla="*/ 8945 h 9431"/>
                                  <a:gd name="connsiteX9" fmla="*/ 2168 w 10170"/>
                                  <a:gd name="connsiteY9" fmla="*/ 9431 h 9431"/>
                                  <a:gd name="connsiteX0" fmla="*/ 0 w 9805"/>
                                  <a:gd name="connsiteY0" fmla="*/ 0 h 9441"/>
                                  <a:gd name="connsiteX1" fmla="*/ 6452 w 9805"/>
                                  <a:gd name="connsiteY1" fmla="*/ 1878 h 9441"/>
                                  <a:gd name="connsiteX2" fmla="*/ 9199 w 9805"/>
                                  <a:gd name="connsiteY2" fmla="*/ 2843 h 9441"/>
                                  <a:gd name="connsiteX3" fmla="*/ 9789 w 9805"/>
                                  <a:gd name="connsiteY3" fmla="*/ 3607 h 9441"/>
                                  <a:gd name="connsiteX4" fmla="*/ 8808 w 9805"/>
                                  <a:gd name="connsiteY4" fmla="*/ 4787 h 9441"/>
                                  <a:gd name="connsiteX5" fmla="*/ 6354 w 9805"/>
                                  <a:gd name="connsiteY5" fmla="*/ 6665 h 9441"/>
                                  <a:gd name="connsiteX6" fmla="*/ 3213 w 9805"/>
                                  <a:gd name="connsiteY6" fmla="*/ 8062 h 9441"/>
                                  <a:gd name="connsiteX7" fmla="*/ 2034 w 9805"/>
                                  <a:gd name="connsiteY7" fmla="*/ 8926 h 9441"/>
                                  <a:gd name="connsiteX8" fmla="*/ 1937 w 9805"/>
                                  <a:gd name="connsiteY8" fmla="*/ 9441 h 9441"/>
                                  <a:gd name="connsiteX0" fmla="*/ 0 w 10376"/>
                                  <a:gd name="connsiteY0" fmla="*/ 0 h 10176"/>
                                  <a:gd name="connsiteX1" fmla="*/ 6956 w 10376"/>
                                  <a:gd name="connsiteY1" fmla="*/ 2165 h 10176"/>
                                  <a:gd name="connsiteX2" fmla="*/ 9758 w 10376"/>
                                  <a:gd name="connsiteY2" fmla="*/ 3187 h 10176"/>
                                  <a:gd name="connsiteX3" fmla="*/ 10360 w 10376"/>
                                  <a:gd name="connsiteY3" fmla="*/ 3997 h 10176"/>
                                  <a:gd name="connsiteX4" fmla="*/ 9359 w 10376"/>
                                  <a:gd name="connsiteY4" fmla="*/ 5246 h 10176"/>
                                  <a:gd name="connsiteX5" fmla="*/ 6856 w 10376"/>
                                  <a:gd name="connsiteY5" fmla="*/ 7236 h 10176"/>
                                  <a:gd name="connsiteX6" fmla="*/ 3653 w 10376"/>
                                  <a:gd name="connsiteY6" fmla="*/ 8715 h 10176"/>
                                  <a:gd name="connsiteX7" fmla="*/ 2450 w 10376"/>
                                  <a:gd name="connsiteY7" fmla="*/ 9631 h 10176"/>
                                  <a:gd name="connsiteX8" fmla="*/ 2352 w 10376"/>
                                  <a:gd name="connsiteY8" fmla="*/ 10176 h 10176"/>
                                  <a:gd name="connsiteX0" fmla="*/ 0 w 10373"/>
                                  <a:gd name="connsiteY0" fmla="*/ 0 h 10176"/>
                                  <a:gd name="connsiteX1" fmla="*/ 7332 w 10373"/>
                                  <a:gd name="connsiteY1" fmla="*/ 2077 h 10176"/>
                                  <a:gd name="connsiteX2" fmla="*/ 9758 w 10373"/>
                                  <a:gd name="connsiteY2" fmla="*/ 3187 h 10176"/>
                                  <a:gd name="connsiteX3" fmla="*/ 10360 w 10373"/>
                                  <a:gd name="connsiteY3" fmla="*/ 3997 h 10176"/>
                                  <a:gd name="connsiteX4" fmla="*/ 9359 w 10373"/>
                                  <a:gd name="connsiteY4" fmla="*/ 5246 h 10176"/>
                                  <a:gd name="connsiteX5" fmla="*/ 6856 w 10373"/>
                                  <a:gd name="connsiteY5" fmla="*/ 7236 h 10176"/>
                                  <a:gd name="connsiteX6" fmla="*/ 3653 w 10373"/>
                                  <a:gd name="connsiteY6" fmla="*/ 8715 h 10176"/>
                                  <a:gd name="connsiteX7" fmla="*/ 2450 w 10373"/>
                                  <a:gd name="connsiteY7" fmla="*/ 9631 h 10176"/>
                                  <a:gd name="connsiteX8" fmla="*/ 2352 w 10373"/>
                                  <a:gd name="connsiteY8" fmla="*/ 10176 h 10176"/>
                                  <a:gd name="connsiteX0" fmla="*/ 0 w 10444"/>
                                  <a:gd name="connsiteY0" fmla="*/ 0 h 10176"/>
                                  <a:gd name="connsiteX1" fmla="*/ 7332 w 10444"/>
                                  <a:gd name="connsiteY1" fmla="*/ 2077 h 10176"/>
                                  <a:gd name="connsiteX2" fmla="*/ 10360 w 10444"/>
                                  <a:gd name="connsiteY2" fmla="*/ 3997 h 10176"/>
                                  <a:gd name="connsiteX3" fmla="*/ 9359 w 10444"/>
                                  <a:gd name="connsiteY3" fmla="*/ 5246 h 10176"/>
                                  <a:gd name="connsiteX4" fmla="*/ 6856 w 10444"/>
                                  <a:gd name="connsiteY4" fmla="*/ 7236 h 10176"/>
                                  <a:gd name="connsiteX5" fmla="*/ 3653 w 10444"/>
                                  <a:gd name="connsiteY5" fmla="*/ 8715 h 10176"/>
                                  <a:gd name="connsiteX6" fmla="*/ 2450 w 10444"/>
                                  <a:gd name="connsiteY6" fmla="*/ 9631 h 10176"/>
                                  <a:gd name="connsiteX7" fmla="*/ 2352 w 10444"/>
                                  <a:gd name="connsiteY7" fmla="*/ 10176 h 10176"/>
                                  <a:gd name="connsiteX0" fmla="*/ 0 w 9366"/>
                                  <a:gd name="connsiteY0" fmla="*/ 0 h 10176"/>
                                  <a:gd name="connsiteX1" fmla="*/ 7332 w 9366"/>
                                  <a:gd name="connsiteY1" fmla="*/ 2077 h 10176"/>
                                  <a:gd name="connsiteX2" fmla="*/ 9359 w 9366"/>
                                  <a:gd name="connsiteY2" fmla="*/ 5246 h 10176"/>
                                  <a:gd name="connsiteX3" fmla="*/ 6856 w 9366"/>
                                  <a:gd name="connsiteY3" fmla="*/ 7236 h 10176"/>
                                  <a:gd name="connsiteX4" fmla="*/ 3653 w 9366"/>
                                  <a:gd name="connsiteY4" fmla="*/ 8715 h 10176"/>
                                  <a:gd name="connsiteX5" fmla="*/ 2450 w 9366"/>
                                  <a:gd name="connsiteY5" fmla="*/ 9631 h 10176"/>
                                  <a:gd name="connsiteX6" fmla="*/ 2352 w 9366"/>
                                  <a:gd name="connsiteY6" fmla="*/ 10176 h 10176"/>
                                  <a:gd name="connsiteX0" fmla="*/ 0 w 8384"/>
                                  <a:gd name="connsiteY0" fmla="*/ 0 h 10000"/>
                                  <a:gd name="connsiteX1" fmla="*/ 7828 w 8384"/>
                                  <a:gd name="connsiteY1" fmla="*/ 2041 h 10000"/>
                                  <a:gd name="connsiteX2" fmla="*/ 7320 w 8384"/>
                                  <a:gd name="connsiteY2" fmla="*/ 7111 h 10000"/>
                                  <a:gd name="connsiteX3" fmla="*/ 3900 w 8384"/>
                                  <a:gd name="connsiteY3" fmla="*/ 8564 h 10000"/>
                                  <a:gd name="connsiteX4" fmla="*/ 2616 w 8384"/>
                                  <a:gd name="connsiteY4" fmla="*/ 9464 h 10000"/>
                                  <a:gd name="connsiteX5" fmla="*/ 2511 w 8384"/>
                                  <a:gd name="connsiteY5" fmla="*/ 10000 h 10000"/>
                                  <a:gd name="connsiteX0" fmla="*/ 0 w 9427"/>
                                  <a:gd name="connsiteY0" fmla="*/ 0 h 10000"/>
                                  <a:gd name="connsiteX1" fmla="*/ 9337 w 9427"/>
                                  <a:gd name="connsiteY1" fmla="*/ 2041 h 10000"/>
                                  <a:gd name="connsiteX2" fmla="*/ 4652 w 9427"/>
                                  <a:gd name="connsiteY2" fmla="*/ 8564 h 10000"/>
                                  <a:gd name="connsiteX3" fmla="*/ 3120 w 9427"/>
                                  <a:gd name="connsiteY3" fmla="*/ 9464 h 10000"/>
                                  <a:gd name="connsiteX4" fmla="*/ 2995 w 9427"/>
                                  <a:gd name="connsiteY4" fmla="*/ 10000 h 10000"/>
                                  <a:gd name="connsiteX0" fmla="*/ 0 w 9940"/>
                                  <a:gd name="connsiteY0" fmla="*/ 0 h 10000"/>
                                  <a:gd name="connsiteX1" fmla="*/ 9905 w 9940"/>
                                  <a:gd name="connsiteY1" fmla="*/ 2041 h 10000"/>
                                  <a:gd name="connsiteX2" fmla="*/ 3310 w 9940"/>
                                  <a:gd name="connsiteY2" fmla="*/ 9464 h 10000"/>
                                  <a:gd name="connsiteX3" fmla="*/ 3177 w 9940"/>
                                  <a:gd name="connsiteY3" fmla="*/ 10000 h 10000"/>
                                  <a:gd name="connsiteX0" fmla="*/ 0 w 9998"/>
                                  <a:gd name="connsiteY0" fmla="*/ 0 h 10000"/>
                                  <a:gd name="connsiteX1" fmla="*/ 9965 w 9998"/>
                                  <a:gd name="connsiteY1" fmla="*/ 2041 h 10000"/>
                                  <a:gd name="connsiteX2" fmla="*/ 3196 w 9998"/>
                                  <a:gd name="connsiteY2" fmla="*/ 10000 h 10000"/>
                                  <a:gd name="connsiteX0" fmla="*/ 0 w 9967"/>
                                  <a:gd name="connsiteY0" fmla="*/ 0 h 2041"/>
                                  <a:gd name="connsiteX1" fmla="*/ 9967 w 9967"/>
                                  <a:gd name="connsiteY1" fmla="*/ 2041 h 2041"/>
                                  <a:gd name="connsiteX0" fmla="*/ 0 w 13602"/>
                                  <a:gd name="connsiteY0" fmla="*/ 0 h 14878"/>
                                  <a:gd name="connsiteX1" fmla="*/ 13602 w 13602"/>
                                  <a:gd name="connsiteY1" fmla="*/ 14878 h 14878"/>
                                  <a:gd name="connsiteX0" fmla="*/ 0 w 13602"/>
                                  <a:gd name="connsiteY0" fmla="*/ 0 h 14878"/>
                                  <a:gd name="connsiteX1" fmla="*/ 13602 w 13602"/>
                                  <a:gd name="connsiteY1" fmla="*/ 14878 h 14878"/>
                                  <a:gd name="connsiteX0" fmla="*/ 0 w 13259"/>
                                  <a:gd name="connsiteY0" fmla="*/ 0 h 13287"/>
                                  <a:gd name="connsiteX1" fmla="*/ 13259 w 13259"/>
                                  <a:gd name="connsiteY1" fmla="*/ 13287 h 13287"/>
                                </a:gdLst>
                                <a:ahLst/>
                                <a:cxnLst>
                                  <a:cxn ang="0">
                                    <a:pos x="connsiteX0" y="connsiteY0"/>
                                  </a:cxn>
                                  <a:cxn ang="0">
                                    <a:pos x="connsiteX1" y="connsiteY1"/>
                                  </a:cxn>
                                </a:cxnLst>
                                <a:rect l="l" t="t" r="r" b="b"/>
                                <a:pathLst>
                                  <a:path w="13259" h="13287">
                                    <a:moveTo>
                                      <a:pt x="0" y="0"/>
                                    </a:moveTo>
                                    <a:cubicBezTo>
                                      <a:pt x="1105" y="2073"/>
                                      <a:pt x="7242" y="5013"/>
                                      <a:pt x="13259" y="13287"/>
                                    </a:cubicBezTo>
                                  </a:path>
                                </a:pathLst>
                              </a:custGeom>
                              <a:noFill/>
                              <a:ln w="28575"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42D27" id="Freeform 323" o:spid="_x0000_s1026" style="position:absolute;margin-left:308.45pt;margin-top:95.55pt;width:38.7pt;height:62.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259,1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" path="m,c1105,2073,7242,5013,13259,13287e" filled="f" strokecolor="red" strokeweight="2.25pt">
                      <v:path arrowok="t" o:connecttype="custom" o:connectlocs="0,0;491591,795927" o:connectangles="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81280" behindDoc="0" locked="0" layoutInCell="1" allowOverlap="1">
                      <wp:simplePos x="0" y="0"/>
                      <wp:positionH relativeFrom="column">
                        <wp:posOffset>3917315</wp:posOffset>
                      </wp:positionH>
                      <wp:positionV relativeFrom="paragraph">
                        <wp:posOffset>953135</wp:posOffset>
                      </wp:positionV>
                      <wp:extent cx="203200" cy="266700"/>
                      <wp:effectExtent l="0" t="0" r="25400" b="19050"/>
                      <wp:wrapNone/>
                      <wp:docPr id="158" name="Freeform 158"/>
                      <wp:cNvGraphicFramePr/>
                      <a:graphic xmlns:a="http://schemas.openxmlformats.org/drawingml/2006/main">
                        <a:graphicData uri="http://schemas.microsoft.com/office/word/2010/wordprocessingShape">
                          <wps:wsp>
                            <wps:cNvSpPr/>
                            <wps:spPr>
                              <a:xfrm>
                                <a:off x="0" y="0"/>
                                <a:ext cx="203200" cy="266700"/>
                              </a:xfrm>
                              <a:custGeom>
                                <a:avLst/>
                                <a:gdLst>
                                  <a:gd name="connsiteX0" fmla="*/ 0 w 203200"/>
                                  <a:gd name="connsiteY0" fmla="*/ 266700 h 266700"/>
                                  <a:gd name="connsiteX1" fmla="*/ 50800 w 203200"/>
                                  <a:gd name="connsiteY1" fmla="*/ 114300 h 266700"/>
                                  <a:gd name="connsiteX2" fmla="*/ 203200 w 203200"/>
                                  <a:gd name="connsiteY2" fmla="*/ 0 h 266700"/>
                                </a:gdLst>
                                <a:ahLst/>
                                <a:cxnLst>
                                  <a:cxn ang="0">
                                    <a:pos x="connsiteX0" y="connsiteY0"/>
                                  </a:cxn>
                                  <a:cxn ang="0">
                                    <a:pos x="connsiteX1" y="connsiteY1"/>
                                  </a:cxn>
                                  <a:cxn ang="0">
                                    <a:pos x="connsiteX2" y="connsiteY2"/>
                                  </a:cxn>
                                </a:cxnLst>
                                <a:rect l="l" t="t" r="r" b="b"/>
                                <a:pathLst>
                                  <a:path w="203200" h="266700">
                                    <a:moveTo>
                                      <a:pt x="0" y="266700"/>
                                    </a:moveTo>
                                    <a:cubicBezTo>
                                      <a:pt x="8466" y="212725"/>
                                      <a:pt x="16933" y="158750"/>
                                      <a:pt x="50800" y="114300"/>
                                    </a:cubicBezTo>
                                    <a:cubicBezTo>
                                      <a:pt x="84667" y="69850"/>
                                      <a:pt x="143933" y="34925"/>
                                      <a:pt x="203200" y="0"/>
                                    </a:cubicBezTo>
                                  </a:path>
                                </a:pathLst>
                              </a:custGeom>
                              <a:noFill/>
                              <a:ln w="19050">
                                <a:solidFill>
                                  <a:srgbClr val="00206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BDC79DC" id="Freeform 158" o:spid="_x0000_s1026" style="position:absolute;margin-left:308.45pt;margin-top:75.05pt;width:16pt;height:21pt;z-index:251681280;visibility:visible;mso-wrap-style:square;mso-wrap-distance-left:9pt;mso-wrap-distance-top:0;mso-wrap-distance-right:9pt;mso-wrap-distance-bottom:0;mso-position-horizontal:absolute;mso-position-horizontal-relative:text;mso-position-vertical:absolute;mso-position-vertical-relative:text;v-text-anchor:middle" coordsize="203200,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" path="m,266700c8466,212725,16933,158750,50800,114300,84667,69850,143933,34925,203200,e" filled="f" strokecolor="#002060" strokeweight="1.5pt">
                      <v:stroke joinstyle="miter"/>
                      <v:path arrowok="t" o:connecttype="custom" o:connectlocs="0,266700;50800,114300;203200,0" o:connectangles="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80256" behindDoc="0" locked="0" layoutInCell="1" allowOverlap="1">
                      <wp:simplePos x="0" y="0"/>
                      <wp:positionH relativeFrom="column">
                        <wp:posOffset>3771265</wp:posOffset>
                      </wp:positionH>
                      <wp:positionV relativeFrom="paragraph">
                        <wp:posOffset>768985</wp:posOffset>
                      </wp:positionV>
                      <wp:extent cx="152400" cy="450850"/>
                      <wp:effectExtent l="0" t="0" r="19050" b="25400"/>
                      <wp:wrapNone/>
                      <wp:docPr id="154" name="Freeform 154"/>
                      <wp:cNvGraphicFramePr/>
                      <a:graphic xmlns:a="http://schemas.openxmlformats.org/drawingml/2006/main">
                        <a:graphicData uri="http://schemas.microsoft.com/office/word/2010/wordprocessingShape">
                          <wps:wsp>
                            <wps:cNvSpPr/>
                            <wps:spPr>
                              <a:xfrm>
                                <a:off x="0" y="0"/>
                                <a:ext cx="152400" cy="450850"/>
                              </a:xfrm>
                              <a:custGeom>
                                <a:avLst/>
                                <a:gdLst>
                                  <a:gd name="connsiteX0" fmla="*/ 114300 w 114300"/>
                                  <a:gd name="connsiteY0" fmla="*/ 342900 h 342900"/>
                                  <a:gd name="connsiteX1" fmla="*/ 44450 w 114300"/>
                                  <a:gd name="connsiteY1" fmla="*/ 158750 h 342900"/>
                                  <a:gd name="connsiteX2" fmla="*/ 0 w 114300"/>
                                  <a:gd name="connsiteY2" fmla="*/ 0 h 342900"/>
                                  <a:gd name="connsiteX0" fmla="*/ 152400 w 152400"/>
                                  <a:gd name="connsiteY0" fmla="*/ 450850 h 450850"/>
                                  <a:gd name="connsiteX1" fmla="*/ 82550 w 152400"/>
                                  <a:gd name="connsiteY1" fmla="*/ 266700 h 450850"/>
                                  <a:gd name="connsiteX2" fmla="*/ 0 w 152400"/>
                                  <a:gd name="connsiteY2" fmla="*/ 0 h 450850"/>
                                </a:gdLst>
                                <a:ahLst/>
                                <a:cxnLst>
                                  <a:cxn ang="0">
                                    <a:pos x="connsiteX0" y="connsiteY0"/>
                                  </a:cxn>
                                  <a:cxn ang="0">
                                    <a:pos x="connsiteX1" y="connsiteY1"/>
                                  </a:cxn>
                                  <a:cxn ang="0">
                                    <a:pos x="connsiteX2" y="connsiteY2"/>
                                  </a:cxn>
                                </a:cxnLst>
                                <a:rect l="l" t="t" r="r" b="b"/>
                                <a:pathLst>
                                  <a:path w="152400" h="450850">
                                    <a:moveTo>
                                      <a:pt x="152400" y="450850"/>
                                    </a:moveTo>
                                    <a:cubicBezTo>
                                      <a:pt x="127000" y="387350"/>
                                      <a:pt x="107950" y="341842"/>
                                      <a:pt x="82550" y="266700"/>
                                    </a:cubicBezTo>
                                    <a:cubicBezTo>
                                      <a:pt x="57150" y="191558"/>
                                      <a:pt x="12700" y="50800"/>
                                      <a:pt x="0" y="0"/>
                                    </a:cubicBezTo>
                                  </a:path>
                                </a:pathLst>
                              </a:cu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0B585" id="Freeform 154" o:spid="_x0000_s1026" style="position:absolute;margin-left:296.95pt;margin-top:60.55pt;width:12pt;height:35.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2400,4508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" path="m152400,450850c127000,387350,107950,341842,82550,266700,57150,191558,12700,50800,,e" filled="f" strokecolor="red" strokeweight="1.5pt">
                      <v:stroke joinstyle="miter"/>
                      <v:path arrowok="t" o:connecttype="custom" o:connectlocs="152400,450850;82550,266700;0,0" o:connectangles="0,0,0"/>
                    </v:shape>
                  </w:pict>
                </mc:Fallback>
              </mc:AlternateContent>
            </w:r>
            <w:r>
              <w:rPr>
                <w:rFonts w:ascii="Arial" w:hAnsi="Arial"/>
                <w:b/>
                <w:bCs/>
                <w:noProof/>
                <w:sz w:val="18"/>
                <w:szCs w:val="20"/>
                <w:lang w:val="en-GB" w:eastAsia="en-GB"/>
              </w:rPr>
              <mc:AlternateContent>
                <mc:Choice Requires="wps">
                  <w:drawing>
                    <wp:anchor distT="0" distB="0" distL="114300" distR="114300" simplePos="0" relativeHeight="251678208" behindDoc="0" locked="0" layoutInCell="1" allowOverlap="1">
                      <wp:simplePos x="0" y="0"/>
                      <wp:positionH relativeFrom="column">
                        <wp:posOffset>3650615</wp:posOffset>
                      </wp:positionH>
                      <wp:positionV relativeFrom="paragraph">
                        <wp:posOffset>114935</wp:posOffset>
                      </wp:positionV>
                      <wp:extent cx="266700" cy="304800"/>
                      <wp:effectExtent l="38100" t="38100" r="38100" b="38100"/>
                      <wp:wrapNone/>
                      <wp:docPr id="8" name="Freeform 8"/>
                      <wp:cNvGraphicFramePr/>
                      <a:graphic xmlns:a="http://schemas.openxmlformats.org/drawingml/2006/main">
                        <a:graphicData uri="http://schemas.microsoft.com/office/word/2010/wordprocessingShape">
                          <wps:wsp>
                            <wps:cNvSpPr/>
                            <wps:spPr>
                              <a:xfrm>
                                <a:off x="0" y="0"/>
                                <a:ext cx="266700" cy="304800"/>
                              </a:xfrm>
                              <a:custGeom>
                                <a:avLst/>
                                <a:gdLst>
                                  <a:gd name="connsiteX0" fmla="*/ 0 w 266700"/>
                                  <a:gd name="connsiteY0" fmla="*/ 0 h 304800"/>
                                  <a:gd name="connsiteX1" fmla="*/ 146050 w 266700"/>
                                  <a:gd name="connsiteY1" fmla="*/ 158750 h 304800"/>
                                  <a:gd name="connsiteX2" fmla="*/ 266700 w 266700"/>
                                  <a:gd name="connsiteY2" fmla="*/ 304800 h 304800"/>
                                </a:gdLst>
                                <a:ahLst/>
                                <a:cxnLst>
                                  <a:cxn ang="0">
                                    <a:pos x="connsiteX0" y="connsiteY0"/>
                                  </a:cxn>
                                  <a:cxn ang="0">
                                    <a:pos x="connsiteX1" y="connsiteY1"/>
                                  </a:cxn>
                                  <a:cxn ang="0">
                                    <a:pos x="connsiteX2" y="connsiteY2"/>
                                  </a:cxn>
                                </a:cxnLst>
                                <a:rect l="l" t="t" r="r" b="b"/>
                                <a:pathLst>
                                  <a:path w="266700" h="304800">
                                    <a:moveTo>
                                      <a:pt x="0" y="0"/>
                                    </a:moveTo>
                                    <a:cubicBezTo>
                                      <a:pt x="50800" y="53975"/>
                                      <a:pt x="101600" y="107950"/>
                                      <a:pt x="146050" y="158750"/>
                                    </a:cubicBezTo>
                                    <a:cubicBezTo>
                                      <a:pt x="190500" y="209550"/>
                                      <a:pt x="228600" y="257175"/>
                                      <a:pt x="266700" y="304800"/>
                                    </a:cubicBezTo>
                                  </a:path>
                                </a:pathLst>
                              </a:cu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81245FD" id="Freeform 8" o:spid="_x0000_s1026" style="position:absolute;margin-left:287.45pt;margin-top:9.05pt;width:21pt;height:24pt;z-index:251678208;visibility:visible;mso-wrap-style:square;mso-wrap-distance-left:9pt;mso-wrap-distance-top:0;mso-wrap-distance-right:9pt;mso-wrap-distance-bottom:0;mso-position-horizontal:absolute;mso-position-horizontal-relative:text;mso-position-vertical:absolute;mso-position-vertical-relative:text;v-text-anchor:middle" coordsize="266700,304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" path="m,c50800,53975,101600,107950,146050,158750v44450,50800,82550,98425,120650,146050e" filled="f" strokecolor="red" strokeweight="6pt">
                      <v:stroke joinstyle="miter"/>
                      <v:path arrowok="t" o:connecttype="custom" o:connectlocs="0,0;146050,158750;266700,304800" o:connectangles="0,0,0"/>
                    </v:shape>
                  </w:pict>
                </mc:Fallback>
              </mc:AlternateContent>
            </w:r>
            <w:r>
              <w:rPr>
                <w:noProof/>
                <w:lang w:val="en-GB" w:eastAsia="en-GB"/>
              </w:rPr>
              <mc:AlternateContent>
                <mc:Choice Requires="wps">
                  <w:drawing>
                    <wp:anchor distT="0" distB="0" distL="114300" distR="114300" simplePos="0" relativeHeight="251687424" behindDoc="0" locked="0" layoutInCell="1" allowOverlap="1">
                      <wp:simplePos x="0" y="0"/>
                      <wp:positionH relativeFrom="column">
                        <wp:posOffset>4079875</wp:posOffset>
                      </wp:positionH>
                      <wp:positionV relativeFrom="paragraph">
                        <wp:posOffset>882015</wp:posOffset>
                      </wp:positionV>
                      <wp:extent cx="90805" cy="90805"/>
                      <wp:effectExtent l="11430" t="11430" r="12065" b="12065"/>
                      <wp:wrapNone/>
                      <wp:docPr id="5" name="Flowchart: Summing Junction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9A80D8" id="Flowchart: Summing Junction 5" o:spid="_x0000_s1026" type="#_x0000_t123" style="position:absolute;margin-left:321.25pt;margin-top:69.45pt;width:7.15pt;height:7.1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"/>
                  </w:pict>
                </mc:Fallback>
              </mc:AlternateContent>
            </w:r>
            <w:r w:rsidR="00951099">
              <w:rPr>
                <w:noProof/>
                <w:lang w:val="en-GB" w:eastAsia="en-GB"/>
              </w:rPr>
              <mc:AlternateContent>
                <mc:Choice Requires="wps">
                  <w:drawing>
                    <wp:anchor distT="0" distB="0" distL="114300" distR="114300" simplePos="0" relativeHeight="251662848" behindDoc="0" locked="0" layoutInCell="1" allowOverlap="1">
                      <wp:simplePos x="0" y="0"/>
                      <wp:positionH relativeFrom="column">
                        <wp:posOffset>54610</wp:posOffset>
                      </wp:positionH>
                      <wp:positionV relativeFrom="paragraph">
                        <wp:posOffset>11430</wp:posOffset>
                      </wp:positionV>
                      <wp:extent cx="1263650" cy="806450"/>
                      <wp:effectExtent l="3175" t="4445" r="0" b="0"/>
                      <wp:wrapNone/>
                      <wp:docPr id="194"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806450"/>
                              </a:xfrm>
                              <a:prstGeom prst="rect">
                                <a:avLst/>
                              </a:prstGeom>
                              <a:solidFill>
                                <a:srgbClr val="FFFFFF"/>
                              </a:solidFill>
                              <a:ln>
                                <a:noFill/>
                              </a:ln>
                              <a:extLst>
                                <a:ext uri="{91240B29-F687-4F45-9708-019B960494DF}">
                                  <a14:hiddenLine xmlns:a14="http://schemas.microsoft.com/office/drawing/2010/main" w="9525">
                                    <a:solidFill>
                                      <a:srgbClr val="BFBFBF"/>
                                    </a:solidFill>
                                    <a:miter lim="800000"/>
                                    <a:headEnd/>
                                    <a:tailEnd/>
                                  </a14:hiddenLine>
                                </a:ext>
                              </a:extLst>
                            </wps:spPr>
                            <wps:txbx>
                              <w:txbxContent>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Reflux duration</w:t>
                                  </w:r>
                                </w:p>
                                <w:p w:rsidR="00D81821" w:rsidRPr="00D81821" w:rsidRDefault="00D81821" w:rsidP="00D81821">
                                  <w:pPr>
                                    <w:rPr>
                                      <w:rFonts w:ascii="Arial" w:hAnsi="Arial" w:cs="Arial"/>
                                      <w:color w:val="A6A6A6"/>
                                      <w:sz w:val="16"/>
                                      <w:szCs w:val="16"/>
                                    </w:rPr>
                                  </w:pP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I….0.5-1 second</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II….1-2 seconds</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III….2-3 seconds</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IV….&gt; 4 seconds</w:t>
                                  </w:r>
                                </w:p>
                                <w:p w:rsidR="00D81821" w:rsidRPr="00D81821" w:rsidRDefault="00D81821" w:rsidP="00D81821">
                                  <w:pPr>
                                    <w:rPr>
                                      <w:rFonts w:ascii="Arial" w:hAnsi="Arial" w:cs="Arial"/>
                                      <w:color w:val="A6A6A6"/>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 o:spid="_x0000_s1031" type="#_x0000_t202" style="position:absolute;left:0;text-align:left;margin-left:4.3pt;margin-top:.9pt;width:99.5pt;height:6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" stroked="f" strokecolor="#bfbfbf">
                      <v:textbox>
                        <w:txbxContent>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Reflux duration</w:t>
                            </w:r>
                          </w:p>
                          <w:p w:rsidR="00D81821" w:rsidRPr="00D81821" w:rsidRDefault="00D81821" w:rsidP="00D81821">
                            <w:pPr>
                              <w:rPr>
                                <w:rFonts w:ascii="Arial" w:hAnsi="Arial" w:cs="Arial"/>
                                <w:color w:val="A6A6A6"/>
                                <w:sz w:val="16"/>
                                <w:szCs w:val="16"/>
                              </w:rPr>
                            </w:pP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I….0.5-1 second</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II….1-2 seconds</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III….2-3 seconds</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IV….&gt; 4 seconds</w:t>
                            </w:r>
                          </w:p>
                          <w:p w:rsidR="00D81821" w:rsidRPr="00D81821" w:rsidRDefault="00D81821" w:rsidP="00D81821">
                            <w:pPr>
                              <w:rPr>
                                <w:rFonts w:ascii="Arial" w:hAnsi="Arial" w:cs="Arial"/>
                                <w:color w:val="A6A6A6"/>
                                <w:sz w:val="16"/>
                                <w:szCs w:val="16"/>
                              </w:rPr>
                            </w:pPr>
                          </w:p>
                        </w:txbxContent>
                      </v:textbox>
                    </v:shape>
                  </w:pict>
                </mc:Fallback>
              </mc:AlternateContent>
            </w:r>
            <w:r w:rsidR="00951099" w:rsidRPr="001906A2">
              <w:rPr>
                <w:rFonts w:ascii="Arial" w:hAnsi="Arial"/>
                <w:b/>
                <w:bCs/>
                <w:noProof/>
                <w:sz w:val="18"/>
                <w:szCs w:val="20"/>
                <w:lang w:val="en-GB" w:eastAsia="en-GB"/>
              </w:rPr>
              <mc:AlternateContent>
                <mc:Choice Requires="wpg">
                  <w:drawing>
                    <wp:anchor distT="0" distB="0" distL="114300" distR="114300" simplePos="0" relativeHeight="251651584" behindDoc="0" locked="0" layoutInCell="1" allowOverlap="1">
                      <wp:simplePos x="0" y="0"/>
                      <wp:positionH relativeFrom="column">
                        <wp:posOffset>1062990</wp:posOffset>
                      </wp:positionH>
                      <wp:positionV relativeFrom="paragraph">
                        <wp:posOffset>38735</wp:posOffset>
                      </wp:positionV>
                      <wp:extent cx="1807845" cy="4911725"/>
                      <wp:effectExtent l="11430" t="12700" r="9525" b="9525"/>
                      <wp:wrapNone/>
                      <wp:docPr id="174" name="Group 3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7845" cy="4911725"/>
                                <a:chOff x="3765" y="3343"/>
                                <a:chExt cx="2847" cy="7735"/>
                              </a:xfrm>
                            </wpg:grpSpPr>
                            <wps:wsp>
                              <wps:cNvPr id="175" name="Freeform 302"/>
                              <wps:cNvSpPr>
                                <a:spLocks/>
                              </wps:cNvSpPr>
                              <wps:spPr bwMode="auto">
                                <a:xfrm flipH="1">
                                  <a:off x="5548" y="9594"/>
                                  <a:ext cx="134" cy="256"/>
                                </a:xfrm>
                                <a:custGeom>
                                  <a:avLst/>
                                  <a:gdLst>
                                    <a:gd name="T0" fmla="*/ 128 w 134"/>
                                    <a:gd name="T1" fmla="*/ 6 h 256"/>
                                    <a:gd name="T2" fmla="*/ 56 w 134"/>
                                    <a:gd name="T3" fmla="*/ 84 h 256"/>
                                    <a:gd name="T4" fmla="*/ 56 w 134"/>
                                    <a:gd name="T5" fmla="*/ 234 h 256"/>
                                    <a:gd name="T6" fmla="*/ 20 w 134"/>
                                    <a:gd name="T7" fmla="*/ 216 h 256"/>
                                    <a:gd name="T8" fmla="*/ 2 w 134"/>
                                    <a:gd name="T9" fmla="*/ 144 h 256"/>
                                    <a:gd name="T10" fmla="*/ 20 w 134"/>
                                    <a:gd name="T11" fmla="*/ 48 h 256"/>
                                    <a:gd name="T12" fmla="*/ 128 w 134"/>
                                    <a:gd name="T13" fmla="*/ 6 h 256"/>
                                  </a:gdLst>
                                  <a:ahLst/>
                                  <a:cxnLst>
                                    <a:cxn ang="0">
                                      <a:pos x="T0" y="T1"/>
                                    </a:cxn>
                                    <a:cxn ang="0">
                                      <a:pos x="T2" y="T3"/>
                                    </a:cxn>
                                    <a:cxn ang="0">
                                      <a:pos x="T4" y="T5"/>
                                    </a:cxn>
                                    <a:cxn ang="0">
                                      <a:pos x="T6" y="T7"/>
                                    </a:cxn>
                                    <a:cxn ang="0">
                                      <a:pos x="T8" y="T9"/>
                                    </a:cxn>
                                    <a:cxn ang="0">
                                      <a:pos x="T10" y="T11"/>
                                    </a:cxn>
                                    <a:cxn ang="0">
                                      <a:pos x="T12" y="T13"/>
                                    </a:cxn>
                                  </a:cxnLst>
                                  <a:rect l="0" t="0" r="r" b="b"/>
                                  <a:pathLst>
                                    <a:path w="134" h="256">
                                      <a:moveTo>
                                        <a:pt x="128" y="6"/>
                                      </a:moveTo>
                                      <a:cubicBezTo>
                                        <a:pt x="134" y="12"/>
                                        <a:pt x="68" y="46"/>
                                        <a:pt x="56" y="84"/>
                                      </a:cubicBezTo>
                                      <a:cubicBezTo>
                                        <a:pt x="44" y="122"/>
                                        <a:pt x="62" y="212"/>
                                        <a:pt x="56" y="234"/>
                                      </a:cubicBezTo>
                                      <a:cubicBezTo>
                                        <a:pt x="50" y="256"/>
                                        <a:pt x="29" y="231"/>
                                        <a:pt x="20" y="216"/>
                                      </a:cubicBezTo>
                                      <a:cubicBezTo>
                                        <a:pt x="11" y="201"/>
                                        <a:pt x="2" y="172"/>
                                        <a:pt x="2" y="144"/>
                                      </a:cubicBezTo>
                                      <a:cubicBezTo>
                                        <a:pt x="2" y="116"/>
                                        <a:pt x="0" y="71"/>
                                        <a:pt x="20" y="48"/>
                                      </a:cubicBezTo>
                                      <a:cubicBezTo>
                                        <a:pt x="40" y="25"/>
                                        <a:pt x="122" y="0"/>
                                        <a:pt x="12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303"/>
                              <wps:cNvSpPr>
                                <a:spLocks/>
                              </wps:cNvSpPr>
                              <wps:spPr bwMode="auto">
                                <a:xfrm flipH="1">
                                  <a:off x="6191" y="4620"/>
                                  <a:ext cx="421" cy="416"/>
                                </a:xfrm>
                                <a:custGeom>
                                  <a:avLst/>
                                  <a:gdLst>
                                    <a:gd name="T0" fmla="*/ 0 w 408"/>
                                    <a:gd name="T1" fmla="*/ 0 h 384"/>
                                    <a:gd name="T2" fmla="*/ 120 w 408"/>
                                    <a:gd name="T3" fmla="*/ 204 h 384"/>
                                    <a:gd name="T4" fmla="*/ 408 w 408"/>
                                    <a:gd name="T5" fmla="*/ 384 h 384"/>
                                  </a:gdLst>
                                  <a:ahLst/>
                                  <a:cxnLst>
                                    <a:cxn ang="0">
                                      <a:pos x="T0" y="T1"/>
                                    </a:cxn>
                                    <a:cxn ang="0">
                                      <a:pos x="T2" y="T3"/>
                                    </a:cxn>
                                    <a:cxn ang="0">
                                      <a:pos x="T4" y="T5"/>
                                    </a:cxn>
                                  </a:cxnLst>
                                  <a:rect l="0" t="0" r="r" b="b"/>
                                  <a:pathLst>
                                    <a:path w="408" h="384">
                                      <a:moveTo>
                                        <a:pt x="0" y="0"/>
                                      </a:moveTo>
                                      <a:cubicBezTo>
                                        <a:pt x="26" y="70"/>
                                        <a:pt x="52" y="140"/>
                                        <a:pt x="120" y="204"/>
                                      </a:cubicBezTo>
                                      <a:cubicBezTo>
                                        <a:pt x="188" y="268"/>
                                        <a:pt x="298" y="326"/>
                                        <a:pt x="408" y="384"/>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Freeform 304"/>
                              <wps:cNvSpPr>
                                <a:spLocks/>
                              </wps:cNvSpPr>
                              <wps:spPr bwMode="auto">
                                <a:xfrm flipH="1">
                                  <a:off x="4824" y="6562"/>
                                  <a:ext cx="443" cy="646"/>
                                </a:xfrm>
                                <a:custGeom>
                                  <a:avLst/>
                                  <a:gdLst>
                                    <a:gd name="T0" fmla="*/ 14 w 442"/>
                                    <a:gd name="T1" fmla="*/ 614 h 646"/>
                                    <a:gd name="T2" fmla="*/ 134 w 442"/>
                                    <a:gd name="T3" fmla="*/ 506 h 646"/>
                                    <a:gd name="T4" fmla="*/ 398 w 442"/>
                                    <a:gd name="T5" fmla="*/ 302 h 646"/>
                                    <a:gd name="T6" fmla="*/ 398 w 442"/>
                                    <a:gd name="T7" fmla="*/ 206 h 646"/>
                                    <a:gd name="T8" fmla="*/ 314 w 442"/>
                                    <a:gd name="T9" fmla="*/ 170 h 646"/>
                                    <a:gd name="T10" fmla="*/ 194 w 442"/>
                                    <a:gd name="T11" fmla="*/ 2 h 646"/>
                                    <a:gd name="T12" fmla="*/ 254 w 442"/>
                                    <a:gd name="T13" fmla="*/ 182 h 646"/>
                                    <a:gd name="T14" fmla="*/ 218 w 442"/>
                                    <a:gd name="T15" fmla="*/ 314 h 646"/>
                                    <a:gd name="T16" fmla="*/ 14 w 442"/>
                                    <a:gd name="T17" fmla="*/ 614 h 6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42" h="646">
                                      <a:moveTo>
                                        <a:pt x="14" y="614"/>
                                      </a:moveTo>
                                      <a:cubicBezTo>
                                        <a:pt x="0" y="646"/>
                                        <a:pt x="70" y="558"/>
                                        <a:pt x="134" y="506"/>
                                      </a:cubicBezTo>
                                      <a:cubicBezTo>
                                        <a:pt x="198" y="454"/>
                                        <a:pt x="354" y="352"/>
                                        <a:pt x="398" y="302"/>
                                      </a:cubicBezTo>
                                      <a:cubicBezTo>
                                        <a:pt x="442" y="252"/>
                                        <a:pt x="412" y="228"/>
                                        <a:pt x="398" y="206"/>
                                      </a:cubicBezTo>
                                      <a:cubicBezTo>
                                        <a:pt x="384" y="184"/>
                                        <a:pt x="348" y="204"/>
                                        <a:pt x="314" y="170"/>
                                      </a:cubicBezTo>
                                      <a:cubicBezTo>
                                        <a:pt x="280" y="136"/>
                                        <a:pt x="204" y="0"/>
                                        <a:pt x="194" y="2"/>
                                      </a:cubicBezTo>
                                      <a:cubicBezTo>
                                        <a:pt x="184" y="4"/>
                                        <a:pt x="250" y="130"/>
                                        <a:pt x="254" y="182"/>
                                      </a:cubicBezTo>
                                      <a:cubicBezTo>
                                        <a:pt x="258" y="234"/>
                                        <a:pt x="256" y="242"/>
                                        <a:pt x="218" y="314"/>
                                      </a:cubicBezTo>
                                      <a:cubicBezTo>
                                        <a:pt x="180" y="386"/>
                                        <a:pt x="28" y="582"/>
                                        <a:pt x="14" y="61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305"/>
                              <wps:cNvSpPr>
                                <a:spLocks/>
                              </wps:cNvSpPr>
                              <wps:spPr bwMode="auto">
                                <a:xfrm flipH="1">
                                  <a:off x="4753" y="7314"/>
                                  <a:ext cx="969" cy="2543"/>
                                </a:xfrm>
                                <a:custGeom>
                                  <a:avLst/>
                                  <a:gdLst>
                                    <a:gd name="T0" fmla="*/ 79 w 967"/>
                                    <a:gd name="T1" fmla="*/ 2543 h 2543"/>
                                    <a:gd name="T2" fmla="*/ 22 w 967"/>
                                    <a:gd name="T3" fmla="*/ 2464 h 2543"/>
                                    <a:gd name="T4" fmla="*/ 48 w 967"/>
                                    <a:gd name="T5" fmla="*/ 2279 h 2543"/>
                                    <a:gd name="T6" fmla="*/ 312 w 967"/>
                                    <a:gd name="T7" fmla="*/ 1686 h 2543"/>
                                    <a:gd name="T8" fmla="*/ 463 w 967"/>
                                    <a:gd name="T9" fmla="*/ 1288 h 2543"/>
                                    <a:gd name="T10" fmla="*/ 588 w 967"/>
                                    <a:gd name="T11" fmla="*/ 724 h 2543"/>
                                    <a:gd name="T12" fmla="*/ 744 w 967"/>
                                    <a:gd name="T13" fmla="*/ 282 h 2543"/>
                                    <a:gd name="T14" fmla="*/ 950 w 967"/>
                                    <a:gd name="T15" fmla="*/ 8 h 2543"/>
                                    <a:gd name="T16" fmla="*/ 847 w 967"/>
                                    <a:gd name="T17" fmla="*/ 330 h 2543"/>
                                    <a:gd name="T18" fmla="*/ 775 w 967"/>
                                    <a:gd name="T19" fmla="*/ 594 h 2543"/>
                                    <a:gd name="T20" fmla="*/ 682 w 967"/>
                                    <a:gd name="T21" fmla="*/ 983 h 2543"/>
                                    <a:gd name="T22" fmla="*/ 564 w 967"/>
                                    <a:gd name="T23" fmla="*/ 1410 h 2543"/>
                                    <a:gd name="T24" fmla="*/ 360 w 967"/>
                                    <a:gd name="T25" fmla="*/ 1861 h 2543"/>
                                    <a:gd name="T26" fmla="*/ 216 w 967"/>
                                    <a:gd name="T27" fmla="*/ 2262 h 2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67" h="2543">
                                      <a:moveTo>
                                        <a:pt x="79" y="2543"/>
                                      </a:moveTo>
                                      <a:cubicBezTo>
                                        <a:pt x="69" y="2530"/>
                                        <a:pt x="27" y="2508"/>
                                        <a:pt x="22" y="2464"/>
                                      </a:cubicBezTo>
                                      <a:cubicBezTo>
                                        <a:pt x="17" y="2420"/>
                                        <a:pt x="0" y="2409"/>
                                        <a:pt x="48" y="2279"/>
                                      </a:cubicBezTo>
                                      <a:cubicBezTo>
                                        <a:pt x="96" y="2149"/>
                                        <a:pt x="243" y="1851"/>
                                        <a:pt x="312" y="1686"/>
                                      </a:cubicBezTo>
                                      <a:cubicBezTo>
                                        <a:pt x="381" y="1521"/>
                                        <a:pt x="417" y="1448"/>
                                        <a:pt x="463" y="1288"/>
                                      </a:cubicBezTo>
                                      <a:cubicBezTo>
                                        <a:pt x="509" y="1128"/>
                                        <a:pt x="541" y="892"/>
                                        <a:pt x="588" y="724"/>
                                      </a:cubicBezTo>
                                      <a:cubicBezTo>
                                        <a:pt x="635" y="556"/>
                                        <a:pt x="684" y="401"/>
                                        <a:pt x="744" y="282"/>
                                      </a:cubicBezTo>
                                      <a:cubicBezTo>
                                        <a:pt x="804" y="163"/>
                                        <a:pt x="933" y="0"/>
                                        <a:pt x="950" y="8"/>
                                      </a:cubicBezTo>
                                      <a:cubicBezTo>
                                        <a:pt x="967" y="16"/>
                                        <a:pt x="876" y="232"/>
                                        <a:pt x="847" y="330"/>
                                      </a:cubicBezTo>
                                      <a:cubicBezTo>
                                        <a:pt x="818" y="428"/>
                                        <a:pt x="802" y="485"/>
                                        <a:pt x="775" y="594"/>
                                      </a:cubicBezTo>
                                      <a:cubicBezTo>
                                        <a:pt x="748" y="703"/>
                                        <a:pt x="717" y="847"/>
                                        <a:pt x="682" y="983"/>
                                      </a:cubicBezTo>
                                      <a:cubicBezTo>
                                        <a:pt x="647" y="1119"/>
                                        <a:pt x="618" y="1264"/>
                                        <a:pt x="564" y="1410"/>
                                      </a:cubicBezTo>
                                      <a:cubicBezTo>
                                        <a:pt x="510" y="1556"/>
                                        <a:pt x="418" y="1719"/>
                                        <a:pt x="360" y="1861"/>
                                      </a:cubicBezTo>
                                      <a:cubicBezTo>
                                        <a:pt x="302" y="2003"/>
                                        <a:pt x="246" y="2179"/>
                                        <a:pt x="216" y="2262"/>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 name="Freeform 306"/>
                              <wps:cNvSpPr>
                                <a:spLocks/>
                              </wps:cNvSpPr>
                              <wps:spPr bwMode="auto">
                                <a:xfrm flipH="1">
                                  <a:off x="4479" y="7058"/>
                                  <a:ext cx="967" cy="2806"/>
                                </a:xfrm>
                                <a:custGeom>
                                  <a:avLst/>
                                  <a:gdLst>
                                    <a:gd name="T0" fmla="*/ 0 w 965"/>
                                    <a:gd name="T1" fmla="*/ 2530 h 2806"/>
                                    <a:gd name="T2" fmla="*/ 132 w 965"/>
                                    <a:gd name="T3" fmla="*/ 2158 h 2806"/>
                                    <a:gd name="T4" fmla="*/ 353 w 965"/>
                                    <a:gd name="T5" fmla="*/ 1676 h 2806"/>
                                    <a:gd name="T6" fmla="*/ 497 w 965"/>
                                    <a:gd name="T7" fmla="*/ 1148 h 2806"/>
                                    <a:gd name="T8" fmla="*/ 574 w 965"/>
                                    <a:gd name="T9" fmla="*/ 864 h 2806"/>
                                    <a:gd name="T10" fmla="*/ 725 w 965"/>
                                    <a:gd name="T11" fmla="*/ 332 h 2806"/>
                                    <a:gd name="T12" fmla="*/ 833 w 965"/>
                                    <a:gd name="T13" fmla="*/ 12 h 2806"/>
                                    <a:gd name="T14" fmla="*/ 958 w 965"/>
                                    <a:gd name="T15" fmla="*/ 406 h 2806"/>
                                    <a:gd name="T16" fmla="*/ 874 w 965"/>
                                    <a:gd name="T17" fmla="*/ 824 h 2806"/>
                                    <a:gd name="T18" fmla="*/ 540 w 965"/>
                                    <a:gd name="T19" fmla="*/ 1522 h 2806"/>
                                    <a:gd name="T20" fmla="*/ 290 w 965"/>
                                    <a:gd name="T21" fmla="*/ 2040 h 2806"/>
                                    <a:gd name="T22" fmla="*/ 151 w 965"/>
                                    <a:gd name="T23" fmla="*/ 2376 h 2806"/>
                                    <a:gd name="T24" fmla="*/ 120 w 965"/>
                                    <a:gd name="T25" fmla="*/ 2806 h 28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65" h="2806">
                                      <a:moveTo>
                                        <a:pt x="0" y="2530"/>
                                      </a:moveTo>
                                      <a:cubicBezTo>
                                        <a:pt x="34" y="2422"/>
                                        <a:pt x="73" y="2300"/>
                                        <a:pt x="132" y="2158"/>
                                      </a:cubicBezTo>
                                      <a:cubicBezTo>
                                        <a:pt x="191" y="2016"/>
                                        <a:pt x="292" y="1844"/>
                                        <a:pt x="353" y="1676"/>
                                      </a:cubicBezTo>
                                      <a:cubicBezTo>
                                        <a:pt x="414" y="1508"/>
                                        <a:pt x="460" y="1283"/>
                                        <a:pt x="497" y="1148"/>
                                      </a:cubicBezTo>
                                      <a:cubicBezTo>
                                        <a:pt x="534" y="1013"/>
                                        <a:pt x="536" y="1000"/>
                                        <a:pt x="574" y="864"/>
                                      </a:cubicBezTo>
                                      <a:cubicBezTo>
                                        <a:pt x="612" y="728"/>
                                        <a:pt x="682" y="474"/>
                                        <a:pt x="725" y="332"/>
                                      </a:cubicBezTo>
                                      <a:cubicBezTo>
                                        <a:pt x="768" y="190"/>
                                        <a:pt x="794" y="0"/>
                                        <a:pt x="833" y="12"/>
                                      </a:cubicBezTo>
                                      <a:cubicBezTo>
                                        <a:pt x="872" y="24"/>
                                        <a:pt x="951" y="271"/>
                                        <a:pt x="958" y="406"/>
                                      </a:cubicBezTo>
                                      <a:cubicBezTo>
                                        <a:pt x="965" y="541"/>
                                        <a:pt x="944" y="638"/>
                                        <a:pt x="874" y="824"/>
                                      </a:cubicBezTo>
                                      <a:cubicBezTo>
                                        <a:pt x="804" y="1010"/>
                                        <a:pt x="637" y="1319"/>
                                        <a:pt x="540" y="1522"/>
                                      </a:cubicBezTo>
                                      <a:cubicBezTo>
                                        <a:pt x="443" y="1725"/>
                                        <a:pt x="355" y="1898"/>
                                        <a:pt x="290" y="2040"/>
                                      </a:cubicBezTo>
                                      <a:cubicBezTo>
                                        <a:pt x="225" y="2182"/>
                                        <a:pt x="179" y="2249"/>
                                        <a:pt x="151" y="2376"/>
                                      </a:cubicBezTo>
                                      <a:cubicBezTo>
                                        <a:pt x="123" y="2503"/>
                                        <a:pt x="126" y="2717"/>
                                        <a:pt x="120" y="280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 name="Freeform 307"/>
                              <wps:cNvSpPr>
                                <a:spLocks/>
                              </wps:cNvSpPr>
                              <wps:spPr bwMode="auto">
                                <a:xfrm>
                                  <a:off x="4679" y="4246"/>
                                  <a:ext cx="1096" cy="5656"/>
                                </a:xfrm>
                                <a:custGeom>
                                  <a:avLst/>
                                  <a:gdLst>
                                    <a:gd name="T0" fmla="*/ 820 w 1096"/>
                                    <a:gd name="T1" fmla="*/ 290 h 5656"/>
                                    <a:gd name="T2" fmla="*/ 863 w 1096"/>
                                    <a:gd name="T3" fmla="*/ 56 h 5656"/>
                                    <a:gd name="T4" fmla="*/ 586 w 1096"/>
                                    <a:gd name="T5" fmla="*/ 626 h 5656"/>
                                    <a:gd name="T6" fmla="*/ 201 w 1096"/>
                                    <a:gd name="T7" fmla="*/ 1568 h 5656"/>
                                    <a:gd name="T8" fmla="*/ 57 w 1096"/>
                                    <a:gd name="T9" fmla="*/ 2054 h 5656"/>
                                    <a:gd name="T10" fmla="*/ 7 w 1096"/>
                                    <a:gd name="T11" fmla="*/ 2546 h 5656"/>
                                    <a:gd name="T12" fmla="*/ 97 w 1096"/>
                                    <a:gd name="T13" fmla="*/ 2906 h 5656"/>
                                    <a:gd name="T14" fmla="*/ 317 w 1096"/>
                                    <a:gd name="T15" fmla="*/ 3249 h 5656"/>
                                    <a:gd name="T16" fmla="*/ 500 w 1096"/>
                                    <a:gd name="T17" fmla="*/ 3708 h 5656"/>
                                    <a:gd name="T18" fmla="*/ 656 w 1096"/>
                                    <a:gd name="T19" fmla="*/ 4375 h 5656"/>
                                    <a:gd name="T20" fmla="*/ 925 w 1096"/>
                                    <a:gd name="T21" fmla="*/ 5028 h 5656"/>
                                    <a:gd name="T22" fmla="*/ 1057 w 1096"/>
                                    <a:gd name="T23" fmla="*/ 5352 h 5656"/>
                                    <a:gd name="T24" fmla="*/ 1086 w 1096"/>
                                    <a:gd name="T25" fmla="*/ 5529 h 5656"/>
                                    <a:gd name="T26" fmla="*/ 997 w 1096"/>
                                    <a:gd name="T27" fmla="*/ 5656 h 5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96" h="5656">
                                      <a:moveTo>
                                        <a:pt x="820" y="290"/>
                                      </a:moveTo>
                                      <a:cubicBezTo>
                                        <a:pt x="829" y="251"/>
                                        <a:pt x="902" y="0"/>
                                        <a:pt x="863" y="56"/>
                                      </a:cubicBezTo>
                                      <a:cubicBezTo>
                                        <a:pt x="824" y="112"/>
                                        <a:pt x="696" y="374"/>
                                        <a:pt x="586" y="626"/>
                                      </a:cubicBezTo>
                                      <a:cubicBezTo>
                                        <a:pt x="476" y="878"/>
                                        <a:pt x="290" y="1330"/>
                                        <a:pt x="201" y="1568"/>
                                      </a:cubicBezTo>
                                      <a:cubicBezTo>
                                        <a:pt x="113" y="1806"/>
                                        <a:pt x="89" y="1891"/>
                                        <a:pt x="57" y="2054"/>
                                      </a:cubicBezTo>
                                      <a:cubicBezTo>
                                        <a:pt x="25" y="2217"/>
                                        <a:pt x="0" y="2404"/>
                                        <a:pt x="7" y="2546"/>
                                      </a:cubicBezTo>
                                      <a:cubicBezTo>
                                        <a:pt x="14" y="2688"/>
                                        <a:pt x="45" y="2789"/>
                                        <a:pt x="97" y="2906"/>
                                      </a:cubicBezTo>
                                      <a:cubicBezTo>
                                        <a:pt x="149" y="3023"/>
                                        <a:pt x="250" y="3115"/>
                                        <a:pt x="317" y="3249"/>
                                      </a:cubicBezTo>
                                      <a:cubicBezTo>
                                        <a:pt x="384" y="3383"/>
                                        <a:pt x="444" y="3520"/>
                                        <a:pt x="500" y="3708"/>
                                      </a:cubicBezTo>
                                      <a:cubicBezTo>
                                        <a:pt x="556" y="3896"/>
                                        <a:pt x="585" y="4155"/>
                                        <a:pt x="656" y="4375"/>
                                      </a:cubicBezTo>
                                      <a:cubicBezTo>
                                        <a:pt x="727" y="4595"/>
                                        <a:pt x="858" y="4865"/>
                                        <a:pt x="925" y="5028"/>
                                      </a:cubicBezTo>
                                      <a:cubicBezTo>
                                        <a:pt x="992" y="5191"/>
                                        <a:pt x="1030" y="5269"/>
                                        <a:pt x="1057" y="5352"/>
                                      </a:cubicBezTo>
                                      <a:cubicBezTo>
                                        <a:pt x="1084" y="5435"/>
                                        <a:pt x="1096" y="5478"/>
                                        <a:pt x="1086" y="5529"/>
                                      </a:cubicBezTo>
                                      <a:cubicBezTo>
                                        <a:pt x="1076" y="5580"/>
                                        <a:pt x="1015" y="5630"/>
                                        <a:pt x="997" y="56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Freeform 308"/>
                              <wps:cNvSpPr>
                                <a:spLocks/>
                              </wps:cNvSpPr>
                              <wps:spPr bwMode="auto">
                                <a:xfrm flipH="1">
                                  <a:off x="5614" y="3510"/>
                                  <a:ext cx="553" cy="1080"/>
                                </a:xfrm>
                                <a:custGeom>
                                  <a:avLst/>
                                  <a:gdLst>
                                    <a:gd name="T0" fmla="*/ 0 w 552"/>
                                    <a:gd name="T1" fmla="*/ 0 h 1080"/>
                                    <a:gd name="T2" fmla="*/ 306 w 552"/>
                                    <a:gd name="T3" fmla="*/ 330 h 1080"/>
                                    <a:gd name="T4" fmla="*/ 444 w 552"/>
                                    <a:gd name="T5" fmla="*/ 570 h 1080"/>
                                    <a:gd name="T6" fmla="*/ 492 w 552"/>
                                    <a:gd name="T7" fmla="*/ 804 h 1080"/>
                                    <a:gd name="T8" fmla="*/ 552 w 552"/>
                                    <a:gd name="T9" fmla="*/ 1080 h 1080"/>
                                  </a:gdLst>
                                  <a:ahLst/>
                                  <a:cxnLst>
                                    <a:cxn ang="0">
                                      <a:pos x="T0" y="T1"/>
                                    </a:cxn>
                                    <a:cxn ang="0">
                                      <a:pos x="T2" y="T3"/>
                                    </a:cxn>
                                    <a:cxn ang="0">
                                      <a:pos x="T4" y="T5"/>
                                    </a:cxn>
                                    <a:cxn ang="0">
                                      <a:pos x="T6" y="T7"/>
                                    </a:cxn>
                                    <a:cxn ang="0">
                                      <a:pos x="T8" y="T9"/>
                                    </a:cxn>
                                  </a:cxnLst>
                                  <a:rect l="0" t="0" r="r" b="b"/>
                                  <a:pathLst>
                                    <a:path w="552" h="1080">
                                      <a:moveTo>
                                        <a:pt x="0" y="0"/>
                                      </a:moveTo>
                                      <a:cubicBezTo>
                                        <a:pt x="52" y="55"/>
                                        <a:pt x="232" y="235"/>
                                        <a:pt x="306" y="330"/>
                                      </a:cubicBezTo>
                                      <a:cubicBezTo>
                                        <a:pt x="380" y="425"/>
                                        <a:pt x="413" y="491"/>
                                        <a:pt x="444" y="570"/>
                                      </a:cubicBezTo>
                                      <a:cubicBezTo>
                                        <a:pt x="475" y="649"/>
                                        <a:pt x="474" y="719"/>
                                        <a:pt x="492" y="804"/>
                                      </a:cubicBezTo>
                                      <a:cubicBezTo>
                                        <a:pt x="510" y="889"/>
                                        <a:pt x="540" y="1023"/>
                                        <a:pt x="552" y="1080"/>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Freeform 309"/>
                              <wps:cNvSpPr>
                                <a:spLocks/>
                              </wps:cNvSpPr>
                              <wps:spPr bwMode="auto">
                                <a:xfrm flipH="1">
                                  <a:off x="4878" y="3439"/>
                                  <a:ext cx="485" cy="595"/>
                                </a:xfrm>
                                <a:custGeom>
                                  <a:avLst/>
                                  <a:gdLst>
                                    <a:gd name="T0" fmla="*/ 470 w 484"/>
                                    <a:gd name="T1" fmla="*/ 581 h 595"/>
                                    <a:gd name="T2" fmla="*/ 405 w 484"/>
                                    <a:gd name="T3" fmla="*/ 497 h 595"/>
                                    <a:gd name="T4" fmla="*/ 309 w 484"/>
                                    <a:gd name="T5" fmla="*/ 367 h 595"/>
                                    <a:gd name="T6" fmla="*/ 252 w 484"/>
                                    <a:gd name="T7" fmla="*/ 228 h 595"/>
                                    <a:gd name="T8" fmla="*/ 223 w 484"/>
                                    <a:gd name="T9" fmla="*/ 137 h 595"/>
                                    <a:gd name="T10" fmla="*/ 184 w 484"/>
                                    <a:gd name="T11" fmla="*/ 106 h 595"/>
                                    <a:gd name="T12" fmla="*/ 21 w 484"/>
                                    <a:gd name="T13" fmla="*/ 5 h 595"/>
                                    <a:gd name="T14" fmla="*/ 60 w 484"/>
                                    <a:gd name="T15" fmla="*/ 75 h 595"/>
                                    <a:gd name="T16" fmla="*/ 177 w 484"/>
                                    <a:gd name="T17" fmla="*/ 223 h 595"/>
                                    <a:gd name="T18" fmla="*/ 321 w 484"/>
                                    <a:gd name="T19" fmla="*/ 415 h 595"/>
                                    <a:gd name="T20" fmla="*/ 470 w 484"/>
                                    <a:gd name="T21" fmla="*/ 581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84" h="595">
                                      <a:moveTo>
                                        <a:pt x="470" y="581"/>
                                      </a:moveTo>
                                      <a:cubicBezTo>
                                        <a:pt x="484" y="595"/>
                                        <a:pt x="432" y="533"/>
                                        <a:pt x="405" y="497"/>
                                      </a:cubicBezTo>
                                      <a:cubicBezTo>
                                        <a:pt x="378" y="461"/>
                                        <a:pt x="334" y="412"/>
                                        <a:pt x="309" y="367"/>
                                      </a:cubicBezTo>
                                      <a:cubicBezTo>
                                        <a:pt x="284" y="322"/>
                                        <a:pt x="266" y="266"/>
                                        <a:pt x="252" y="228"/>
                                      </a:cubicBezTo>
                                      <a:cubicBezTo>
                                        <a:pt x="238" y="190"/>
                                        <a:pt x="234" y="157"/>
                                        <a:pt x="223" y="137"/>
                                      </a:cubicBezTo>
                                      <a:cubicBezTo>
                                        <a:pt x="212" y="117"/>
                                        <a:pt x="218" y="128"/>
                                        <a:pt x="184" y="106"/>
                                      </a:cubicBezTo>
                                      <a:cubicBezTo>
                                        <a:pt x="150" y="84"/>
                                        <a:pt x="42" y="10"/>
                                        <a:pt x="21" y="5"/>
                                      </a:cubicBezTo>
                                      <a:cubicBezTo>
                                        <a:pt x="0" y="0"/>
                                        <a:pt x="34" y="39"/>
                                        <a:pt x="60" y="75"/>
                                      </a:cubicBezTo>
                                      <a:cubicBezTo>
                                        <a:pt x="86" y="111"/>
                                        <a:pt x="134" y="166"/>
                                        <a:pt x="177" y="223"/>
                                      </a:cubicBezTo>
                                      <a:cubicBezTo>
                                        <a:pt x="220" y="280"/>
                                        <a:pt x="274" y="354"/>
                                        <a:pt x="321" y="415"/>
                                      </a:cubicBezTo>
                                      <a:cubicBezTo>
                                        <a:pt x="368" y="476"/>
                                        <a:pt x="456" y="567"/>
                                        <a:pt x="470" y="581"/>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310"/>
                              <wps:cNvSpPr>
                                <a:spLocks/>
                              </wps:cNvSpPr>
                              <wps:spPr bwMode="auto">
                                <a:xfrm flipH="1">
                                  <a:off x="6152" y="4169"/>
                                  <a:ext cx="184" cy="825"/>
                                </a:xfrm>
                                <a:custGeom>
                                  <a:avLst/>
                                  <a:gdLst>
                                    <a:gd name="T0" fmla="*/ 15 w 184"/>
                                    <a:gd name="T1" fmla="*/ 177 h 825"/>
                                    <a:gd name="T2" fmla="*/ 87 w 184"/>
                                    <a:gd name="T3" fmla="*/ 485 h 825"/>
                                    <a:gd name="T4" fmla="*/ 131 w 184"/>
                                    <a:gd name="T5" fmla="*/ 811 h 825"/>
                                    <a:gd name="T6" fmla="*/ 147 w 184"/>
                                    <a:gd name="T7" fmla="*/ 571 h 825"/>
                                    <a:gd name="T8" fmla="*/ 171 w 184"/>
                                    <a:gd name="T9" fmla="*/ 252 h 825"/>
                                    <a:gd name="T10" fmla="*/ 174 w 184"/>
                                    <a:gd name="T11" fmla="*/ 165 h 825"/>
                                    <a:gd name="T12" fmla="*/ 109 w 184"/>
                                    <a:gd name="T13" fmla="*/ 120 h 825"/>
                                    <a:gd name="T14" fmla="*/ 15 w 184"/>
                                    <a:gd name="T15" fmla="*/ 9 h 825"/>
                                    <a:gd name="T16" fmla="*/ 15 w 184"/>
                                    <a:gd name="T17" fmla="*/ 177 h 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4" h="825">
                                      <a:moveTo>
                                        <a:pt x="15" y="177"/>
                                      </a:moveTo>
                                      <a:cubicBezTo>
                                        <a:pt x="27" y="256"/>
                                        <a:pt x="68" y="379"/>
                                        <a:pt x="87" y="485"/>
                                      </a:cubicBezTo>
                                      <a:cubicBezTo>
                                        <a:pt x="106" y="591"/>
                                        <a:pt x="121" y="797"/>
                                        <a:pt x="131" y="811"/>
                                      </a:cubicBezTo>
                                      <a:cubicBezTo>
                                        <a:pt x="141" y="825"/>
                                        <a:pt x="140" y="664"/>
                                        <a:pt x="147" y="571"/>
                                      </a:cubicBezTo>
                                      <a:cubicBezTo>
                                        <a:pt x="154" y="478"/>
                                        <a:pt x="167" y="320"/>
                                        <a:pt x="171" y="252"/>
                                      </a:cubicBezTo>
                                      <a:cubicBezTo>
                                        <a:pt x="175" y="184"/>
                                        <a:pt x="184" y="187"/>
                                        <a:pt x="174" y="165"/>
                                      </a:cubicBezTo>
                                      <a:cubicBezTo>
                                        <a:pt x="164" y="143"/>
                                        <a:pt x="136" y="146"/>
                                        <a:pt x="109" y="120"/>
                                      </a:cubicBezTo>
                                      <a:cubicBezTo>
                                        <a:pt x="82" y="94"/>
                                        <a:pt x="30" y="0"/>
                                        <a:pt x="15" y="9"/>
                                      </a:cubicBezTo>
                                      <a:cubicBezTo>
                                        <a:pt x="0" y="18"/>
                                        <a:pt x="3" y="98"/>
                                        <a:pt x="15" y="177"/>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311"/>
                              <wps:cNvSpPr>
                                <a:spLocks/>
                              </wps:cNvSpPr>
                              <wps:spPr bwMode="auto">
                                <a:xfrm flipH="1">
                                  <a:off x="3832" y="6204"/>
                                  <a:ext cx="154" cy="102"/>
                                </a:xfrm>
                                <a:custGeom>
                                  <a:avLst/>
                                  <a:gdLst>
                                    <a:gd name="T0" fmla="*/ 146 w 154"/>
                                    <a:gd name="T1" fmla="*/ 102 h 102"/>
                                    <a:gd name="T2" fmla="*/ 86 w 154"/>
                                    <a:gd name="T3" fmla="*/ 42 h 102"/>
                                    <a:gd name="T4" fmla="*/ 2 w 154"/>
                                    <a:gd name="T5" fmla="*/ 6 h 102"/>
                                    <a:gd name="T6" fmla="*/ 98 w 154"/>
                                    <a:gd name="T7" fmla="*/ 6 h 102"/>
                                    <a:gd name="T8" fmla="*/ 134 w 154"/>
                                    <a:gd name="T9" fmla="*/ 42 h 102"/>
                                    <a:gd name="T10" fmla="*/ 146 w 154"/>
                                    <a:gd name="T11" fmla="*/ 102 h 102"/>
                                  </a:gdLst>
                                  <a:ahLst/>
                                  <a:cxnLst>
                                    <a:cxn ang="0">
                                      <a:pos x="T0" y="T1"/>
                                    </a:cxn>
                                    <a:cxn ang="0">
                                      <a:pos x="T2" y="T3"/>
                                    </a:cxn>
                                    <a:cxn ang="0">
                                      <a:pos x="T4" y="T5"/>
                                    </a:cxn>
                                    <a:cxn ang="0">
                                      <a:pos x="T6" y="T7"/>
                                    </a:cxn>
                                    <a:cxn ang="0">
                                      <a:pos x="T8" y="T9"/>
                                    </a:cxn>
                                    <a:cxn ang="0">
                                      <a:pos x="T10" y="T11"/>
                                    </a:cxn>
                                  </a:cxnLst>
                                  <a:rect l="0" t="0" r="r" b="b"/>
                                  <a:pathLst>
                                    <a:path w="154" h="102">
                                      <a:moveTo>
                                        <a:pt x="146" y="102"/>
                                      </a:moveTo>
                                      <a:cubicBezTo>
                                        <a:pt x="138" y="102"/>
                                        <a:pt x="110" y="58"/>
                                        <a:pt x="86" y="42"/>
                                      </a:cubicBezTo>
                                      <a:cubicBezTo>
                                        <a:pt x="62" y="26"/>
                                        <a:pt x="0" y="12"/>
                                        <a:pt x="2" y="6"/>
                                      </a:cubicBezTo>
                                      <a:cubicBezTo>
                                        <a:pt x="4" y="0"/>
                                        <a:pt x="76" y="0"/>
                                        <a:pt x="98" y="6"/>
                                      </a:cubicBezTo>
                                      <a:cubicBezTo>
                                        <a:pt x="120" y="12"/>
                                        <a:pt x="128" y="27"/>
                                        <a:pt x="134" y="42"/>
                                      </a:cubicBezTo>
                                      <a:cubicBezTo>
                                        <a:pt x="140" y="57"/>
                                        <a:pt x="154" y="102"/>
                                        <a:pt x="146" y="10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312"/>
                              <wps:cNvSpPr>
                                <a:spLocks/>
                              </wps:cNvSpPr>
                              <wps:spPr bwMode="auto">
                                <a:xfrm flipH="1">
                                  <a:off x="4122" y="6706"/>
                                  <a:ext cx="230" cy="909"/>
                                </a:xfrm>
                                <a:custGeom>
                                  <a:avLst/>
                                  <a:gdLst>
                                    <a:gd name="T0" fmla="*/ 175 w 230"/>
                                    <a:gd name="T1" fmla="*/ 2 h 909"/>
                                    <a:gd name="T2" fmla="*/ 163 w 230"/>
                                    <a:gd name="T3" fmla="*/ 254 h 909"/>
                                    <a:gd name="T4" fmla="*/ 211 w 230"/>
                                    <a:gd name="T5" fmla="*/ 488 h 909"/>
                                    <a:gd name="T6" fmla="*/ 49 w 230"/>
                                    <a:gd name="T7" fmla="*/ 866 h 909"/>
                                    <a:gd name="T8" fmla="*/ 25 w 230"/>
                                    <a:gd name="T9" fmla="*/ 746 h 909"/>
                                    <a:gd name="T10" fmla="*/ 199 w 230"/>
                                    <a:gd name="T11" fmla="*/ 494 h 909"/>
                                    <a:gd name="T12" fmla="*/ 151 w 230"/>
                                    <a:gd name="T13" fmla="*/ 368 h 909"/>
                                    <a:gd name="T14" fmla="*/ 121 w 230"/>
                                    <a:gd name="T15" fmla="*/ 242 h 909"/>
                                    <a:gd name="T16" fmla="*/ 175 w 230"/>
                                    <a:gd name="T17" fmla="*/ 2 h 9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 h="909">
                                      <a:moveTo>
                                        <a:pt x="175" y="2"/>
                                      </a:moveTo>
                                      <a:cubicBezTo>
                                        <a:pt x="182" y="4"/>
                                        <a:pt x="157" y="173"/>
                                        <a:pt x="163" y="254"/>
                                      </a:cubicBezTo>
                                      <a:cubicBezTo>
                                        <a:pt x="169" y="335"/>
                                        <a:pt x="230" y="386"/>
                                        <a:pt x="211" y="488"/>
                                      </a:cubicBezTo>
                                      <a:cubicBezTo>
                                        <a:pt x="192" y="590"/>
                                        <a:pt x="80" y="823"/>
                                        <a:pt x="49" y="866"/>
                                      </a:cubicBezTo>
                                      <a:cubicBezTo>
                                        <a:pt x="18" y="909"/>
                                        <a:pt x="0" y="808"/>
                                        <a:pt x="25" y="746"/>
                                      </a:cubicBezTo>
                                      <a:cubicBezTo>
                                        <a:pt x="50" y="684"/>
                                        <a:pt x="178" y="557"/>
                                        <a:pt x="199" y="494"/>
                                      </a:cubicBezTo>
                                      <a:cubicBezTo>
                                        <a:pt x="220" y="431"/>
                                        <a:pt x="164" y="410"/>
                                        <a:pt x="151" y="368"/>
                                      </a:cubicBezTo>
                                      <a:cubicBezTo>
                                        <a:pt x="138" y="326"/>
                                        <a:pt x="119" y="302"/>
                                        <a:pt x="121" y="242"/>
                                      </a:cubicBezTo>
                                      <a:cubicBezTo>
                                        <a:pt x="123" y="182"/>
                                        <a:pt x="168" y="0"/>
                                        <a:pt x="175" y="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313"/>
                              <wps:cNvSpPr>
                                <a:spLocks/>
                              </wps:cNvSpPr>
                              <wps:spPr bwMode="auto">
                                <a:xfrm flipH="1">
                                  <a:off x="5263" y="3562"/>
                                  <a:ext cx="1000" cy="614"/>
                                </a:xfrm>
                                <a:custGeom>
                                  <a:avLst/>
                                  <a:gdLst>
                                    <a:gd name="T0" fmla="*/ 0 w 998"/>
                                    <a:gd name="T1" fmla="*/ 614 h 614"/>
                                    <a:gd name="T2" fmla="*/ 144 w 998"/>
                                    <a:gd name="T3" fmla="*/ 350 h 614"/>
                                    <a:gd name="T4" fmla="*/ 523 w 998"/>
                                    <a:gd name="T5" fmla="*/ 100 h 614"/>
                                    <a:gd name="T6" fmla="*/ 998 w 998"/>
                                    <a:gd name="T7" fmla="*/ 0 h 614"/>
                                  </a:gdLst>
                                  <a:ahLst/>
                                  <a:cxnLst>
                                    <a:cxn ang="0">
                                      <a:pos x="T0" y="T1"/>
                                    </a:cxn>
                                    <a:cxn ang="0">
                                      <a:pos x="T2" y="T3"/>
                                    </a:cxn>
                                    <a:cxn ang="0">
                                      <a:pos x="T4" y="T5"/>
                                    </a:cxn>
                                    <a:cxn ang="0">
                                      <a:pos x="T6" y="T7"/>
                                    </a:cxn>
                                  </a:cxnLst>
                                  <a:rect l="0" t="0" r="r" b="b"/>
                                  <a:pathLst>
                                    <a:path w="998" h="614">
                                      <a:moveTo>
                                        <a:pt x="0" y="614"/>
                                      </a:moveTo>
                                      <a:cubicBezTo>
                                        <a:pt x="29" y="524"/>
                                        <a:pt x="57" y="436"/>
                                        <a:pt x="144" y="350"/>
                                      </a:cubicBezTo>
                                      <a:cubicBezTo>
                                        <a:pt x="231" y="264"/>
                                        <a:pt x="381" y="158"/>
                                        <a:pt x="523" y="100"/>
                                      </a:cubicBezTo>
                                      <a:cubicBezTo>
                                        <a:pt x="665" y="42"/>
                                        <a:pt x="899" y="21"/>
                                        <a:pt x="998" y="0"/>
                                      </a:cubicBezTo>
                                    </a:path>
                                  </a:pathLst>
                                </a:cu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Freeform 314"/>
                              <wps:cNvSpPr>
                                <a:spLocks/>
                              </wps:cNvSpPr>
                              <wps:spPr bwMode="auto">
                                <a:xfrm flipH="1">
                                  <a:off x="4406" y="3408"/>
                                  <a:ext cx="1677" cy="6456"/>
                                </a:xfrm>
                                <a:custGeom>
                                  <a:avLst/>
                                  <a:gdLst>
                                    <a:gd name="T0" fmla="*/ 0 w 1673"/>
                                    <a:gd name="T1" fmla="*/ 0 h 6456"/>
                                    <a:gd name="T2" fmla="*/ 300 w 1673"/>
                                    <a:gd name="T3" fmla="*/ 318 h 6456"/>
                                    <a:gd name="T4" fmla="*/ 648 w 1673"/>
                                    <a:gd name="T5" fmla="*/ 786 h 6456"/>
                                    <a:gd name="T6" fmla="*/ 1008 w 1673"/>
                                    <a:gd name="T7" fmla="*/ 1554 h 6456"/>
                                    <a:gd name="T8" fmla="*/ 1332 w 1673"/>
                                    <a:gd name="T9" fmla="*/ 2370 h 6456"/>
                                    <a:gd name="T10" fmla="*/ 1482 w 1673"/>
                                    <a:gd name="T11" fmla="*/ 2868 h 6456"/>
                                    <a:gd name="T12" fmla="*/ 1524 w 1673"/>
                                    <a:gd name="T13" fmla="*/ 3324 h 6456"/>
                                    <a:gd name="T14" fmla="*/ 1542 w 1673"/>
                                    <a:gd name="T15" fmla="*/ 3576 h 6456"/>
                                    <a:gd name="T16" fmla="*/ 1668 w 1673"/>
                                    <a:gd name="T17" fmla="*/ 4056 h 6456"/>
                                    <a:gd name="T18" fmla="*/ 1572 w 1673"/>
                                    <a:gd name="T19" fmla="*/ 4518 h 6456"/>
                                    <a:gd name="T20" fmla="*/ 1182 w 1673"/>
                                    <a:gd name="T21" fmla="*/ 5328 h 6456"/>
                                    <a:gd name="T22" fmla="*/ 912 w 1673"/>
                                    <a:gd name="T23" fmla="*/ 5880 h 6456"/>
                                    <a:gd name="T24" fmla="*/ 840 w 1673"/>
                                    <a:gd name="T25" fmla="*/ 6144 h 6456"/>
                                    <a:gd name="T26" fmla="*/ 828 w 1673"/>
                                    <a:gd name="T27" fmla="*/ 6456 h 6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673" h="6456">
                                      <a:moveTo>
                                        <a:pt x="0" y="0"/>
                                      </a:moveTo>
                                      <a:cubicBezTo>
                                        <a:pt x="50" y="53"/>
                                        <a:pt x="192" y="187"/>
                                        <a:pt x="300" y="318"/>
                                      </a:cubicBezTo>
                                      <a:cubicBezTo>
                                        <a:pt x="408" y="449"/>
                                        <a:pt x="530" y="580"/>
                                        <a:pt x="648" y="786"/>
                                      </a:cubicBezTo>
                                      <a:cubicBezTo>
                                        <a:pt x="766" y="992"/>
                                        <a:pt x="894" y="1290"/>
                                        <a:pt x="1008" y="1554"/>
                                      </a:cubicBezTo>
                                      <a:cubicBezTo>
                                        <a:pt x="1122" y="1818"/>
                                        <a:pt x="1253" y="2151"/>
                                        <a:pt x="1332" y="2370"/>
                                      </a:cubicBezTo>
                                      <a:cubicBezTo>
                                        <a:pt x="1411" y="2589"/>
                                        <a:pt x="1450" y="2709"/>
                                        <a:pt x="1482" y="2868"/>
                                      </a:cubicBezTo>
                                      <a:cubicBezTo>
                                        <a:pt x="1514" y="3027"/>
                                        <a:pt x="1514" y="3206"/>
                                        <a:pt x="1524" y="3324"/>
                                      </a:cubicBezTo>
                                      <a:cubicBezTo>
                                        <a:pt x="1534" y="3442"/>
                                        <a:pt x="1518" y="3454"/>
                                        <a:pt x="1542" y="3576"/>
                                      </a:cubicBezTo>
                                      <a:cubicBezTo>
                                        <a:pt x="1566" y="3698"/>
                                        <a:pt x="1663" y="3899"/>
                                        <a:pt x="1668" y="4056"/>
                                      </a:cubicBezTo>
                                      <a:cubicBezTo>
                                        <a:pt x="1673" y="4213"/>
                                        <a:pt x="1653" y="4306"/>
                                        <a:pt x="1572" y="4518"/>
                                      </a:cubicBezTo>
                                      <a:cubicBezTo>
                                        <a:pt x="1491" y="4730"/>
                                        <a:pt x="1292" y="5101"/>
                                        <a:pt x="1182" y="5328"/>
                                      </a:cubicBezTo>
                                      <a:cubicBezTo>
                                        <a:pt x="1072" y="5555"/>
                                        <a:pt x="969" y="5744"/>
                                        <a:pt x="912" y="5880"/>
                                      </a:cubicBezTo>
                                      <a:cubicBezTo>
                                        <a:pt x="855" y="6016"/>
                                        <a:pt x="854" y="6048"/>
                                        <a:pt x="840" y="6144"/>
                                      </a:cubicBezTo>
                                      <a:cubicBezTo>
                                        <a:pt x="826" y="6240"/>
                                        <a:pt x="830" y="6391"/>
                                        <a:pt x="828" y="64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Freeform 315"/>
                              <wps:cNvSpPr>
                                <a:spLocks/>
                              </wps:cNvSpPr>
                              <wps:spPr bwMode="auto">
                                <a:xfrm flipH="1">
                                  <a:off x="4698" y="10754"/>
                                  <a:ext cx="232" cy="138"/>
                                </a:xfrm>
                                <a:custGeom>
                                  <a:avLst/>
                                  <a:gdLst>
                                    <a:gd name="T0" fmla="*/ 232 w 232"/>
                                    <a:gd name="T1" fmla="*/ 130 h 138"/>
                                    <a:gd name="T2" fmla="*/ 158 w 232"/>
                                    <a:gd name="T3" fmla="*/ 130 h 138"/>
                                    <a:gd name="T4" fmla="*/ 57 w 232"/>
                                    <a:gd name="T5" fmla="*/ 79 h 138"/>
                                    <a:gd name="T6" fmla="*/ 0 w 232"/>
                                    <a:gd name="T7" fmla="*/ 0 h 138"/>
                                  </a:gdLst>
                                  <a:ahLst/>
                                  <a:cxnLst>
                                    <a:cxn ang="0">
                                      <a:pos x="T0" y="T1"/>
                                    </a:cxn>
                                    <a:cxn ang="0">
                                      <a:pos x="T2" y="T3"/>
                                    </a:cxn>
                                    <a:cxn ang="0">
                                      <a:pos x="T4" y="T5"/>
                                    </a:cxn>
                                    <a:cxn ang="0">
                                      <a:pos x="T6" y="T7"/>
                                    </a:cxn>
                                  </a:cxnLst>
                                  <a:rect l="0" t="0" r="r" b="b"/>
                                  <a:pathLst>
                                    <a:path w="232" h="138">
                                      <a:moveTo>
                                        <a:pt x="232" y="130"/>
                                      </a:moveTo>
                                      <a:cubicBezTo>
                                        <a:pt x="220" y="130"/>
                                        <a:pt x="187" y="138"/>
                                        <a:pt x="158" y="130"/>
                                      </a:cubicBezTo>
                                      <a:cubicBezTo>
                                        <a:pt x="129" y="122"/>
                                        <a:pt x="83" y="101"/>
                                        <a:pt x="57" y="79"/>
                                      </a:cubicBezTo>
                                      <a:cubicBezTo>
                                        <a:pt x="31" y="57"/>
                                        <a:pt x="12" y="16"/>
                                        <a:pt x="0" y="0"/>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Freeform 316"/>
                              <wps:cNvSpPr>
                                <a:spLocks/>
                              </wps:cNvSpPr>
                              <wps:spPr bwMode="auto">
                                <a:xfrm flipH="1">
                                  <a:off x="5421" y="10193"/>
                                  <a:ext cx="569" cy="562"/>
                                </a:xfrm>
                                <a:custGeom>
                                  <a:avLst/>
                                  <a:gdLst>
                                    <a:gd name="T0" fmla="*/ 555 w 567"/>
                                    <a:gd name="T1" fmla="*/ 559 h 562"/>
                                    <a:gd name="T2" fmla="*/ 495 w 567"/>
                                    <a:gd name="T3" fmla="*/ 427 h 562"/>
                                    <a:gd name="T4" fmla="*/ 423 w 567"/>
                                    <a:gd name="T5" fmla="*/ 253 h 562"/>
                                    <a:gd name="T6" fmla="*/ 303 w 567"/>
                                    <a:gd name="T7" fmla="*/ 121 h 562"/>
                                    <a:gd name="T8" fmla="*/ 99 w 567"/>
                                    <a:gd name="T9" fmla="*/ 49 h 562"/>
                                    <a:gd name="T10" fmla="*/ 9 w 567"/>
                                    <a:gd name="T11" fmla="*/ 1 h 562"/>
                                    <a:gd name="T12" fmla="*/ 45 w 567"/>
                                    <a:gd name="T13" fmla="*/ 43 h 562"/>
                                    <a:gd name="T14" fmla="*/ 141 w 567"/>
                                    <a:gd name="T15" fmla="*/ 97 h 562"/>
                                    <a:gd name="T16" fmla="*/ 237 w 567"/>
                                    <a:gd name="T17" fmla="*/ 193 h 562"/>
                                    <a:gd name="T18" fmla="*/ 321 w 567"/>
                                    <a:gd name="T19" fmla="*/ 307 h 562"/>
                                    <a:gd name="T20" fmla="*/ 423 w 567"/>
                                    <a:gd name="T21" fmla="*/ 445 h 562"/>
                                    <a:gd name="T22" fmla="*/ 555 w 567"/>
                                    <a:gd name="T23" fmla="*/ 559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67" h="562">
                                      <a:moveTo>
                                        <a:pt x="555" y="559"/>
                                      </a:moveTo>
                                      <a:cubicBezTo>
                                        <a:pt x="567" y="556"/>
                                        <a:pt x="517" y="478"/>
                                        <a:pt x="495" y="427"/>
                                      </a:cubicBezTo>
                                      <a:cubicBezTo>
                                        <a:pt x="473" y="376"/>
                                        <a:pt x="455" y="304"/>
                                        <a:pt x="423" y="253"/>
                                      </a:cubicBezTo>
                                      <a:cubicBezTo>
                                        <a:pt x="391" y="202"/>
                                        <a:pt x="357" y="155"/>
                                        <a:pt x="303" y="121"/>
                                      </a:cubicBezTo>
                                      <a:cubicBezTo>
                                        <a:pt x="249" y="87"/>
                                        <a:pt x="148" y="69"/>
                                        <a:pt x="99" y="49"/>
                                      </a:cubicBezTo>
                                      <a:cubicBezTo>
                                        <a:pt x="50" y="29"/>
                                        <a:pt x="18" y="2"/>
                                        <a:pt x="9" y="1"/>
                                      </a:cubicBezTo>
                                      <a:cubicBezTo>
                                        <a:pt x="0" y="0"/>
                                        <a:pt x="23" y="27"/>
                                        <a:pt x="45" y="43"/>
                                      </a:cubicBezTo>
                                      <a:cubicBezTo>
                                        <a:pt x="67" y="59"/>
                                        <a:pt x="109" y="72"/>
                                        <a:pt x="141" y="97"/>
                                      </a:cubicBezTo>
                                      <a:cubicBezTo>
                                        <a:pt x="173" y="122"/>
                                        <a:pt x="207" y="158"/>
                                        <a:pt x="237" y="193"/>
                                      </a:cubicBezTo>
                                      <a:cubicBezTo>
                                        <a:pt x="267" y="228"/>
                                        <a:pt x="290" y="265"/>
                                        <a:pt x="321" y="307"/>
                                      </a:cubicBezTo>
                                      <a:cubicBezTo>
                                        <a:pt x="352" y="349"/>
                                        <a:pt x="384" y="406"/>
                                        <a:pt x="423" y="445"/>
                                      </a:cubicBezTo>
                                      <a:cubicBezTo>
                                        <a:pt x="462" y="484"/>
                                        <a:pt x="543" y="562"/>
                                        <a:pt x="555" y="559"/>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317"/>
                              <wps:cNvSpPr>
                                <a:spLocks/>
                              </wps:cNvSpPr>
                              <wps:spPr bwMode="auto">
                                <a:xfrm flipH="1">
                                  <a:off x="4662" y="10885"/>
                                  <a:ext cx="99" cy="52"/>
                                </a:xfrm>
                                <a:custGeom>
                                  <a:avLst/>
                                  <a:gdLst>
                                    <a:gd name="T0" fmla="*/ 71 w 99"/>
                                    <a:gd name="T1" fmla="*/ 1 h 52"/>
                                    <a:gd name="T2" fmla="*/ 92 w 99"/>
                                    <a:gd name="T3" fmla="*/ 18 h 52"/>
                                    <a:gd name="T4" fmla="*/ 92 w 99"/>
                                    <a:gd name="T5" fmla="*/ 47 h 52"/>
                                    <a:gd name="T6" fmla="*/ 49 w 99"/>
                                    <a:gd name="T7" fmla="*/ 49 h 52"/>
                                    <a:gd name="T8" fmla="*/ 6 w 99"/>
                                    <a:gd name="T9" fmla="*/ 47 h 52"/>
                                    <a:gd name="T10" fmla="*/ 13 w 99"/>
                                    <a:gd name="T11" fmla="*/ 23 h 52"/>
                                    <a:gd name="T12" fmla="*/ 71 w 99"/>
                                    <a:gd name="T13" fmla="*/ 1 h 52"/>
                                  </a:gdLst>
                                  <a:ahLst/>
                                  <a:cxnLst>
                                    <a:cxn ang="0">
                                      <a:pos x="T0" y="T1"/>
                                    </a:cxn>
                                    <a:cxn ang="0">
                                      <a:pos x="T2" y="T3"/>
                                    </a:cxn>
                                    <a:cxn ang="0">
                                      <a:pos x="T4" y="T5"/>
                                    </a:cxn>
                                    <a:cxn ang="0">
                                      <a:pos x="T6" y="T7"/>
                                    </a:cxn>
                                    <a:cxn ang="0">
                                      <a:pos x="T8" y="T9"/>
                                    </a:cxn>
                                    <a:cxn ang="0">
                                      <a:pos x="T10" y="T11"/>
                                    </a:cxn>
                                    <a:cxn ang="0">
                                      <a:pos x="T12" y="T13"/>
                                    </a:cxn>
                                  </a:cxnLst>
                                  <a:rect l="0" t="0" r="r" b="b"/>
                                  <a:pathLst>
                                    <a:path w="99" h="52">
                                      <a:moveTo>
                                        <a:pt x="71" y="1"/>
                                      </a:moveTo>
                                      <a:cubicBezTo>
                                        <a:pt x="84" y="0"/>
                                        <a:pt x="89" y="10"/>
                                        <a:pt x="92" y="18"/>
                                      </a:cubicBezTo>
                                      <a:cubicBezTo>
                                        <a:pt x="95" y="26"/>
                                        <a:pt x="99" y="42"/>
                                        <a:pt x="92" y="47"/>
                                      </a:cubicBezTo>
                                      <a:cubicBezTo>
                                        <a:pt x="85" y="52"/>
                                        <a:pt x="63" y="49"/>
                                        <a:pt x="49" y="49"/>
                                      </a:cubicBezTo>
                                      <a:cubicBezTo>
                                        <a:pt x="35" y="49"/>
                                        <a:pt x="12" y="51"/>
                                        <a:pt x="6" y="47"/>
                                      </a:cubicBezTo>
                                      <a:cubicBezTo>
                                        <a:pt x="0" y="43"/>
                                        <a:pt x="2" y="29"/>
                                        <a:pt x="13" y="23"/>
                                      </a:cubicBezTo>
                                      <a:cubicBezTo>
                                        <a:pt x="24" y="17"/>
                                        <a:pt x="58" y="2"/>
                                        <a:pt x="71" y="1"/>
                                      </a:cubicBezTo>
                                      <a:close/>
                                    </a:path>
                                  </a:pathLst>
                                </a:custGeom>
                                <a:solidFill>
                                  <a:srgbClr val="C0C0C0"/>
                                </a:solidFill>
                                <a:ln w="9525">
                                  <a:solidFill>
                                    <a:srgbClr val="808080"/>
                                  </a:solidFill>
                                  <a:round/>
                                  <a:headEnd/>
                                  <a:tailEnd/>
                                </a:ln>
                              </wps:spPr>
                              <wps:bodyPr rot="0" vert="horz" wrap="square" lIns="91440" tIns="45720" rIns="91440" bIns="45720" anchor="t" anchorCtr="0" upright="1">
                                <a:noAutofit/>
                              </wps:bodyPr>
                            </wps:wsp>
                            <wps:wsp>
                              <wps:cNvPr id="191" name="Freeform 318"/>
                              <wps:cNvSpPr>
                                <a:spLocks/>
                              </wps:cNvSpPr>
                              <wps:spPr bwMode="auto">
                                <a:xfrm flipH="1">
                                  <a:off x="3765" y="3343"/>
                                  <a:ext cx="2606" cy="7735"/>
                                </a:xfrm>
                                <a:custGeom>
                                  <a:avLst/>
                                  <a:gdLst>
                                    <a:gd name="T0" fmla="*/ 0 w 2601"/>
                                    <a:gd name="T1" fmla="*/ 1277 h 7735"/>
                                    <a:gd name="T2" fmla="*/ 228 w 2601"/>
                                    <a:gd name="T3" fmla="*/ 1781 h 7735"/>
                                    <a:gd name="T4" fmla="*/ 470 w 2601"/>
                                    <a:gd name="T5" fmla="*/ 2059 h 7735"/>
                                    <a:gd name="T6" fmla="*/ 816 w 2601"/>
                                    <a:gd name="T7" fmla="*/ 2525 h 7735"/>
                                    <a:gd name="T8" fmla="*/ 1044 w 2601"/>
                                    <a:gd name="T9" fmla="*/ 2801 h 7735"/>
                                    <a:gd name="T10" fmla="*/ 1212 w 2601"/>
                                    <a:gd name="T11" fmla="*/ 3149 h 7735"/>
                                    <a:gd name="T12" fmla="*/ 1325 w 2601"/>
                                    <a:gd name="T13" fmla="*/ 3425 h 7735"/>
                                    <a:gd name="T14" fmla="*/ 1164 w 2601"/>
                                    <a:gd name="T15" fmla="*/ 3684 h 7735"/>
                                    <a:gd name="T16" fmla="*/ 914 w 2601"/>
                                    <a:gd name="T17" fmla="*/ 4097 h 7735"/>
                                    <a:gd name="T18" fmla="*/ 833 w 2601"/>
                                    <a:gd name="T19" fmla="*/ 4462 h 7735"/>
                                    <a:gd name="T20" fmla="*/ 799 w 2601"/>
                                    <a:gd name="T21" fmla="*/ 4846 h 7735"/>
                                    <a:gd name="T22" fmla="*/ 660 w 2601"/>
                                    <a:gd name="T23" fmla="*/ 5441 h 7735"/>
                                    <a:gd name="T24" fmla="*/ 554 w 2601"/>
                                    <a:gd name="T25" fmla="*/ 5907 h 7735"/>
                                    <a:gd name="T26" fmla="*/ 360 w 2601"/>
                                    <a:gd name="T27" fmla="*/ 6209 h 7735"/>
                                    <a:gd name="T28" fmla="*/ 168 w 2601"/>
                                    <a:gd name="T29" fmla="*/ 6389 h 7735"/>
                                    <a:gd name="T30" fmla="*/ 144 w 2601"/>
                                    <a:gd name="T31" fmla="*/ 6581 h 7735"/>
                                    <a:gd name="T32" fmla="*/ 312 w 2601"/>
                                    <a:gd name="T33" fmla="*/ 6797 h 7735"/>
                                    <a:gd name="T34" fmla="*/ 456 w 2601"/>
                                    <a:gd name="T35" fmla="*/ 6917 h 7735"/>
                                    <a:gd name="T36" fmla="*/ 576 w 2601"/>
                                    <a:gd name="T37" fmla="*/ 7007 h 7735"/>
                                    <a:gd name="T38" fmla="*/ 798 w 2601"/>
                                    <a:gd name="T39" fmla="*/ 7301 h 7735"/>
                                    <a:gd name="T40" fmla="*/ 938 w 2601"/>
                                    <a:gd name="T41" fmla="*/ 7438 h 7735"/>
                                    <a:gd name="T42" fmla="*/ 1092 w 2601"/>
                                    <a:gd name="T43" fmla="*/ 7625 h 7735"/>
                                    <a:gd name="T44" fmla="*/ 1284 w 2601"/>
                                    <a:gd name="T45" fmla="*/ 7709 h 7735"/>
                                    <a:gd name="T46" fmla="*/ 1428 w 2601"/>
                                    <a:gd name="T47" fmla="*/ 7697 h 7735"/>
                                    <a:gd name="T48" fmla="*/ 1512 w 2601"/>
                                    <a:gd name="T49" fmla="*/ 7733 h 7735"/>
                                    <a:gd name="T50" fmla="*/ 1692 w 2601"/>
                                    <a:gd name="T51" fmla="*/ 7709 h 7735"/>
                                    <a:gd name="T52" fmla="*/ 1758 w 2601"/>
                                    <a:gd name="T53" fmla="*/ 7607 h 7735"/>
                                    <a:gd name="T54" fmla="*/ 1644 w 2601"/>
                                    <a:gd name="T55" fmla="*/ 7517 h 7735"/>
                                    <a:gd name="T56" fmla="*/ 1534 w 2601"/>
                                    <a:gd name="T57" fmla="*/ 7469 h 7735"/>
                                    <a:gd name="T58" fmla="*/ 1428 w 2601"/>
                                    <a:gd name="T59" fmla="*/ 7402 h 7735"/>
                                    <a:gd name="T60" fmla="*/ 1320 w 2601"/>
                                    <a:gd name="T61" fmla="*/ 7193 h 7735"/>
                                    <a:gd name="T62" fmla="*/ 1224 w 2601"/>
                                    <a:gd name="T63" fmla="*/ 6827 h 7735"/>
                                    <a:gd name="T64" fmla="*/ 1164 w 2601"/>
                                    <a:gd name="T65" fmla="*/ 6575 h 7735"/>
                                    <a:gd name="T66" fmla="*/ 1248 w 2601"/>
                                    <a:gd name="T67" fmla="*/ 6101 h 7735"/>
                                    <a:gd name="T68" fmla="*/ 1476 w 2601"/>
                                    <a:gd name="T69" fmla="*/ 5561 h 7735"/>
                                    <a:gd name="T70" fmla="*/ 1800 w 2601"/>
                                    <a:gd name="T71" fmla="*/ 4949 h 7735"/>
                                    <a:gd name="T72" fmla="*/ 2112 w 2601"/>
                                    <a:gd name="T73" fmla="*/ 4169 h 7735"/>
                                    <a:gd name="T74" fmla="*/ 2256 w 2601"/>
                                    <a:gd name="T75" fmla="*/ 3857 h 7735"/>
                                    <a:gd name="T76" fmla="*/ 2508 w 2601"/>
                                    <a:gd name="T77" fmla="*/ 3437 h 7735"/>
                                    <a:gd name="T78" fmla="*/ 2598 w 2601"/>
                                    <a:gd name="T79" fmla="*/ 3149 h 7735"/>
                                    <a:gd name="T80" fmla="*/ 2526 w 2601"/>
                                    <a:gd name="T81" fmla="*/ 2909 h 7735"/>
                                    <a:gd name="T82" fmla="*/ 2376 w 2601"/>
                                    <a:gd name="T83" fmla="*/ 2417 h 7735"/>
                                    <a:gd name="T84" fmla="*/ 2191 w 2601"/>
                                    <a:gd name="T85" fmla="*/ 1913 h 7735"/>
                                    <a:gd name="T86" fmla="*/ 1908 w 2601"/>
                                    <a:gd name="T87" fmla="*/ 1349 h 7735"/>
                                    <a:gd name="T88" fmla="*/ 1596 w 2601"/>
                                    <a:gd name="T89" fmla="*/ 845 h 7735"/>
                                    <a:gd name="T90" fmla="*/ 1493 w 2601"/>
                                    <a:gd name="T91" fmla="*/ 694 h 7735"/>
                                    <a:gd name="T92" fmla="*/ 1452 w 2601"/>
                                    <a:gd name="T93" fmla="*/ 533 h 7735"/>
                                    <a:gd name="T94" fmla="*/ 1399 w 2601"/>
                                    <a:gd name="T95" fmla="*/ 327 h 7735"/>
                                    <a:gd name="T96" fmla="*/ 1366 w 2601"/>
                                    <a:gd name="T97" fmla="*/ 0 h 7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601" h="7735">
                                      <a:moveTo>
                                        <a:pt x="0" y="1277"/>
                                      </a:moveTo>
                                      <a:cubicBezTo>
                                        <a:pt x="73" y="1465"/>
                                        <a:pt x="150" y="1651"/>
                                        <a:pt x="228" y="1781"/>
                                      </a:cubicBezTo>
                                      <a:cubicBezTo>
                                        <a:pt x="306" y="1911"/>
                                        <a:pt x="372" y="1935"/>
                                        <a:pt x="470" y="2059"/>
                                      </a:cubicBezTo>
                                      <a:cubicBezTo>
                                        <a:pt x="568" y="2183"/>
                                        <a:pt x="720" y="2401"/>
                                        <a:pt x="816" y="2525"/>
                                      </a:cubicBezTo>
                                      <a:cubicBezTo>
                                        <a:pt x="912" y="2649"/>
                                        <a:pt x="978" y="2697"/>
                                        <a:pt x="1044" y="2801"/>
                                      </a:cubicBezTo>
                                      <a:cubicBezTo>
                                        <a:pt x="1110" y="2905"/>
                                        <a:pt x="1165" y="3045"/>
                                        <a:pt x="1212" y="3149"/>
                                      </a:cubicBezTo>
                                      <a:cubicBezTo>
                                        <a:pt x="1259" y="3253"/>
                                        <a:pt x="1333" y="3336"/>
                                        <a:pt x="1325" y="3425"/>
                                      </a:cubicBezTo>
                                      <a:cubicBezTo>
                                        <a:pt x="1317" y="3514"/>
                                        <a:pt x="1232" y="3572"/>
                                        <a:pt x="1164" y="3684"/>
                                      </a:cubicBezTo>
                                      <a:cubicBezTo>
                                        <a:pt x="1096" y="3796"/>
                                        <a:pt x="969" y="3967"/>
                                        <a:pt x="914" y="4097"/>
                                      </a:cubicBezTo>
                                      <a:cubicBezTo>
                                        <a:pt x="859" y="4227"/>
                                        <a:pt x="852" y="4337"/>
                                        <a:pt x="833" y="4462"/>
                                      </a:cubicBezTo>
                                      <a:cubicBezTo>
                                        <a:pt x="814" y="4587"/>
                                        <a:pt x="828" y="4683"/>
                                        <a:pt x="799" y="4846"/>
                                      </a:cubicBezTo>
                                      <a:cubicBezTo>
                                        <a:pt x="770" y="5009"/>
                                        <a:pt x="701" y="5264"/>
                                        <a:pt x="660" y="5441"/>
                                      </a:cubicBezTo>
                                      <a:cubicBezTo>
                                        <a:pt x="619" y="5618"/>
                                        <a:pt x="604" y="5779"/>
                                        <a:pt x="554" y="5907"/>
                                      </a:cubicBezTo>
                                      <a:cubicBezTo>
                                        <a:pt x="504" y="6035"/>
                                        <a:pt x="424" y="6129"/>
                                        <a:pt x="360" y="6209"/>
                                      </a:cubicBezTo>
                                      <a:cubicBezTo>
                                        <a:pt x="296" y="6289"/>
                                        <a:pt x="204" y="6327"/>
                                        <a:pt x="168" y="6389"/>
                                      </a:cubicBezTo>
                                      <a:cubicBezTo>
                                        <a:pt x="132" y="6451"/>
                                        <a:pt x="120" y="6513"/>
                                        <a:pt x="144" y="6581"/>
                                      </a:cubicBezTo>
                                      <a:cubicBezTo>
                                        <a:pt x="168" y="6649"/>
                                        <a:pt x="260" y="6741"/>
                                        <a:pt x="312" y="6797"/>
                                      </a:cubicBezTo>
                                      <a:cubicBezTo>
                                        <a:pt x="364" y="6853"/>
                                        <a:pt x="412" y="6882"/>
                                        <a:pt x="456" y="6917"/>
                                      </a:cubicBezTo>
                                      <a:cubicBezTo>
                                        <a:pt x="500" y="6952"/>
                                        <a:pt x="519" y="6943"/>
                                        <a:pt x="576" y="7007"/>
                                      </a:cubicBezTo>
                                      <a:cubicBezTo>
                                        <a:pt x="633" y="7071"/>
                                        <a:pt x="738" y="7229"/>
                                        <a:pt x="798" y="7301"/>
                                      </a:cubicBezTo>
                                      <a:cubicBezTo>
                                        <a:pt x="858" y="7373"/>
                                        <a:pt x="889" y="7384"/>
                                        <a:pt x="938" y="7438"/>
                                      </a:cubicBezTo>
                                      <a:cubicBezTo>
                                        <a:pt x="987" y="7492"/>
                                        <a:pt x="1034" y="7580"/>
                                        <a:pt x="1092" y="7625"/>
                                      </a:cubicBezTo>
                                      <a:cubicBezTo>
                                        <a:pt x="1150" y="7670"/>
                                        <a:pt x="1228" y="7697"/>
                                        <a:pt x="1284" y="7709"/>
                                      </a:cubicBezTo>
                                      <a:cubicBezTo>
                                        <a:pt x="1340" y="7721"/>
                                        <a:pt x="1390" y="7693"/>
                                        <a:pt x="1428" y="7697"/>
                                      </a:cubicBezTo>
                                      <a:cubicBezTo>
                                        <a:pt x="1466" y="7701"/>
                                        <a:pt x="1468" y="7731"/>
                                        <a:pt x="1512" y="7733"/>
                                      </a:cubicBezTo>
                                      <a:cubicBezTo>
                                        <a:pt x="1556" y="7735"/>
                                        <a:pt x="1651" y="7730"/>
                                        <a:pt x="1692" y="7709"/>
                                      </a:cubicBezTo>
                                      <a:cubicBezTo>
                                        <a:pt x="1733" y="7688"/>
                                        <a:pt x="1766" y="7639"/>
                                        <a:pt x="1758" y="7607"/>
                                      </a:cubicBezTo>
                                      <a:cubicBezTo>
                                        <a:pt x="1750" y="7575"/>
                                        <a:pt x="1681" y="7540"/>
                                        <a:pt x="1644" y="7517"/>
                                      </a:cubicBezTo>
                                      <a:cubicBezTo>
                                        <a:pt x="1607" y="7494"/>
                                        <a:pt x="1570" y="7488"/>
                                        <a:pt x="1534" y="7469"/>
                                      </a:cubicBezTo>
                                      <a:cubicBezTo>
                                        <a:pt x="1498" y="7450"/>
                                        <a:pt x="1464" y="7448"/>
                                        <a:pt x="1428" y="7402"/>
                                      </a:cubicBezTo>
                                      <a:cubicBezTo>
                                        <a:pt x="1392" y="7356"/>
                                        <a:pt x="1354" y="7289"/>
                                        <a:pt x="1320" y="7193"/>
                                      </a:cubicBezTo>
                                      <a:cubicBezTo>
                                        <a:pt x="1286" y="7097"/>
                                        <a:pt x="1250" y="6930"/>
                                        <a:pt x="1224" y="6827"/>
                                      </a:cubicBezTo>
                                      <a:cubicBezTo>
                                        <a:pt x="1198" y="6724"/>
                                        <a:pt x="1160" y="6696"/>
                                        <a:pt x="1164" y="6575"/>
                                      </a:cubicBezTo>
                                      <a:cubicBezTo>
                                        <a:pt x="1168" y="6454"/>
                                        <a:pt x="1196" y="6270"/>
                                        <a:pt x="1248" y="6101"/>
                                      </a:cubicBezTo>
                                      <a:cubicBezTo>
                                        <a:pt x="1300" y="5932"/>
                                        <a:pt x="1384" y="5753"/>
                                        <a:pt x="1476" y="5561"/>
                                      </a:cubicBezTo>
                                      <a:cubicBezTo>
                                        <a:pt x="1568" y="5369"/>
                                        <a:pt x="1694" y="5181"/>
                                        <a:pt x="1800" y="4949"/>
                                      </a:cubicBezTo>
                                      <a:cubicBezTo>
                                        <a:pt x="1906" y="4717"/>
                                        <a:pt x="2036" y="4351"/>
                                        <a:pt x="2112" y="4169"/>
                                      </a:cubicBezTo>
                                      <a:cubicBezTo>
                                        <a:pt x="2188" y="3987"/>
                                        <a:pt x="2190" y="3979"/>
                                        <a:pt x="2256" y="3857"/>
                                      </a:cubicBezTo>
                                      <a:cubicBezTo>
                                        <a:pt x="2322" y="3735"/>
                                        <a:pt x="2451" y="3555"/>
                                        <a:pt x="2508" y="3437"/>
                                      </a:cubicBezTo>
                                      <a:cubicBezTo>
                                        <a:pt x="2565" y="3319"/>
                                        <a:pt x="2595" y="3237"/>
                                        <a:pt x="2598" y="3149"/>
                                      </a:cubicBezTo>
                                      <a:cubicBezTo>
                                        <a:pt x="2601" y="3061"/>
                                        <a:pt x="2563" y="3031"/>
                                        <a:pt x="2526" y="2909"/>
                                      </a:cubicBezTo>
                                      <a:cubicBezTo>
                                        <a:pt x="2489" y="2787"/>
                                        <a:pt x="2432" y="2583"/>
                                        <a:pt x="2376" y="2417"/>
                                      </a:cubicBezTo>
                                      <a:cubicBezTo>
                                        <a:pt x="2320" y="2251"/>
                                        <a:pt x="2269" y="2091"/>
                                        <a:pt x="2191" y="1913"/>
                                      </a:cubicBezTo>
                                      <a:cubicBezTo>
                                        <a:pt x="2113" y="1735"/>
                                        <a:pt x="2007" y="1527"/>
                                        <a:pt x="1908" y="1349"/>
                                      </a:cubicBezTo>
                                      <a:cubicBezTo>
                                        <a:pt x="1809" y="1171"/>
                                        <a:pt x="1665" y="954"/>
                                        <a:pt x="1596" y="845"/>
                                      </a:cubicBezTo>
                                      <a:cubicBezTo>
                                        <a:pt x="1527" y="736"/>
                                        <a:pt x="1517" y="746"/>
                                        <a:pt x="1493" y="694"/>
                                      </a:cubicBezTo>
                                      <a:cubicBezTo>
                                        <a:pt x="1469" y="642"/>
                                        <a:pt x="1468" y="594"/>
                                        <a:pt x="1452" y="533"/>
                                      </a:cubicBezTo>
                                      <a:cubicBezTo>
                                        <a:pt x="1436" y="472"/>
                                        <a:pt x="1413" y="416"/>
                                        <a:pt x="1399" y="327"/>
                                      </a:cubicBezTo>
                                      <a:cubicBezTo>
                                        <a:pt x="1385" y="238"/>
                                        <a:pt x="1373" y="68"/>
                                        <a:pt x="1366"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319"/>
                              <wps:cNvSpPr>
                                <a:spLocks/>
                              </wps:cNvSpPr>
                              <wps:spPr bwMode="auto">
                                <a:xfrm flipH="1">
                                  <a:off x="5746" y="3876"/>
                                  <a:ext cx="40" cy="600"/>
                                </a:xfrm>
                                <a:custGeom>
                                  <a:avLst/>
                                  <a:gdLst>
                                    <a:gd name="T0" fmla="*/ 40 w 40"/>
                                    <a:gd name="T1" fmla="*/ 0 h 600"/>
                                    <a:gd name="T2" fmla="*/ 4 w 40"/>
                                    <a:gd name="T3" fmla="*/ 252 h 600"/>
                                    <a:gd name="T4" fmla="*/ 16 w 40"/>
                                    <a:gd name="T5" fmla="*/ 600 h 600"/>
                                  </a:gdLst>
                                  <a:ahLst/>
                                  <a:cxnLst>
                                    <a:cxn ang="0">
                                      <a:pos x="T0" y="T1"/>
                                    </a:cxn>
                                    <a:cxn ang="0">
                                      <a:pos x="T2" y="T3"/>
                                    </a:cxn>
                                    <a:cxn ang="0">
                                      <a:pos x="T4" y="T5"/>
                                    </a:cxn>
                                  </a:cxnLst>
                                  <a:rect l="0" t="0" r="r" b="b"/>
                                  <a:pathLst>
                                    <a:path w="40" h="600">
                                      <a:moveTo>
                                        <a:pt x="40" y="0"/>
                                      </a:moveTo>
                                      <a:cubicBezTo>
                                        <a:pt x="24" y="76"/>
                                        <a:pt x="8" y="152"/>
                                        <a:pt x="4" y="252"/>
                                      </a:cubicBezTo>
                                      <a:cubicBezTo>
                                        <a:pt x="0" y="352"/>
                                        <a:pt x="8" y="476"/>
                                        <a:pt x="16" y="600"/>
                                      </a:cubicBezTo>
                                    </a:path>
                                  </a:pathLst>
                                </a:custGeom>
                                <a:noFill/>
                                <a:ln w="38100" cmpd="sng">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F9EA49" id="Group 301" o:spid="_x0000_s1026" style="position:absolute;margin-left:83.7pt;margin-top:3.05pt;width:142.35pt;height:386.75pt;z-index:251651584" coordorigin="3765,3343" coordsize="2847,7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">
                      <v:shape id="Freeform 302" o:spid="_x0000_s1027" style="position:absolute;left:5548;top:9594;width:134;height:256;flip:x;visibility:visible;mso-wrap-style:square;v-text-anchor:top" coordsize="13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" path="m128,6v6,6,-60,40,-72,78c44,122,62,212,56,234,50,256,29,231,20,216,11,201,2,172,2,144,2,116,,71,20,48,40,25,122,,128,6xe" fillcolor="#ddd" stroked="f">
                        <v:path arrowok="t" o:connecttype="custom" o:connectlocs="128,6;56,84;56,234;20,216;2,144;20,48;128,6" o:connectangles="0,0,0,0,0,0,0"/>
                      </v:shape>
                      <v:shape id="Freeform 303" o:spid="_x0000_s1028" style="position:absolute;left:6191;top:4620;width:421;height:416;flip:x;visibility:visible;mso-wrap-style:square;v-text-anchor:top" coordsize="408,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" path="m,c26,70,52,140,120,204v68,64,178,122,288,180e" filled="f" strokecolor="gray" strokeweight="1pt">
                        <v:path arrowok="t" o:connecttype="custom" o:connectlocs="0,0;124,221;421,416" o:connectangles="0,0,0"/>
                      </v:shape>
                      <v:shape id="Freeform 304" o:spid="_x0000_s1029" style="position:absolute;left:4824;top:6562;width:443;height:646;flip:x;visibility:visible;mso-wrap-style:square;v-text-anchor:top" coordsize="442,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" path="m14,614c,646,70,558,134,506,198,454,354,352,398,302v44,-50,14,-74,,-96c384,184,348,204,314,170,280,136,204,,194,2v-10,2,56,128,60,180c258,234,256,242,218,314,180,386,28,582,14,614xe" fillcolor="#ddd" stroked="f">
                        <v:path arrowok="t" o:connecttype="custom" o:connectlocs="14,614;134,506;399,302;399,206;315,170;194,2;255,182;218,314;14,614" o:connectangles="0,0,0,0,0,0,0,0,0"/>
                      </v:shape>
                      <v:shape id="Freeform 305" o:spid="_x0000_s1030" style="position:absolute;left:4753;top:7314;width:969;height:2543;flip:x;visibility:visible;mso-wrap-style:square;v-text-anchor:top" coordsize="967,2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" path="m79,2543c69,2530,27,2508,22,2464,17,2420,,2409,48,2279,96,2149,243,1851,312,1686v69,-165,105,-238,151,-398c509,1128,541,892,588,724,635,556,684,401,744,282,804,163,933,,950,8v17,8,-74,224,-103,322c818,428,802,485,775,594,748,703,717,847,682,983v-35,136,-64,281,-118,427c510,1556,418,1719,360,1861v-58,142,-114,318,-144,401e" filled="f" strokecolor="#333">
                        <v:path arrowok="t" o:connecttype="custom" o:connectlocs="79,2543;22,2464;48,2279;313,1686;464,1288;589,724;746,282;952,8;849,330;777,594;683,983;565,1410;361,1861;216,2262" o:connectangles="0,0,0,0,0,0,0,0,0,0,0,0,0,0"/>
                      </v:shape>
                      <v:shape id="Freeform 306" o:spid="_x0000_s1031" style="position:absolute;left:4479;top:7058;width:967;height:2806;flip:x;visibility:visible;mso-wrap-style:square;v-text-anchor:top" coordsize="965,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" path="m,2530c34,2422,73,2300,132,2158v59,-142,160,-314,221,-482c414,1508,460,1283,497,1148v37,-135,39,-148,77,-284c612,728,682,474,725,332,768,190,794,,833,12v39,12,118,259,125,394c965,541,944,638,874,824v-70,186,-237,495,-334,698c443,1725,355,1898,290,2040v-65,142,-111,209,-139,336c123,2503,126,2717,120,2806e" filled="f" strokecolor="#333">
                        <v:path arrowok="t" o:connecttype="custom" o:connectlocs="0,2530;132,2158;354,1676;498,1148;575,864;727,332;835,12;960,406;876,824;541,1522;291,2040;151,2376;120,2806" o:connectangles="0,0,0,0,0,0,0,0,0,0,0,0,0"/>
                      </v:shape>
                      <v:shape id="Freeform 307" o:spid="_x0000_s1032" style="position:absolute;left:4679;top:4246;width:1096;height:5656;visibility:visible;mso-wrap-style:square;v-text-anchor:top" coordsize="1096,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" path="m820,290c829,251,902,,863,56,824,112,696,374,586,626,476,878,290,1330,201,1568,113,1806,89,1891,57,2054,25,2217,,2404,7,2546v7,142,38,243,90,360c149,3023,250,3115,317,3249v67,134,127,271,183,459c556,3896,585,4155,656,4375v71,220,202,490,269,653c992,5191,1030,5269,1057,5352v27,83,39,126,29,177c1076,5580,1015,5630,997,5656e" filled="f" strokecolor="#333">
                        <v:path arrowok="t" o:connecttype="custom" o:connectlocs="820,290;863,56;586,626;201,1568;57,2054;7,2546;97,2906;317,3249;500,3708;656,4375;925,5028;1057,5352;1086,5529;997,5656" o:connectangles="0,0,0,0,0,0,0,0,0,0,0,0,0,0"/>
                      </v:shape>
                      <v:shape id="Freeform 308" o:spid="_x0000_s1033" style="position:absolute;left:5614;top:3510;width:553;height:1080;flip:x;visibility:visible;mso-wrap-style:square;v-text-anchor:top" coordsize="552,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" path="m,c52,55,232,235,306,330v74,95,107,161,138,240c475,649,474,719,492,804v18,85,48,219,60,276e" filled="f" strokecolor="#333">
                        <v:path arrowok="t" o:connecttype="custom" o:connectlocs="0,0;307,330;445,570;493,804;553,1080" o:connectangles="0,0,0,0,0"/>
                      </v:shape>
                      <v:shape id="Freeform 309" o:spid="_x0000_s1034" style="position:absolute;left:4878;top:3439;width:485;height:595;flip:x;visibility:visible;mso-wrap-style:square;v-text-anchor:top" coordsize="484,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" path="m470,581v14,14,-38,-48,-65,-84c378,461,334,412,309,367,284,322,266,266,252,228,238,190,234,157,223,137v-11,-20,-5,-9,-39,-31c150,84,42,10,21,5,,,34,39,60,75v26,36,74,91,117,148c220,280,274,354,321,415v47,61,135,152,149,166xe" fillcolor="#ddd" stroked="f">
                        <v:path arrowok="t" o:connecttype="custom" o:connectlocs="471,581;406,497;310,367;253,228;223,137;184,106;21,5;60,75;177,223;322,415;471,581" o:connectangles="0,0,0,0,0,0,0,0,0,0,0"/>
                      </v:shape>
                      <v:shape id="Freeform 310" o:spid="_x0000_s1035" style="position:absolute;left:6152;top:4169;width:184;height:825;flip:x;visibility:visible;mso-wrap-style:square;v-text-anchor:top" coordsize="184,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" path="m15,177v12,79,53,202,72,308c106,591,121,797,131,811v10,14,9,-147,16,-240c154,478,167,320,171,252v4,-68,13,-65,3,-87c164,143,136,146,109,120,82,94,30,,15,9,,18,3,98,15,177xe" fillcolor="#ddd" stroked="f">
                        <v:path arrowok="t" o:connecttype="custom" o:connectlocs="15,177;87,485;131,811;147,571;171,252;174,165;109,120;15,9;15,177" o:connectangles="0,0,0,0,0,0,0,0,0"/>
                      </v:shape>
                      <v:shape id="Freeform 311" o:spid="_x0000_s1036" style="position:absolute;left:3832;top:6204;width:154;height:102;flip:x;visibility:visible;mso-wrap-style:square;v-text-anchor:top" coordsize="1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" path="m146,102v-8,,-36,-44,-60,-60c62,26,,12,2,6,4,,76,,98,6v22,6,30,21,36,36c140,57,154,102,146,102xe" fillcolor="#ddd" stroked="f">
                        <v:path arrowok="t" o:connecttype="custom" o:connectlocs="146,102;86,42;2,6;98,6;134,42;146,102" o:connectangles="0,0,0,0,0,0"/>
                      </v:shape>
                      <v:shape id="Freeform 312" o:spid="_x0000_s1037" style="position:absolute;left:4122;top:6706;width:230;height:909;flip:x;visibility:visible;mso-wrap-style:square;v-text-anchor:top" coordsize="230,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" path="m175,2v7,2,-18,171,-12,252c169,335,230,386,211,488,192,590,80,823,49,866,18,909,,808,25,746,50,684,178,557,199,494,220,431,164,410,151,368,138,326,119,302,121,242,123,182,168,,175,2xe" fillcolor="#ddd" stroked="f">
                        <v:path arrowok="t" o:connecttype="custom" o:connectlocs="175,2;163,254;211,488;49,866;25,746;199,494;151,368;121,242;175,2" o:connectangles="0,0,0,0,0,0,0,0,0"/>
                      </v:shape>
                      <v:shape id="Freeform 313" o:spid="_x0000_s1038" style="position:absolute;left:5263;top:3562;width:1000;height:614;flip:x;visibility:visible;mso-wrap-style:square;v-text-anchor:top" coordsize="99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" path="m,614c29,524,57,436,144,350,231,264,381,158,523,100,665,42,899,21,998,e" filled="f">
                        <v:stroke dashstyle="1 1" endcap="round"/>
                        <v:path arrowok="t" o:connecttype="custom" o:connectlocs="0,614;144,350;524,100;1000,0" o:connectangles="0,0,0,0"/>
                      </v:shape>
                      <v:shape id="Freeform 314" o:spid="_x0000_s1039" style="position:absolute;left:4406;top:3408;width:1677;height:6456;flip:x;visibility:visible;mso-wrap-style:square;v-text-anchor:top" coordsize="167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" path="m,c50,53,192,187,300,318,408,449,530,580,648,786v118,206,246,504,360,768c1122,1818,1253,2151,1332,2370v79,219,118,339,150,498c1514,3027,1514,3206,1524,3324v10,118,-6,130,18,252c1566,3698,1663,3899,1668,4056v5,157,-15,250,-96,462c1491,4730,1292,5101,1182,5328v-110,227,-213,416,-270,552c855,6016,854,6048,840,6144v-14,96,-10,247,-12,312e" filled="f" strokecolor="#333">
                        <v:path arrowok="t" o:connecttype="custom" o:connectlocs="0,0;301,318;650,786;1010,1554;1335,2370;1486,2868;1528,3324;1546,3576;1672,4056;1576,4518;1185,5328;914,5880;842,6144;830,6456" o:connectangles="0,0,0,0,0,0,0,0,0,0,0,0,0,0"/>
                      </v:shape>
                      <v:shape id="Freeform 315" o:spid="_x0000_s1040" style="position:absolute;left:4698;top:10754;width:232;height:138;flip:x;visibility:visible;mso-wrap-style:square;v-text-anchor:top" coordsize="23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" path="m232,130v-12,,-45,8,-74,c129,122,83,101,57,79,31,57,12,16,,e" filled="f" strokecolor="gray">
                        <v:path arrowok="t" o:connecttype="custom" o:connectlocs="232,130;158,130;57,79;0,0" o:connectangles="0,0,0,0"/>
                      </v:shape>
                      <v:shape id="Freeform 316" o:spid="_x0000_s1041" style="position:absolute;left:5421;top:10193;width:569;height:562;flip:x;visibility:visible;mso-wrap-style:square;v-text-anchor:top" coordsize="56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" path="m555,559v12,-3,-38,-81,-60,-132c473,376,455,304,423,253,391,202,357,155,303,121,249,87,148,69,99,49,50,29,18,2,9,1,,,23,27,45,43v22,16,64,29,96,54c173,122,207,158,237,193v30,35,53,72,84,114c352,349,384,406,423,445v39,39,120,117,132,114xe" fillcolor="#ddd" stroked="f">
                        <v:path arrowok="t" o:connecttype="custom" o:connectlocs="557,559;497,427;424,253;304,121;99,49;9,1;45,43;141,97;238,193;322,307;424,445;557,559" o:connectangles="0,0,0,0,0,0,0,0,0,0,0,0"/>
                      </v:shape>
                      <v:shape id="Freeform 317" o:spid="_x0000_s1042" style="position:absolute;left:4662;top:10885;width:99;height:52;flip:x;visibility:visible;mso-wrap-style:square;v-text-anchor:top" coordsize="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" path="m71,1c84,,89,10,92,18v3,8,7,24,,29c85,52,63,49,49,49,35,49,12,51,6,47,,43,2,29,13,23,24,17,58,2,71,1xe" fillcolor="silver" strokecolor="gray">
                        <v:path arrowok="t" o:connecttype="custom" o:connectlocs="71,1;92,18;92,47;49,49;6,47;13,23;71,1" o:connectangles="0,0,0,0,0,0,0"/>
                      </v:shape>
                      <v:shape id="Freeform 318" o:spid="_x0000_s1043" style="position:absolute;left:3765;top:3343;width:2606;height:7735;flip:x;visibility:visible;mso-wrap-style:square;v-text-anchor:top" coordsize="2601,7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" path="m,1277v73,188,150,374,228,504c306,1911,372,1935,470,2059v98,124,250,342,346,466c912,2649,978,2697,1044,2801v66,104,121,244,168,348c1259,3253,1333,3336,1325,3425v-8,89,-93,147,-161,259c1096,3796,969,3967,914,4097v-55,130,-62,240,-81,365c814,4587,828,4683,799,4846v-29,163,-98,418,-139,595c619,5618,604,5779,554,5907v-50,128,-130,222,-194,302c296,6289,204,6327,168,6389v-36,62,-48,124,-24,192c168,6649,260,6741,312,6797v52,56,100,85,144,120c500,6952,519,6943,576,7007v57,64,162,222,222,294c858,7373,889,7384,938,7438v49,54,96,142,154,187c1150,7670,1228,7697,1284,7709v56,12,106,-16,144,-12c1466,7701,1468,7731,1512,7733v44,2,139,-3,180,-24c1733,7688,1766,7639,1758,7607v-8,-32,-77,-67,-114,-90c1607,7494,1570,7488,1534,7469v-36,-19,-70,-21,-106,-67c1392,7356,1354,7289,1320,7193v-34,-96,-70,-263,-96,-366c1198,6724,1160,6696,1164,6575v4,-121,32,-305,84,-474c1300,5932,1384,5753,1476,5561v92,-192,218,-380,324,-612c1906,4717,2036,4351,2112,4169v76,-182,78,-190,144,-312c2322,3735,2451,3555,2508,3437v57,-118,87,-200,90,-288c2601,3061,2563,3031,2526,2909v-37,-122,-94,-326,-150,-492c2320,2251,2269,2091,2191,1913v-78,-178,-184,-386,-283,-564c1809,1171,1665,954,1596,845,1527,736,1517,746,1493,694v-24,-52,-25,-100,-41,-161c1436,472,1413,416,1399,327,1385,238,1373,68,1366,e" filled="f" strokecolor="gray" strokeweight="1pt">
                        <v:path arrowok="t" o:connecttype="custom" o:connectlocs="0,1277;228,1781;471,2059;818,2525;1046,2801;1214,3149;1328,3425;1166,3684;916,4097;835,4462;801,4846;661,5441;555,5907;361,6209;168,6389;144,6581;313,6797;457,6917;577,7007;800,7301;940,7438;1094,7625;1286,7709;1431,7697;1515,7733;1695,7709;1761,7607;1647,7517;1537,7469;1431,7402;1323,7193;1226,6827;1166,6575;1250,6101;1479,5561;1803,4949;2116,4169;2260,3857;2513,3437;2603,3149;2531,2909;2381,2417;2195,1913;1912,1349;1599,845;1496,694;1455,533;1402,327;1369,0" o:connectangles="0,0,0,0,0,0,0,0,0,0,0,0,0,0,0,0,0,0,0,0,0,0,0,0,0,0,0,0,0,0,0,0,0,0,0,0,0,0,0,0,0,0,0,0,0,0,0,0,0"/>
                      </v:shape>
                      <v:shape id="Freeform 319" o:spid="_x0000_s1044" style="position:absolute;left:5746;top:3876;width:40;height:600;flip:x;visibility:visible;mso-wrap-style:square;v-text-anchor:top" coordsize="40,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" path="m40,c24,76,8,152,4,252,,352,8,476,16,600e" filled="f" strokecolor="white" strokeweight="3pt">
                        <v:path arrowok="t" o:connecttype="custom" o:connectlocs="40,0;4,252;16,600" o:connectangles="0,0,0"/>
                      </v:shape>
                    </v:group>
                  </w:pict>
                </mc:Fallback>
              </mc:AlternateContent>
            </w:r>
            <w:r w:rsidR="00951099" w:rsidRPr="001906A2">
              <w:rPr>
                <w:rFonts w:ascii="Arial" w:hAnsi="Arial"/>
                <w:b/>
                <w:bCs/>
                <w:noProof/>
                <w:sz w:val="18"/>
                <w:szCs w:val="20"/>
                <w:lang w:val="en-GB" w:eastAsia="en-GB"/>
              </w:rPr>
              <mc:AlternateContent>
                <mc:Choice Requires="wpg">
                  <w:drawing>
                    <wp:anchor distT="0" distB="0" distL="114300" distR="114300" simplePos="0" relativeHeight="251649536" behindDoc="0" locked="0" layoutInCell="1" allowOverlap="1">
                      <wp:simplePos x="0" y="0"/>
                      <wp:positionH relativeFrom="column">
                        <wp:posOffset>99695</wp:posOffset>
                      </wp:positionH>
                      <wp:positionV relativeFrom="paragraph">
                        <wp:posOffset>158750</wp:posOffset>
                      </wp:positionV>
                      <wp:extent cx="1080135" cy="4745355"/>
                      <wp:effectExtent l="10160" t="8890" r="14605" b="8255"/>
                      <wp:wrapNone/>
                      <wp:docPr id="150" name="Group 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1080135" cy="4745355"/>
                                <a:chOff x="4685" y="3276"/>
                                <a:chExt cx="1712" cy="7473"/>
                              </a:xfrm>
                            </wpg:grpSpPr>
                            <wps:wsp>
                              <wps:cNvPr id="151" name="Freeform 270"/>
                              <wps:cNvSpPr>
                                <a:spLocks/>
                              </wps:cNvSpPr>
                              <wps:spPr bwMode="auto">
                                <a:xfrm>
                                  <a:off x="4685" y="3276"/>
                                  <a:ext cx="1712" cy="7473"/>
                                </a:xfrm>
                                <a:custGeom>
                                  <a:avLst/>
                                  <a:gdLst>
                                    <a:gd name="T0" fmla="*/ 1644 w 1712"/>
                                    <a:gd name="T1" fmla="*/ 806 h 7473"/>
                                    <a:gd name="T2" fmla="*/ 1687 w 1712"/>
                                    <a:gd name="T3" fmla="*/ 996 h 7473"/>
                                    <a:gd name="T4" fmla="*/ 1706 w 1712"/>
                                    <a:gd name="T5" fmla="*/ 1258 h 7473"/>
                                    <a:gd name="T6" fmla="*/ 1651 w 1712"/>
                                    <a:gd name="T7" fmla="*/ 1908 h 7473"/>
                                    <a:gd name="T8" fmla="*/ 1627 w 1712"/>
                                    <a:gd name="T9" fmla="*/ 2724 h 7473"/>
                                    <a:gd name="T10" fmla="*/ 1632 w 1712"/>
                                    <a:gd name="T11" fmla="*/ 3252 h 7473"/>
                                    <a:gd name="T12" fmla="*/ 1553 w 1712"/>
                                    <a:gd name="T13" fmla="*/ 3655 h 7473"/>
                                    <a:gd name="T14" fmla="*/ 1466 w 1712"/>
                                    <a:gd name="T15" fmla="*/ 4090 h 7473"/>
                                    <a:gd name="T16" fmla="*/ 1459 w 1712"/>
                                    <a:gd name="T17" fmla="*/ 4416 h 7473"/>
                                    <a:gd name="T18" fmla="*/ 1445 w 1712"/>
                                    <a:gd name="T19" fmla="*/ 4908 h 7473"/>
                                    <a:gd name="T20" fmla="*/ 1279 w 1712"/>
                                    <a:gd name="T21" fmla="*/ 6180 h 7473"/>
                                    <a:gd name="T22" fmla="*/ 1241 w 1712"/>
                                    <a:gd name="T23" fmla="*/ 6454 h 7473"/>
                                    <a:gd name="T24" fmla="*/ 1274 w 1712"/>
                                    <a:gd name="T25" fmla="*/ 6595 h 7473"/>
                                    <a:gd name="T26" fmla="*/ 1241 w 1712"/>
                                    <a:gd name="T27" fmla="*/ 6739 h 7473"/>
                                    <a:gd name="T28" fmla="*/ 1238 w 1712"/>
                                    <a:gd name="T29" fmla="*/ 7063 h 7473"/>
                                    <a:gd name="T30" fmla="*/ 1089 w 1712"/>
                                    <a:gd name="T31" fmla="*/ 7430 h 7473"/>
                                    <a:gd name="T32" fmla="*/ 734 w 1712"/>
                                    <a:gd name="T33" fmla="*/ 7322 h 7473"/>
                                    <a:gd name="T34" fmla="*/ 581 w 1712"/>
                                    <a:gd name="T35" fmla="*/ 7051 h 7473"/>
                                    <a:gd name="T36" fmla="*/ 444 w 1712"/>
                                    <a:gd name="T37" fmla="*/ 6864 h 7473"/>
                                    <a:gd name="T38" fmla="*/ 403 w 1712"/>
                                    <a:gd name="T39" fmla="*/ 6643 h 7473"/>
                                    <a:gd name="T40" fmla="*/ 405 w 1712"/>
                                    <a:gd name="T41" fmla="*/ 6622 h 7473"/>
                                    <a:gd name="T42" fmla="*/ 393 w 1712"/>
                                    <a:gd name="T43" fmla="*/ 6583 h 7473"/>
                                    <a:gd name="T44" fmla="*/ 413 w 1712"/>
                                    <a:gd name="T45" fmla="*/ 6552 h 7473"/>
                                    <a:gd name="T46" fmla="*/ 449 w 1712"/>
                                    <a:gd name="T47" fmla="*/ 6533 h 7473"/>
                                    <a:gd name="T48" fmla="*/ 475 w 1712"/>
                                    <a:gd name="T49" fmla="*/ 6492 h 7473"/>
                                    <a:gd name="T50" fmla="*/ 501 w 1712"/>
                                    <a:gd name="T51" fmla="*/ 6475 h 7473"/>
                                    <a:gd name="T52" fmla="*/ 540 w 1712"/>
                                    <a:gd name="T53" fmla="*/ 6470 h 7473"/>
                                    <a:gd name="T54" fmla="*/ 566 w 1712"/>
                                    <a:gd name="T55" fmla="*/ 6432 h 7473"/>
                                    <a:gd name="T56" fmla="*/ 607 w 1712"/>
                                    <a:gd name="T57" fmla="*/ 6410 h 7473"/>
                                    <a:gd name="T58" fmla="*/ 638 w 1712"/>
                                    <a:gd name="T59" fmla="*/ 6410 h 7473"/>
                                    <a:gd name="T60" fmla="*/ 657 w 1712"/>
                                    <a:gd name="T61" fmla="*/ 6372 h 7473"/>
                                    <a:gd name="T62" fmla="*/ 691 w 1712"/>
                                    <a:gd name="T63" fmla="*/ 6350 h 7473"/>
                                    <a:gd name="T64" fmla="*/ 684 w 1712"/>
                                    <a:gd name="T65" fmla="*/ 6295 h 7473"/>
                                    <a:gd name="T66" fmla="*/ 619 w 1712"/>
                                    <a:gd name="T67" fmla="*/ 6038 h 7473"/>
                                    <a:gd name="T68" fmla="*/ 456 w 1712"/>
                                    <a:gd name="T69" fmla="*/ 5369 h 7473"/>
                                    <a:gd name="T70" fmla="*/ 348 w 1712"/>
                                    <a:gd name="T71" fmla="*/ 4546 h 7473"/>
                                    <a:gd name="T72" fmla="*/ 446 w 1712"/>
                                    <a:gd name="T73" fmla="*/ 3696 h 7473"/>
                                    <a:gd name="T74" fmla="*/ 391 w 1712"/>
                                    <a:gd name="T75" fmla="*/ 2712 h 7473"/>
                                    <a:gd name="T76" fmla="*/ 139 w 1712"/>
                                    <a:gd name="T77" fmla="*/ 1668 h 7473"/>
                                    <a:gd name="T78" fmla="*/ 36 w 1712"/>
                                    <a:gd name="T79" fmla="*/ 1090 h 7473"/>
                                    <a:gd name="T80" fmla="*/ 7 w 1712"/>
                                    <a:gd name="T81" fmla="*/ 660 h 7473"/>
                                    <a:gd name="T82" fmla="*/ 79 w 1712"/>
                                    <a:gd name="T83" fmla="*/ 0 h 7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712" h="7473">
                                      <a:moveTo>
                                        <a:pt x="1644" y="806"/>
                                      </a:moveTo>
                                      <a:cubicBezTo>
                                        <a:pt x="1652" y="838"/>
                                        <a:pt x="1677" y="921"/>
                                        <a:pt x="1687" y="996"/>
                                      </a:cubicBezTo>
                                      <a:cubicBezTo>
                                        <a:pt x="1697" y="1071"/>
                                        <a:pt x="1712" y="1106"/>
                                        <a:pt x="1706" y="1258"/>
                                      </a:cubicBezTo>
                                      <a:cubicBezTo>
                                        <a:pt x="1700" y="1410"/>
                                        <a:pt x="1664" y="1664"/>
                                        <a:pt x="1651" y="1908"/>
                                      </a:cubicBezTo>
                                      <a:cubicBezTo>
                                        <a:pt x="1638" y="2152"/>
                                        <a:pt x="1630" y="2500"/>
                                        <a:pt x="1627" y="2724"/>
                                      </a:cubicBezTo>
                                      <a:cubicBezTo>
                                        <a:pt x="1624" y="2948"/>
                                        <a:pt x="1644" y="3097"/>
                                        <a:pt x="1632" y="3252"/>
                                      </a:cubicBezTo>
                                      <a:cubicBezTo>
                                        <a:pt x="1620" y="3407"/>
                                        <a:pt x="1581" y="3515"/>
                                        <a:pt x="1553" y="3655"/>
                                      </a:cubicBezTo>
                                      <a:cubicBezTo>
                                        <a:pt x="1525" y="3795"/>
                                        <a:pt x="1482" y="3963"/>
                                        <a:pt x="1466" y="4090"/>
                                      </a:cubicBezTo>
                                      <a:cubicBezTo>
                                        <a:pt x="1450" y="4217"/>
                                        <a:pt x="1463" y="4280"/>
                                        <a:pt x="1459" y="4416"/>
                                      </a:cubicBezTo>
                                      <a:cubicBezTo>
                                        <a:pt x="1455" y="4552"/>
                                        <a:pt x="1475" y="4614"/>
                                        <a:pt x="1445" y="4908"/>
                                      </a:cubicBezTo>
                                      <a:cubicBezTo>
                                        <a:pt x="1415" y="5202"/>
                                        <a:pt x="1313" y="5922"/>
                                        <a:pt x="1279" y="6180"/>
                                      </a:cubicBezTo>
                                      <a:cubicBezTo>
                                        <a:pt x="1245" y="6438"/>
                                        <a:pt x="1242" y="6385"/>
                                        <a:pt x="1241" y="6454"/>
                                      </a:cubicBezTo>
                                      <a:cubicBezTo>
                                        <a:pt x="1240" y="6523"/>
                                        <a:pt x="1274" y="6548"/>
                                        <a:pt x="1274" y="6595"/>
                                      </a:cubicBezTo>
                                      <a:cubicBezTo>
                                        <a:pt x="1274" y="6642"/>
                                        <a:pt x="1247" y="6661"/>
                                        <a:pt x="1241" y="6739"/>
                                      </a:cubicBezTo>
                                      <a:cubicBezTo>
                                        <a:pt x="1235" y="6817"/>
                                        <a:pt x="1263" y="6948"/>
                                        <a:pt x="1238" y="7063"/>
                                      </a:cubicBezTo>
                                      <a:cubicBezTo>
                                        <a:pt x="1213" y="7178"/>
                                        <a:pt x="1173" y="7387"/>
                                        <a:pt x="1089" y="7430"/>
                                      </a:cubicBezTo>
                                      <a:cubicBezTo>
                                        <a:pt x="1005" y="7473"/>
                                        <a:pt x="819" y="7385"/>
                                        <a:pt x="734" y="7322"/>
                                      </a:cubicBezTo>
                                      <a:cubicBezTo>
                                        <a:pt x="649" y="7259"/>
                                        <a:pt x="629" y="7127"/>
                                        <a:pt x="581" y="7051"/>
                                      </a:cubicBezTo>
                                      <a:cubicBezTo>
                                        <a:pt x="533" y="6975"/>
                                        <a:pt x="474" y="6932"/>
                                        <a:pt x="444" y="6864"/>
                                      </a:cubicBezTo>
                                      <a:cubicBezTo>
                                        <a:pt x="414" y="6796"/>
                                        <a:pt x="409" y="6683"/>
                                        <a:pt x="403" y="6643"/>
                                      </a:cubicBezTo>
                                      <a:cubicBezTo>
                                        <a:pt x="397" y="6603"/>
                                        <a:pt x="407" y="6632"/>
                                        <a:pt x="405" y="6622"/>
                                      </a:cubicBezTo>
                                      <a:cubicBezTo>
                                        <a:pt x="403" y="6612"/>
                                        <a:pt x="392" y="6595"/>
                                        <a:pt x="393" y="6583"/>
                                      </a:cubicBezTo>
                                      <a:cubicBezTo>
                                        <a:pt x="394" y="6571"/>
                                        <a:pt x="404" y="6560"/>
                                        <a:pt x="413" y="6552"/>
                                      </a:cubicBezTo>
                                      <a:cubicBezTo>
                                        <a:pt x="422" y="6544"/>
                                        <a:pt x="439" y="6543"/>
                                        <a:pt x="449" y="6533"/>
                                      </a:cubicBezTo>
                                      <a:cubicBezTo>
                                        <a:pt x="459" y="6523"/>
                                        <a:pt x="466" y="6502"/>
                                        <a:pt x="475" y="6492"/>
                                      </a:cubicBezTo>
                                      <a:cubicBezTo>
                                        <a:pt x="484" y="6482"/>
                                        <a:pt x="490" y="6479"/>
                                        <a:pt x="501" y="6475"/>
                                      </a:cubicBezTo>
                                      <a:cubicBezTo>
                                        <a:pt x="512" y="6471"/>
                                        <a:pt x="529" y="6477"/>
                                        <a:pt x="540" y="6470"/>
                                      </a:cubicBezTo>
                                      <a:cubicBezTo>
                                        <a:pt x="551" y="6463"/>
                                        <a:pt x="555" y="6442"/>
                                        <a:pt x="566" y="6432"/>
                                      </a:cubicBezTo>
                                      <a:cubicBezTo>
                                        <a:pt x="577" y="6422"/>
                                        <a:pt x="595" y="6414"/>
                                        <a:pt x="607" y="6410"/>
                                      </a:cubicBezTo>
                                      <a:cubicBezTo>
                                        <a:pt x="619" y="6406"/>
                                        <a:pt x="630" y="6416"/>
                                        <a:pt x="638" y="6410"/>
                                      </a:cubicBezTo>
                                      <a:cubicBezTo>
                                        <a:pt x="646" y="6404"/>
                                        <a:pt x="648" y="6382"/>
                                        <a:pt x="657" y="6372"/>
                                      </a:cubicBezTo>
                                      <a:cubicBezTo>
                                        <a:pt x="666" y="6362"/>
                                        <a:pt x="687" y="6363"/>
                                        <a:pt x="691" y="6350"/>
                                      </a:cubicBezTo>
                                      <a:cubicBezTo>
                                        <a:pt x="695" y="6337"/>
                                        <a:pt x="696" y="6347"/>
                                        <a:pt x="684" y="6295"/>
                                      </a:cubicBezTo>
                                      <a:cubicBezTo>
                                        <a:pt x="672" y="6243"/>
                                        <a:pt x="657" y="6192"/>
                                        <a:pt x="619" y="6038"/>
                                      </a:cubicBezTo>
                                      <a:cubicBezTo>
                                        <a:pt x="581" y="5884"/>
                                        <a:pt x="501" y="5618"/>
                                        <a:pt x="456" y="5369"/>
                                      </a:cubicBezTo>
                                      <a:cubicBezTo>
                                        <a:pt x="411" y="5120"/>
                                        <a:pt x="350" y="4825"/>
                                        <a:pt x="348" y="4546"/>
                                      </a:cubicBezTo>
                                      <a:cubicBezTo>
                                        <a:pt x="346" y="4267"/>
                                        <a:pt x="439" y="4002"/>
                                        <a:pt x="446" y="3696"/>
                                      </a:cubicBezTo>
                                      <a:cubicBezTo>
                                        <a:pt x="453" y="3390"/>
                                        <a:pt x="442" y="3050"/>
                                        <a:pt x="391" y="2712"/>
                                      </a:cubicBezTo>
                                      <a:cubicBezTo>
                                        <a:pt x="340" y="2374"/>
                                        <a:pt x="198" y="1938"/>
                                        <a:pt x="139" y="1668"/>
                                      </a:cubicBezTo>
                                      <a:cubicBezTo>
                                        <a:pt x="80" y="1398"/>
                                        <a:pt x="58" y="1258"/>
                                        <a:pt x="36" y="1090"/>
                                      </a:cubicBezTo>
                                      <a:cubicBezTo>
                                        <a:pt x="14" y="922"/>
                                        <a:pt x="0" y="842"/>
                                        <a:pt x="7" y="660"/>
                                      </a:cubicBezTo>
                                      <a:cubicBezTo>
                                        <a:pt x="14" y="478"/>
                                        <a:pt x="46" y="239"/>
                                        <a:pt x="79"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Freeform 271"/>
                              <wps:cNvSpPr>
                                <a:spLocks/>
                              </wps:cNvSpPr>
                              <wps:spPr bwMode="auto">
                                <a:xfrm>
                                  <a:off x="5310" y="9201"/>
                                  <a:ext cx="285" cy="948"/>
                                </a:xfrm>
                                <a:custGeom>
                                  <a:avLst/>
                                  <a:gdLst>
                                    <a:gd name="T0" fmla="*/ 8 w 285"/>
                                    <a:gd name="T1" fmla="*/ 20 h 948"/>
                                    <a:gd name="T2" fmla="*/ 124 w 285"/>
                                    <a:gd name="T3" fmla="*/ 267 h 948"/>
                                    <a:gd name="T4" fmla="*/ 253 w 285"/>
                                    <a:gd name="T5" fmla="*/ 579 h 948"/>
                                    <a:gd name="T6" fmla="*/ 280 w 285"/>
                                    <a:gd name="T7" fmla="*/ 718 h 948"/>
                                    <a:gd name="T8" fmla="*/ 224 w 285"/>
                                    <a:gd name="T9" fmla="*/ 833 h 948"/>
                                    <a:gd name="T10" fmla="*/ 97 w 285"/>
                                    <a:gd name="T11" fmla="*/ 944 h 948"/>
                                    <a:gd name="T12" fmla="*/ 143 w 285"/>
                                    <a:gd name="T13" fmla="*/ 855 h 948"/>
                                    <a:gd name="T14" fmla="*/ 248 w 285"/>
                                    <a:gd name="T15" fmla="*/ 728 h 948"/>
                                    <a:gd name="T16" fmla="*/ 188 w 285"/>
                                    <a:gd name="T17" fmla="*/ 581 h 948"/>
                                    <a:gd name="T18" fmla="*/ 107 w 285"/>
                                    <a:gd name="T19" fmla="*/ 490 h 948"/>
                                    <a:gd name="T20" fmla="*/ 73 w 285"/>
                                    <a:gd name="T21" fmla="*/ 385 h 948"/>
                                    <a:gd name="T22" fmla="*/ 8 w 285"/>
                                    <a:gd name="T23" fmla="*/ 20 h 9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5" h="948">
                                      <a:moveTo>
                                        <a:pt x="8" y="20"/>
                                      </a:moveTo>
                                      <a:cubicBezTo>
                                        <a:pt x="16" y="0"/>
                                        <a:pt x="83" y="174"/>
                                        <a:pt x="124" y="267"/>
                                      </a:cubicBezTo>
                                      <a:cubicBezTo>
                                        <a:pt x="165" y="360"/>
                                        <a:pt x="227" y="504"/>
                                        <a:pt x="253" y="579"/>
                                      </a:cubicBezTo>
                                      <a:cubicBezTo>
                                        <a:pt x="279" y="654"/>
                                        <a:pt x="285" y="676"/>
                                        <a:pt x="280" y="718"/>
                                      </a:cubicBezTo>
                                      <a:cubicBezTo>
                                        <a:pt x="275" y="760"/>
                                        <a:pt x="255" y="795"/>
                                        <a:pt x="224" y="833"/>
                                      </a:cubicBezTo>
                                      <a:cubicBezTo>
                                        <a:pt x="193" y="871"/>
                                        <a:pt x="110" y="940"/>
                                        <a:pt x="97" y="944"/>
                                      </a:cubicBezTo>
                                      <a:cubicBezTo>
                                        <a:pt x="84" y="948"/>
                                        <a:pt x="118" y="891"/>
                                        <a:pt x="143" y="855"/>
                                      </a:cubicBezTo>
                                      <a:cubicBezTo>
                                        <a:pt x="168" y="819"/>
                                        <a:pt x="241" y="774"/>
                                        <a:pt x="248" y="728"/>
                                      </a:cubicBezTo>
                                      <a:cubicBezTo>
                                        <a:pt x="255" y="682"/>
                                        <a:pt x="212" y="621"/>
                                        <a:pt x="188" y="581"/>
                                      </a:cubicBezTo>
                                      <a:cubicBezTo>
                                        <a:pt x="164" y="541"/>
                                        <a:pt x="126" y="523"/>
                                        <a:pt x="107" y="490"/>
                                      </a:cubicBezTo>
                                      <a:cubicBezTo>
                                        <a:pt x="88" y="457"/>
                                        <a:pt x="91" y="464"/>
                                        <a:pt x="73" y="385"/>
                                      </a:cubicBezTo>
                                      <a:cubicBezTo>
                                        <a:pt x="55" y="306"/>
                                        <a:pt x="0" y="40"/>
                                        <a:pt x="8" y="2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272"/>
                              <wps:cNvSpPr>
                                <a:spLocks/>
                              </wps:cNvSpPr>
                              <wps:spPr bwMode="auto">
                                <a:xfrm>
                                  <a:off x="5853" y="9741"/>
                                  <a:ext cx="58" cy="423"/>
                                </a:xfrm>
                                <a:custGeom>
                                  <a:avLst/>
                                  <a:gdLst>
                                    <a:gd name="T0" fmla="*/ 51 w 58"/>
                                    <a:gd name="T1" fmla="*/ 5 h 423"/>
                                    <a:gd name="T2" fmla="*/ 25 w 58"/>
                                    <a:gd name="T3" fmla="*/ 161 h 423"/>
                                    <a:gd name="T4" fmla="*/ 1 w 58"/>
                                    <a:gd name="T5" fmla="*/ 401 h 423"/>
                                    <a:gd name="T6" fmla="*/ 32 w 58"/>
                                    <a:gd name="T7" fmla="*/ 291 h 423"/>
                                    <a:gd name="T8" fmla="*/ 56 w 58"/>
                                    <a:gd name="T9" fmla="*/ 190 h 423"/>
                                    <a:gd name="T10" fmla="*/ 44 w 58"/>
                                    <a:gd name="T11" fmla="*/ 128 h 423"/>
                                    <a:gd name="T12" fmla="*/ 51 w 58"/>
                                    <a:gd name="T13" fmla="*/ 5 h 423"/>
                                  </a:gdLst>
                                  <a:ahLst/>
                                  <a:cxnLst>
                                    <a:cxn ang="0">
                                      <a:pos x="T0" y="T1"/>
                                    </a:cxn>
                                    <a:cxn ang="0">
                                      <a:pos x="T2" y="T3"/>
                                    </a:cxn>
                                    <a:cxn ang="0">
                                      <a:pos x="T4" y="T5"/>
                                    </a:cxn>
                                    <a:cxn ang="0">
                                      <a:pos x="T6" y="T7"/>
                                    </a:cxn>
                                    <a:cxn ang="0">
                                      <a:pos x="T8" y="T9"/>
                                    </a:cxn>
                                    <a:cxn ang="0">
                                      <a:pos x="T10" y="T11"/>
                                    </a:cxn>
                                    <a:cxn ang="0">
                                      <a:pos x="T12" y="T13"/>
                                    </a:cxn>
                                  </a:cxnLst>
                                  <a:rect l="0" t="0" r="r" b="b"/>
                                  <a:pathLst>
                                    <a:path w="58" h="423">
                                      <a:moveTo>
                                        <a:pt x="51" y="5"/>
                                      </a:moveTo>
                                      <a:cubicBezTo>
                                        <a:pt x="48" y="10"/>
                                        <a:pt x="33" y="95"/>
                                        <a:pt x="25" y="161"/>
                                      </a:cubicBezTo>
                                      <a:cubicBezTo>
                                        <a:pt x="17" y="227"/>
                                        <a:pt x="0" y="379"/>
                                        <a:pt x="1" y="401"/>
                                      </a:cubicBezTo>
                                      <a:cubicBezTo>
                                        <a:pt x="2" y="423"/>
                                        <a:pt x="23" y="326"/>
                                        <a:pt x="32" y="291"/>
                                      </a:cubicBezTo>
                                      <a:cubicBezTo>
                                        <a:pt x="41" y="256"/>
                                        <a:pt x="54" y="217"/>
                                        <a:pt x="56" y="190"/>
                                      </a:cubicBezTo>
                                      <a:cubicBezTo>
                                        <a:pt x="58" y="163"/>
                                        <a:pt x="44" y="157"/>
                                        <a:pt x="44" y="128"/>
                                      </a:cubicBezTo>
                                      <a:cubicBezTo>
                                        <a:pt x="44" y="99"/>
                                        <a:pt x="54" y="0"/>
                                        <a:pt x="51" y="5"/>
                                      </a:cubicBez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Freeform 273"/>
                              <wps:cNvSpPr>
                                <a:spLocks/>
                              </wps:cNvSpPr>
                              <wps:spPr bwMode="auto">
                                <a:xfrm>
                                  <a:off x="5138" y="9809"/>
                                  <a:ext cx="39" cy="19"/>
                                </a:xfrm>
                                <a:custGeom>
                                  <a:avLst/>
                                  <a:gdLst>
                                    <a:gd name="T0" fmla="*/ 0 w 39"/>
                                    <a:gd name="T1" fmla="*/ 0 h 19"/>
                                    <a:gd name="T2" fmla="*/ 27 w 39"/>
                                    <a:gd name="T3" fmla="*/ 7 h 19"/>
                                    <a:gd name="T4" fmla="*/ 39 w 39"/>
                                    <a:gd name="T5" fmla="*/ 19 h 19"/>
                                  </a:gdLst>
                                  <a:ahLst/>
                                  <a:cxnLst>
                                    <a:cxn ang="0">
                                      <a:pos x="T0" y="T1"/>
                                    </a:cxn>
                                    <a:cxn ang="0">
                                      <a:pos x="T2" y="T3"/>
                                    </a:cxn>
                                    <a:cxn ang="0">
                                      <a:pos x="T4" y="T5"/>
                                    </a:cxn>
                                  </a:cxnLst>
                                  <a:rect l="0" t="0" r="r" b="b"/>
                                  <a:pathLst>
                                    <a:path w="39" h="19">
                                      <a:moveTo>
                                        <a:pt x="0" y="0"/>
                                      </a:moveTo>
                                      <a:cubicBezTo>
                                        <a:pt x="10" y="2"/>
                                        <a:pt x="21" y="4"/>
                                        <a:pt x="27" y="7"/>
                                      </a:cubicBezTo>
                                      <a:cubicBezTo>
                                        <a:pt x="33" y="10"/>
                                        <a:pt x="36" y="14"/>
                                        <a:pt x="39" y="19"/>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Freeform 274"/>
                              <wps:cNvSpPr>
                                <a:spLocks/>
                              </wps:cNvSpPr>
                              <wps:spPr bwMode="auto">
                                <a:xfrm>
                                  <a:off x="5222" y="9751"/>
                                  <a:ext cx="34" cy="12"/>
                                </a:xfrm>
                                <a:custGeom>
                                  <a:avLst/>
                                  <a:gdLst>
                                    <a:gd name="T0" fmla="*/ 0 w 34"/>
                                    <a:gd name="T1" fmla="*/ 0 h 12"/>
                                    <a:gd name="T2" fmla="*/ 34 w 34"/>
                                    <a:gd name="T3" fmla="*/ 12 h 12"/>
                                  </a:gdLst>
                                  <a:ahLst/>
                                  <a:cxnLst>
                                    <a:cxn ang="0">
                                      <a:pos x="T0" y="T1"/>
                                    </a:cxn>
                                    <a:cxn ang="0">
                                      <a:pos x="T2" y="T3"/>
                                    </a:cxn>
                                  </a:cxnLst>
                                  <a:rect l="0" t="0" r="r" b="b"/>
                                  <a:pathLst>
                                    <a:path w="34" h="12">
                                      <a:moveTo>
                                        <a:pt x="0" y="0"/>
                                      </a:moveTo>
                                      <a:cubicBezTo>
                                        <a:pt x="14" y="4"/>
                                        <a:pt x="28" y="8"/>
                                        <a:pt x="34" y="12"/>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Freeform 275"/>
                              <wps:cNvSpPr>
                                <a:spLocks/>
                              </wps:cNvSpPr>
                              <wps:spPr bwMode="auto">
                                <a:xfrm>
                                  <a:off x="5316" y="9691"/>
                                  <a:ext cx="36" cy="15"/>
                                </a:xfrm>
                                <a:custGeom>
                                  <a:avLst/>
                                  <a:gdLst>
                                    <a:gd name="T0" fmla="*/ 0 w 36"/>
                                    <a:gd name="T1" fmla="*/ 0 h 15"/>
                                    <a:gd name="T2" fmla="*/ 36 w 36"/>
                                    <a:gd name="T3" fmla="*/ 15 h 15"/>
                                  </a:gdLst>
                                  <a:ahLst/>
                                  <a:cxnLst>
                                    <a:cxn ang="0">
                                      <a:pos x="T0" y="T1"/>
                                    </a:cxn>
                                    <a:cxn ang="0">
                                      <a:pos x="T2" y="T3"/>
                                    </a:cxn>
                                  </a:cxnLst>
                                  <a:rect l="0" t="0" r="r" b="b"/>
                                  <a:pathLst>
                                    <a:path w="36" h="15">
                                      <a:moveTo>
                                        <a:pt x="0" y="0"/>
                                      </a:moveTo>
                                      <a:cubicBezTo>
                                        <a:pt x="0" y="0"/>
                                        <a:pt x="18" y="7"/>
                                        <a:pt x="36" y="15"/>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Freeform 276"/>
                              <wps:cNvSpPr>
                                <a:spLocks/>
                              </wps:cNvSpPr>
                              <wps:spPr bwMode="auto">
                                <a:xfrm>
                                  <a:off x="5360" y="3992"/>
                                  <a:ext cx="941" cy="250"/>
                                </a:xfrm>
                                <a:custGeom>
                                  <a:avLst/>
                                  <a:gdLst>
                                    <a:gd name="T0" fmla="*/ 0 w 941"/>
                                    <a:gd name="T1" fmla="*/ 136 h 250"/>
                                    <a:gd name="T2" fmla="*/ 381 w 941"/>
                                    <a:gd name="T3" fmla="*/ 203 h 250"/>
                                    <a:gd name="T4" fmla="*/ 614 w 941"/>
                                    <a:gd name="T5" fmla="*/ 201 h 250"/>
                                    <a:gd name="T6" fmla="*/ 844 w 941"/>
                                    <a:gd name="T7" fmla="*/ 81 h 250"/>
                                    <a:gd name="T8" fmla="*/ 935 w 941"/>
                                    <a:gd name="T9" fmla="*/ 4 h 250"/>
                                    <a:gd name="T10" fmla="*/ 880 w 941"/>
                                    <a:gd name="T11" fmla="*/ 107 h 250"/>
                                    <a:gd name="T12" fmla="*/ 717 w 941"/>
                                    <a:gd name="T13" fmla="*/ 203 h 250"/>
                                    <a:gd name="T14" fmla="*/ 570 w 941"/>
                                    <a:gd name="T15" fmla="*/ 246 h 250"/>
                                    <a:gd name="T16" fmla="*/ 350 w 941"/>
                                    <a:gd name="T17" fmla="*/ 225 h 250"/>
                                    <a:gd name="T18" fmla="*/ 0 w 941"/>
                                    <a:gd name="T19" fmla="*/ 136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41" h="250">
                                      <a:moveTo>
                                        <a:pt x="0" y="136"/>
                                      </a:moveTo>
                                      <a:cubicBezTo>
                                        <a:pt x="3" y="133"/>
                                        <a:pt x="279" y="192"/>
                                        <a:pt x="381" y="203"/>
                                      </a:cubicBezTo>
                                      <a:cubicBezTo>
                                        <a:pt x="483" y="214"/>
                                        <a:pt x="537" y="221"/>
                                        <a:pt x="614" y="201"/>
                                      </a:cubicBezTo>
                                      <a:cubicBezTo>
                                        <a:pt x="691" y="181"/>
                                        <a:pt x="790" y="114"/>
                                        <a:pt x="844" y="81"/>
                                      </a:cubicBezTo>
                                      <a:cubicBezTo>
                                        <a:pt x="898" y="48"/>
                                        <a:pt x="929" y="0"/>
                                        <a:pt x="935" y="4"/>
                                      </a:cubicBezTo>
                                      <a:cubicBezTo>
                                        <a:pt x="941" y="8"/>
                                        <a:pt x="916" y="74"/>
                                        <a:pt x="880" y="107"/>
                                      </a:cubicBezTo>
                                      <a:cubicBezTo>
                                        <a:pt x="844" y="140"/>
                                        <a:pt x="769" y="180"/>
                                        <a:pt x="717" y="203"/>
                                      </a:cubicBezTo>
                                      <a:cubicBezTo>
                                        <a:pt x="665" y="226"/>
                                        <a:pt x="631" y="242"/>
                                        <a:pt x="570" y="246"/>
                                      </a:cubicBezTo>
                                      <a:cubicBezTo>
                                        <a:pt x="509" y="250"/>
                                        <a:pt x="445" y="243"/>
                                        <a:pt x="350" y="225"/>
                                      </a:cubicBezTo>
                                      <a:cubicBezTo>
                                        <a:pt x="255" y="207"/>
                                        <a:pt x="73" y="155"/>
                                        <a:pt x="0" y="13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277"/>
                              <wps:cNvSpPr>
                                <a:spLocks/>
                              </wps:cNvSpPr>
                              <wps:spPr bwMode="auto">
                                <a:xfrm>
                                  <a:off x="5276" y="6256"/>
                                  <a:ext cx="661" cy="639"/>
                                </a:xfrm>
                                <a:custGeom>
                                  <a:avLst/>
                                  <a:gdLst>
                                    <a:gd name="T0" fmla="*/ 564 w 661"/>
                                    <a:gd name="T1" fmla="*/ 272 h 639"/>
                                    <a:gd name="T2" fmla="*/ 604 w 661"/>
                                    <a:gd name="T3" fmla="*/ 488 h 639"/>
                                    <a:gd name="T4" fmla="*/ 580 w 661"/>
                                    <a:gd name="T5" fmla="*/ 592 h 639"/>
                                    <a:gd name="T6" fmla="*/ 348 w 661"/>
                                    <a:gd name="T7" fmla="*/ 544 h 639"/>
                                    <a:gd name="T8" fmla="*/ 164 w 661"/>
                                    <a:gd name="T9" fmla="*/ 520 h 639"/>
                                    <a:gd name="T10" fmla="*/ 132 w 661"/>
                                    <a:gd name="T11" fmla="*/ 392 h 639"/>
                                    <a:gd name="T12" fmla="*/ 148 w 661"/>
                                    <a:gd name="T13" fmla="*/ 16 h 639"/>
                                    <a:gd name="T14" fmla="*/ 36 w 661"/>
                                    <a:gd name="T15" fmla="*/ 296 h 639"/>
                                    <a:gd name="T16" fmla="*/ 36 w 661"/>
                                    <a:gd name="T17" fmla="*/ 528 h 639"/>
                                    <a:gd name="T18" fmla="*/ 252 w 661"/>
                                    <a:gd name="T19" fmla="*/ 560 h 639"/>
                                    <a:gd name="T20" fmla="*/ 524 w 661"/>
                                    <a:gd name="T21" fmla="*/ 624 h 639"/>
                                    <a:gd name="T22" fmla="*/ 652 w 661"/>
                                    <a:gd name="T23" fmla="*/ 576 h 639"/>
                                    <a:gd name="T24" fmla="*/ 564 w 661"/>
                                    <a:gd name="T25" fmla="*/ 272 h 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61" h="639">
                                      <a:moveTo>
                                        <a:pt x="564" y="272"/>
                                      </a:moveTo>
                                      <a:cubicBezTo>
                                        <a:pt x="556" y="257"/>
                                        <a:pt x="601" y="435"/>
                                        <a:pt x="604" y="488"/>
                                      </a:cubicBezTo>
                                      <a:cubicBezTo>
                                        <a:pt x="607" y="541"/>
                                        <a:pt x="623" y="583"/>
                                        <a:pt x="580" y="592"/>
                                      </a:cubicBezTo>
                                      <a:cubicBezTo>
                                        <a:pt x="537" y="601"/>
                                        <a:pt x="417" y="556"/>
                                        <a:pt x="348" y="544"/>
                                      </a:cubicBezTo>
                                      <a:cubicBezTo>
                                        <a:pt x="279" y="532"/>
                                        <a:pt x="200" y="545"/>
                                        <a:pt x="164" y="520"/>
                                      </a:cubicBezTo>
                                      <a:cubicBezTo>
                                        <a:pt x="128" y="495"/>
                                        <a:pt x="135" y="476"/>
                                        <a:pt x="132" y="392"/>
                                      </a:cubicBezTo>
                                      <a:cubicBezTo>
                                        <a:pt x="129" y="308"/>
                                        <a:pt x="164" y="32"/>
                                        <a:pt x="148" y="16"/>
                                      </a:cubicBezTo>
                                      <a:cubicBezTo>
                                        <a:pt x="132" y="0"/>
                                        <a:pt x="55" y="211"/>
                                        <a:pt x="36" y="296"/>
                                      </a:cubicBezTo>
                                      <a:cubicBezTo>
                                        <a:pt x="17" y="381"/>
                                        <a:pt x="0" y="484"/>
                                        <a:pt x="36" y="528"/>
                                      </a:cubicBezTo>
                                      <a:cubicBezTo>
                                        <a:pt x="72" y="572"/>
                                        <a:pt x="171" y="544"/>
                                        <a:pt x="252" y="560"/>
                                      </a:cubicBezTo>
                                      <a:cubicBezTo>
                                        <a:pt x="333" y="576"/>
                                        <a:pt x="457" y="621"/>
                                        <a:pt x="524" y="624"/>
                                      </a:cubicBezTo>
                                      <a:cubicBezTo>
                                        <a:pt x="591" y="627"/>
                                        <a:pt x="643" y="639"/>
                                        <a:pt x="652" y="576"/>
                                      </a:cubicBezTo>
                                      <a:cubicBezTo>
                                        <a:pt x="661" y="513"/>
                                        <a:pt x="572" y="287"/>
                                        <a:pt x="564" y="27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278"/>
                              <wps:cNvSpPr>
                                <a:spLocks/>
                              </wps:cNvSpPr>
                              <wps:spPr bwMode="auto">
                                <a:xfrm>
                                  <a:off x="5370" y="5460"/>
                                  <a:ext cx="174" cy="1824"/>
                                </a:xfrm>
                                <a:custGeom>
                                  <a:avLst/>
                                  <a:gdLst>
                                    <a:gd name="T0" fmla="*/ 174 w 174"/>
                                    <a:gd name="T1" fmla="*/ 0 h 1824"/>
                                    <a:gd name="T2" fmla="*/ 162 w 174"/>
                                    <a:gd name="T3" fmla="*/ 444 h 1824"/>
                                    <a:gd name="T4" fmla="*/ 168 w 174"/>
                                    <a:gd name="T5" fmla="*/ 870 h 1824"/>
                                    <a:gd name="T6" fmla="*/ 168 w 174"/>
                                    <a:gd name="T7" fmla="*/ 1320 h 1824"/>
                                    <a:gd name="T8" fmla="*/ 150 w 174"/>
                                    <a:gd name="T9" fmla="*/ 1506 h 1824"/>
                                    <a:gd name="T10" fmla="*/ 72 w 174"/>
                                    <a:gd name="T11" fmla="*/ 1650 h 1824"/>
                                    <a:gd name="T12" fmla="*/ 0 w 174"/>
                                    <a:gd name="T13" fmla="*/ 1824 h 1824"/>
                                  </a:gdLst>
                                  <a:ahLst/>
                                  <a:cxnLst>
                                    <a:cxn ang="0">
                                      <a:pos x="T0" y="T1"/>
                                    </a:cxn>
                                    <a:cxn ang="0">
                                      <a:pos x="T2" y="T3"/>
                                    </a:cxn>
                                    <a:cxn ang="0">
                                      <a:pos x="T4" y="T5"/>
                                    </a:cxn>
                                    <a:cxn ang="0">
                                      <a:pos x="T6" y="T7"/>
                                    </a:cxn>
                                    <a:cxn ang="0">
                                      <a:pos x="T8" y="T9"/>
                                    </a:cxn>
                                    <a:cxn ang="0">
                                      <a:pos x="T10" y="T11"/>
                                    </a:cxn>
                                    <a:cxn ang="0">
                                      <a:pos x="T12" y="T13"/>
                                    </a:cxn>
                                  </a:cxnLst>
                                  <a:rect l="0" t="0" r="r" b="b"/>
                                  <a:pathLst>
                                    <a:path w="174" h="1824">
                                      <a:moveTo>
                                        <a:pt x="174" y="0"/>
                                      </a:moveTo>
                                      <a:cubicBezTo>
                                        <a:pt x="174" y="74"/>
                                        <a:pt x="163" y="299"/>
                                        <a:pt x="162" y="444"/>
                                      </a:cubicBezTo>
                                      <a:cubicBezTo>
                                        <a:pt x="161" y="589"/>
                                        <a:pt x="167" y="724"/>
                                        <a:pt x="168" y="870"/>
                                      </a:cubicBezTo>
                                      <a:cubicBezTo>
                                        <a:pt x="169" y="1016"/>
                                        <a:pt x="171" y="1214"/>
                                        <a:pt x="168" y="1320"/>
                                      </a:cubicBezTo>
                                      <a:cubicBezTo>
                                        <a:pt x="165" y="1426"/>
                                        <a:pt x="166" y="1451"/>
                                        <a:pt x="150" y="1506"/>
                                      </a:cubicBezTo>
                                      <a:cubicBezTo>
                                        <a:pt x="134" y="1561"/>
                                        <a:pt x="97" y="1597"/>
                                        <a:pt x="72" y="1650"/>
                                      </a:cubicBezTo>
                                      <a:cubicBezTo>
                                        <a:pt x="47" y="1703"/>
                                        <a:pt x="15" y="1788"/>
                                        <a:pt x="0" y="182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 name="Freeform 279"/>
                              <wps:cNvSpPr>
                                <a:spLocks/>
                              </wps:cNvSpPr>
                              <wps:spPr bwMode="auto">
                                <a:xfrm>
                                  <a:off x="5670" y="5460"/>
                                  <a:ext cx="168" cy="2364"/>
                                </a:xfrm>
                                <a:custGeom>
                                  <a:avLst/>
                                  <a:gdLst>
                                    <a:gd name="T0" fmla="*/ 30 w 168"/>
                                    <a:gd name="T1" fmla="*/ 0 h 2364"/>
                                    <a:gd name="T2" fmla="*/ 6 w 168"/>
                                    <a:gd name="T3" fmla="*/ 540 h 2364"/>
                                    <a:gd name="T4" fmla="*/ 0 w 168"/>
                                    <a:gd name="T5" fmla="*/ 1008 h 2364"/>
                                    <a:gd name="T6" fmla="*/ 6 w 168"/>
                                    <a:gd name="T7" fmla="*/ 1410 h 2364"/>
                                    <a:gd name="T8" fmla="*/ 36 w 168"/>
                                    <a:gd name="T9" fmla="*/ 1614 h 2364"/>
                                    <a:gd name="T10" fmla="*/ 102 w 168"/>
                                    <a:gd name="T11" fmla="*/ 1836 h 2364"/>
                                    <a:gd name="T12" fmla="*/ 138 w 168"/>
                                    <a:gd name="T13" fmla="*/ 2016 h 2364"/>
                                    <a:gd name="T14" fmla="*/ 168 w 168"/>
                                    <a:gd name="T15" fmla="*/ 2364 h 236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8" h="2364">
                                      <a:moveTo>
                                        <a:pt x="30" y="0"/>
                                      </a:moveTo>
                                      <a:cubicBezTo>
                                        <a:pt x="24" y="90"/>
                                        <a:pt x="11" y="372"/>
                                        <a:pt x="6" y="540"/>
                                      </a:cubicBezTo>
                                      <a:cubicBezTo>
                                        <a:pt x="1" y="708"/>
                                        <a:pt x="0" y="863"/>
                                        <a:pt x="0" y="1008"/>
                                      </a:cubicBezTo>
                                      <a:cubicBezTo>
                                        <a:pt x="0" y="1153"/>
                                        <a:pt x="0" y="1309"/>
                                        <a:pt x="6" y="1410"/>
                                      </a:cubicBezTo>
                                      <a:cubicBezTo>
                                        <a:pt x="12" y="1511"/>
                                        <a:pt x="20" y="1543"/>
                                        <a:pt x="36" y="1614"/>
                                      </a:cubicBezTo>
                                      <a:cubicBezTo>
                                        <a:pt x="52" y="1685"/>
                                        <a:pt x="85" y="1769"/>
                                        <a:pt x="102" y="1836"/>
                                      </a:cubicBezTo>
                                      <a:cubicBezTo>
                                        <a:pt x="119" y="1903"/>
                                        <a:pt x="127" y="1928"/>
                                        <a:pt x="138" y="2016"/>
                                      </a:cubicBezTo>
                                      <a:cubicBezTo>
                                        <a:pt x="149" y="2104"/>
                                        <a:pt x="158" y="2234"/>
                                        <a:pt x="168" y="236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Freeform 280"/>
                              <wps:cNvSpPr>
                                <a:spLocks/>
                              </wps:cNvSpPr>
                              <wps:spPr bwMode="auto">
                                <a:xfrm>
                                  <a:off x="5448" y="6989"/>
                                  <a:ext cx="174" cy="793"/>
                                </a:xfrm>
                                <a:custGeom>
                                  <a:avLst/>
                                  <a:gdLst>
                                    <a:gd name="T0" fmla="*/ 0 w 174"/>
                                    <a:gd name="T1" fmla="*/ 301 h 793"/>
                                    <a:gd name="T2" fmla="*/ 72 w 174"/>
                                    <a:gd name="T3" fmla="*/ 121 h 793"/>
                                    <a:gd name="T4" fmla="*/ 149 w 174"/>
                                    <a:gd name="T5" fmla="*/ 2 h 793"/>
                                    <a:gd name="T6" fmla="*/ 168 w 174"/>
                                    <a:gd name="T7" fmla="*/ 133 h 793"/>
                                    <a:gd name="T8" fmla="*/ 168 w 174"/>
                                    <a:gd name="T9" fmla="*/ 253 h 793"/>
                                    <a:gd name="T10" fmla="*/ 132 w 174"/>
                                    <a:gd name="T11" fmla="*/ 409 h 793"/>
                                    <a:gd name="T12" fmla="*/ 96 w 174"/>
                                    <a:gd name="T13" fmla="*/ 793 h 793"/>
                                  </a:gdLst>
                                  <a:ahLst/>
                                  <a:cxnLst>
                                    <a:cxn ang="0">
                                      <a:pos x="T0" y="T1"/>
                                    </a:cxn>
                                    <a:cxn ang="0">
                                      <a:pos x="T2" y="T3"/>
                                    </a:cxn>
                                    <a:cxn ang="0">
                                      <a:pos x="T4" y="T5"/>
                                    </a:cxn>
                                    <a:cxn ang="0">
                                      <a:pos x="T6" y="T7"/>
                                    </a:cxn>
                                    <a:cxn ang="0">
                                      <a:pos x="T8" y="T9"/>
                                    </a:cxn>
                                    <a:cxn ang="0">
                                      <a:pos x="T10" y="T11"/>
                                    </a:cxn>
                                    <a:cxn ang="0">
                                      <a:pos x="T12" y="T13"/>
                                    </a:cxn>
                                  </a:cxnLst>
                                  <a:rect l="0" t="0" r="r" b="b"/>
                                  <a:pathLst>
                                    <a:path w="174" h="793">
                                      <a:moveTo>
                                        <a:pt x="0" y="301"/>
                                      </a:moveTo>
                                      <a:cubicBezTo>
                                        <a:pt x="12" y="270"/>
                                        <a:pt x="47" y="171"/>
                                        <a:pt x="72" y="121"/>
                                      </a:cubicBezTo>
                                      <a:cubicBezTo>
                                        <a:pt x="97" y="71"/>
                                        <a:pt x="133" y="0"/>
                                        <a:pt x="149" y="2"/>
                                      </a:cubicBezTo>
                                      <a:cubicBezTo>
                                        <a:pt x="165" y="4"/>
                                        <a:pt x="165" y="91"/>
                                        <a:pt x="168" y="133"/>
                                      </a:cubicBezTo>
                                      <a:cubicBezTo>
                                        <a:pt x="171" y="175"/>
                                        <a:pt x="174" y="207"/>
                                        <a:pt x="168" y="253"/>
                                      </a:cubicBezTo>
                                      <a:cubicBezTo>
                                        <a:pt x="162" y="299"/>
                                        <a:pt x="144" y="319"/>
                                        <a:pt x="132" y="409"/>
                                      </a:cubicBezTo>
                                      <a:cubicBezTo>
                                        <a:pt x="120" y="499"/>
                                        <a:pt x="108" y="646"/>
                                        <a:pt x="96" y="79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Freeform 281"/>
                              <wps:cNvSpPr>
                                <a:spLocks/>
                              </wps:cNvSpPr>
                              <wps:spPr bwMode="auto">
                                <a:xfrm>
                                  <a:off x="5614" y="7262"/>
                                  <a:ext cx="160" cy="567"/>
                                </a:xfrm>
                                <a:custGeom>
                                  <a:avLst/>
                                  <a:gdLst>
                                    <a:gd name="T0" fmla="*/ 0 w 160"/>
                                    <a:gd name="T1" fmla="*/ 528 h 567"/>
                                    <a:gd name="T2" fmla="*/ 9 w 160"/>
                                    <a:gd name="T3" fmla="*/ 327 h 567"/>
                                    <a:gd name="T4" fmla="*/ 33 w 160"/>
                                    <a:gd name="T5" fmla="*/ 104 h 567"/>
                                    <a:gd name="T6" fmla="*/ 69 w 160"/>
                                    <a:gd name="T7" fmla="*/ 5 h 567"/>
                                    <a:gd name="T8" fmla="*/ 100 w 160"/>
                                    <a:gd name="T9" fmla="*/ 72 h 567"/>
                                    <a:gd name="T10" fmla="*/ 129 w 160"/>
                                    <a:gd name="T11" fmla="*/ 219 h 567"/>
                                    <a:gd name="T12" fmla="*/ 160 w 160"/>
                                    <a:gd name="T13" fmla="*/ 567 h 567"/>
                                  </a:gdLst>
                                  <a:ahLst/>
                                  <a:cxnLst>
                                    <a:cxn ang="0">
                                      <a:pos x="T0" y="T1"/>
                                    </a:cxn>
                                    <a:cxn ang="0">
                                      <a:pos x="T2" y="T3"/>
                                    </a:cxn>
                                    <a:cxn ang="0">
                                      <a:pos x="T4" y="T5"/>
                                    </a:cxn>
                                    <a:cxn ang="0">
                                      <a:pos x="T6" y="T7"/>
                                    </a:cxn>
                                    <a:cxn ang="0">
                                      <a:pos x="T8" y="T9"/>
                                    </a:cxn>
                                    <a:cxn ang="0">
                                      <a:pos x="T10" y="T11"/>
                                    </a:cxn>
                                    <a:cxn ang="0">
                                      <a:pos x="T12" y="T13"/>
                                    </a:cxn>
                                  </a:cxnLst>
                                  <a:rect l="0" t="0" r="r" b="b"/>
                                  <a:pathLst>
                                    <a:path w="160" h="567">
                                      <a:moveTo>
                                        <a:pt x="0" y="528"/>
                                      </a:moveTo>
                                      <a:cubicBezTo>
                                        <a:pt x="2" y="463"/>
                                        <a:pt x="4" y="398"/>
                                        <a:pt x="9" y="327"/>
                                      </a:cubicBezTo>
                                      <a:cubicBezTo>
                                        <a:pt x="14" y="256"/>
                                        <a:pt x="23" y="158"/>
                                        <a:pt x="33" y="104"/>
                                      </a:cubicBezTo>
                                      <a:cubicBezTo>
                                        <a:pt x="43" y="50"/>
                                        <a:pt x="58" y="10"/>
                                        <a:pt x="69" y="5"/>
                                      </a:cubicBezTo>
                                      <a:cubicBezTo>
                                        <a:pt x="80" y="0"/>
                                        <a:pt x="90" y="36"/>
                                        <a:pt x="100" y="72"/>
                                      </a:cubicBezTo>
                                      <a:cubicBezTo>
                                        <a:pt x="110" y="108"/>
                                        <a:pt x="119" y="137"/>
                                        <a:pt x="129" y="219"/>
                                      </a:cubicBezTo>
                                      <a:cubicBezTo>
                                        <a:pt x="139" y="301"/>
                                        <a:pt x="154" y="495"/>
                                        <a:pt x="160" y="56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04AF27" id="Group 269" o:spid="_x0000_s1026" style="position:absolute;margin-left:7.85pt;margin-top:12.5pt;width:85.05pt;height:373.65pt;flip:x;z-index:251649536" coordorigin="4685,3276" coordsize="1712,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">
                      <v:shape id="Freeform 270" o:spid="_x0000_s1027" style="position:absolute;left:4685;top:3276;width:1712;height:7473;visibility:visible;mso-wrap-style:square;v-text-anchor:top" coordsize="1712,7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" path="m1644,806v8,32,33,115,43,190c1697,1071,1712,1106,1706,1258v-6,152,-42,406,-55,650c1638,2152,1630,2500,1627,2724v-3,224,17,373,5,528c1620,3407,1581,3515,1553,3655v-28,140,-71,308,-87,435c1450,4217,1463,4280,1459,4416v-4,136,16,198,-14,492c1415,5202,1313,5922,1279,6180v-34,258,-37,205,-38,274c1240,6523,1274,6548,1274,6595v,47,-27,66,-33,144c1235,6817,1263,6948,1238,7063v-25,115,-65,324,-149,367c1005,7473,819,7385,734,7322,649,7259,629,7127,581,7051,533,6975,474,6932,444,6864v-30,-68,-35,-181,-41,-221c397,6603,407,6632,405,6622v-2,-10,-13,-27,-12,-39c394,6571,404,6560,413,6552v9,-8,26,-9,36,-19c459,6523,466,6502,475,6492v9,-10,15,-13,26,-17c512,6471,529,6477,540,6470v11,-7,15,-28,26,-38c577,6422,595,6414,607,6410v12,-4,23,6,31,c646,6404,648,6382,657,6372v9,-10,30,-9,34,-22c695,6337,696,6347,684,6295v-12,-52,-27,-103,-65,-257c581,5884,501,5618,456,5369,411,5120,350,4825,348,4546v-2,-279,91,-544,98,-850c453,3390,442,3050,391,2712,340,2374,198,1938,139,1668,80,1398,58,1258,36,1090,14,922,,842,7,660,14,478,46,239,79,e" filled="f" strokecolor="gray" strokeweight="1pt">
                        <v:path arrowok="t" o:connecttype="custom" o:connectlocs="1644,806;1687,996;1706,1258;1651,1908;1627,2724;1632,3252;1553,3655;1466,4090;1459,4416;1445,4908;1279,6180;1241,6454;1274,6595;1241,6739;1238,7063;1089,7430;734,7322;581,7051;444,6864;403,6643;405,6622;393,6583;413,6552;449,6533;475,6492;501,6475;540,6470;566,6432;607,6410;638,6410;657,6372;691,6350;684,6295;619,6038;456,5369;348,4546;446,3696;391,2712;139,1668;36,1090;7,660;79,0" o:connectangles="0,0,0,0,0,0,0,0,0,0,0,0,0,0,0,0,0,0,0,0,0,0,0,0,0,0,0,0,0,0,0,0,0,0,0,0,0,0,0,0,0,0"/>
                      </v:shape>
                      <v:shape id="Freeform 271" o:spid="_x0000_s1028" style="position:absolute;left:5310;top:9201;width:285;height:948;visibility:visible;mso-wrap-style:square;v-text-anchor:top" coordsize="285,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" path="m8,20c16,,83,174,124,267v41,93,103,237,129,312c279,654,285,676,280,718v-5,42,-25,77,-56,115c193,871,110,940,97,944v-13,4,21,-53,46,-89c168,819,241,774,248,728,255,682,212,621,188,581,164,541,126,523,107,490,88,457,91,464,73,385,55,306,,40,8,20xe" fillcolor="#ddd" stroked="f">
                        <v:path arrowok="t" o:connecttype="custom" o:connectlocs="8,20;124,267;253,579;280,718;224,833;97,944;143,855;248,728;188,581;107,490;73,385;8,20" o:connectangles="0,0,0,0,0,0,0,0,0,0,0,0"/>
                      </v:shape>
                      <v:shape id="Freeform 272" o:spid="_x0000_s1029" style="position:absolute;left:5853;top:9741;width:58;height:423;visibility:visible;mso-wrap-style:square;v-text-anchor:top" coordsize="58,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" path="m51,5c48,10,33,95,25,161,17,227,,379,1,401,2,423,23,326,32,291,41,256,54,217,56,190,58,163,44,157,44,128,44,99,54,,51,5xe" fillcolor="silver" stroked="f">
                        <v:path arrowok="t" o:connecttype="custom" o:connectlocs="51,5;25,161;1,401;32,291;56,190;44,128;51,5" o:connectangles="0,0,0,0,0,0,0"/>
                      </v:shape>
                      <v:shape id="Freeform 273" o:spid="_x0000_s1030" style="position:absolute;left:5138;top:9809;width:39;height:19;visibility:visible;mso-wrap-style:square;v-text-anchor:top" coordsize="3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" path="m,c10,2,21,4,27,7v6,3,9,7,12,12e" filled="f" strokecolor="gray">
                        <v:path arrowok="t" o:connecttype="custom" o:connectlocs="0,0;27,7;39,19" o:connectangles="0,0,0"/>
                      </v:shape>
                      <v:shape id="Freeform 274" o:spid="_x0000_s1031" style="position:absolute;left:5222;top:9751;width:34;height:12;visibility:visible;mso-wrap-style:square;v-text-anchor:top" coordsize="3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" path="m,c14,4,28,8,34,12e" filled="f" strokecolor="gray">
                        <v:path arrowok="t" o:connecttype="custom" o:connectlocs="0,0;34,12" o:connectangles="0,0"/>
                      </v:shape>
                      <v:shape id="Freeform 275" o:spid="_x0000_s1032" style="position:absolute;left:5316;top:9691;width:36;height:15;visibility:visible;mso-wrap-style:square;v-text-anchor:top" coordsize="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" path="m,c,,18,7,36,15e" filled="f" strokecolor="gray">
                        <v:path arrowok="t" o:connecttype="custom" o:connectlocs="0,0;36,15" o:connectangles="0,0"/>
                      </v:shape>
                      <v:shape id="Freeform 276" o:spid="_x0000_s1033" style="position:absolute;left:5360;top:3992;width:941;height:250;visibility:visible;mso-wrap-style:square;v-text-anchor:top" coordsize="94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" path="m,136v3,-3,279,56,381,67c483,214,537,221,614,201,691,181,790,114,844,81,898,48,929,,935,4v6,4,-19,70,-55,103c844,140,769,180,717,203v-52,23,-86,39,-147,43c509,250,445,243,350,225,255,207,73,155,,136xe" fillcolor="#ddd" stroked="f">
                        <v:path arrowok="t" o:connecttype="custom" o:connectlocs="0,136;381,203;614,201;844,81;935,4;880,107;717,203;570,246;350,225;0,136" o:connectangles="0,0,0,0,0,0,0,0,0,0"/>
                      </v:shape>
                      <v:shape id="Freeform 277" o:spid="_x0000_s1034" style="position:absolute;left:5276;top:6256;width:661;height:639;visibility:visible;mso-wrap-style:square;v-text-anchor:top" coordsize="661,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" path="m564,272v-8,-15,37,163,40,216c607,541,623,583,580,592,537,601,417,556,348,544,279,532,200,545,164,520,128,495,135,476,132,392,129,308,164,32,148,16,132,,55,211,36,296,17,381,,484,36,528v36,44,135,16,216,32c333,576,457,621,524,624v67,3,119,15,128,-48c661,513,572,287,564,272xe" fillcolor="#ddd" stroked="f">
                        <v:path arrowok="t" o:connecttype="custom" o:connectlocs="564,272;604,488;580,592;348,544;164,520;132,392;148,16;36,296;36,528;252,560;524,624;652,576;564,272" o:connectangles="0,0,0,0,0,0,0,0,0,0,0,0,0"/>
                      </v:shape>
                      <v:shape id="Freeform 278" o:spid="_x0000_s1035" style="position:absolute;left:5370;top:5460;width:174;height:1824;visibility:visible;mso-wrap-style:square;v-text-anchor:top" coordsize="174,1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" path="m174,v,74,-11,299,-12,444c161,589,167,724,168,870v1,146,3,344,,450c165,1426,166,1451,150,1506v-16,55,-53,91,-78,144c47,1703,15,1788,,1824e" filled="f">
                        <v:path arrowok="t" o:connecttype="custom" o:connectlocs="174,0;162,444;168,870;168,1320;150,1506;72,1650;0,1824" o:connectangles="0,0,0,0,0,0,0"/>
                      </v:shape>
                      <v:shape id="Freeform 279" o:spid="_x0000_s1036" style="position:absolute;left:5670;top:5460;width:168;height:2364;visibility:visible;mso-wrap-style:square;v-text-anchor:top" coordsize="168,2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" path="m30,c24,90,11,372,6,540,1,708,,863,,1008v,145,,301,6,402c12,1511,20,1543,36,1614v16,71,49,155,66,222c119,1903,127,1928,138,2016v11,88,20,218,30,348e" filled="f">
                        <v:path arrowok="t" o:connecttype="custom" o:connectlocs="30,0;6,540;0,1008;6,1410;36,1614;102,1836;138,2016;168,2364" o:connectangles="0,0,0,0,0,0,0,0"/>
                      </v:shape>
                      <v:shape id="Freeform 280" o:spid="_x0000_s1037" style="position:absolute;left:5448;top:6989;width:174;height:793;visibility:visible;mso-wrap-style:square;v-text-anchor:top" coordsize="17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" path="m,301c12,270,47,171,72,121,97,71,133,,149,2v16,2,16,89,19,131c171,175,174,207,168,253v-6,46,-24,66,-36,156c120,499,108,646,96,793e" filled="f">
                        <v:path arrowok="t" o:connecttype="custom" o:connectlocs="0,301;72,121;149,2;168,133;168,253;132,409;96,793" o:connectangles="0,0,0,0,0,0,0"/>
                      </v:shape>
                      <v:shape id="Freeform 281" o:spid="_x0000_s1038" style="position:absolute;left:5614;top:7262;width:160;height:567;visibility:visible;mso-wrap-style:square;v-text-anchor:top" coordsize="160,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" path="m,528c2,463,4,398,9,327,14,256,23,158,33,104,43,50,58,10,69,5,80,,90,36,100,72v10,36,19,65,29,147c139,301,154,495,160,567e" filled="f">
                        <v:path arrowok="t" o:connecttype="custom" o:connectlocs="0,528;9,327;33,104;69,5;100,72;129,219;160,567" o:connectangles="0,0,0,0,0,0,0"/>
                      </v:shape>
                    </v:group>
                  </w:pict>
                </mc:Fallback>
              </mc:AlternateContent>
            </w:r>
            <w:r w:rsidR="00951099" w:rsidRPr="001906A2">
              <w:rPr>
                <w:rFonts w:ascii="Arial" w:hAnsi="Arial"/>
                <w:b/>
                <w:bCs/>
                <w:noProof/>
                <w:sz w:val="18"/>
                <w:szCs w:val="20"/>
                <w:lang w:val="en-GB" w:eastAsia="en-GB"/>
              </w:rPr>
              <mc:AlternateContent>
                <mc:Choice Requires="wpg">
                  <w:drawing>
                    <wp:anchor distT="0" distB="0" distL="114300" distR="114300" simplePos="0" relativeHeight="251648512" behindDoc="0" locked="0" layoutInCell="1" allowOverlap="1">
                      <wp:simplePos x="0" y="0"/>
                      <wp:positionH relativeFrom="column">
                        <wp:posOffset>5028565</wp:posOffset>
                      </wp:positionH>
                      <wp:positionV relativeFrom="paragraph">
                        <wp:posOffset>160020</wp:posOffset>
                      </wp:positionV>
                      <wp:extent cx="1087120" cy="4745355"/>
                      <wp:effectExtent l="14605" t="10160" r="12700" b="6985"/>
                      <wp:wrapNone/>
                      <wp:docPr id="137" name="Group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7120" cy="4745355"/>
                                <a:chOff x="4685" y="3276"/>
                                <a:chExt cx="1712" cy="7473"/>
                              </a:xfrm>
                            </wpg:grpSpPr>
                            <wps:wsp>
                              <wps:cNvPr id="138" name="Freeform 257"/>
                              <wps:cNvSpPr>
                                <a:spLocks/>
                              </wps:cNvSpPr>
                              <wps:spPr bwMode="auto">
                                <a:xfrm>
                                  <a:off x="4685" y="3276"/>
                                  <a:ext cx="1712" cy="7473"/>
                                </a:xfrm>
                                <a:custGeom>
                                  <a:avLst/>
                                  <a:gdLst>
                                    <a:gd name="T0" fmla="*/ 1644 w 1712"/>
                                    <a:gd name="T1" fmla="*/ 806 h 7473"/>
                                    <a:gd name="T2" fmla="*/ 1687 w 1712"/>
                                    <a:gd name="T3" fmla="*/ 996 h 7473"/>
                                    <a:gd name="T4" fmla="*/ 1706 w 1712"/>
                                    <a:gd name="T5" fmla="*/ 1258 h 7473"/>
                                    <a:gd name="T6" fmla="*/ 1651 w 1712"/>
                                    <a:gd name="T7" fmla="*/ 1908 h 7473"/>
                                    <a:gd name="T8" fmla="*/ 1627 w 1712"/>
                                    <a:gd name="T9" fmla="*/ 2724 h 7473"/>
                                    <a:gd name="T10" fmla="*/ 1632 w 1712"/>
                                    <a:gd name="T11" fmla="*/ 3252 h 7473"/>
                                    <a:gd name="T12" fmla="*/ 1553 w 1712"/>
                                    <a:gd name="T13" fmla="*/ 3655 h 7473"/>
                                    <a:gd name="T14" fmla="*/ 1466 w 1712"/>
                                    <a:gd name="T15" fmla="*/ 4090 h 7473"/>
                                    <a:gd name="T16" fmla="*/ 1459 w 1712"/>
                                    <a:gd name="T17" fmla="*/ 4416 h 7473"/>
                                    <a:gd name="T18" fmla="*/ 1445 w 1712"/>
                                    <a:gd name="T19" fmla="*/ 4908 h 7473"/>
                                    <a:gd name="T20" fmla="*/ 1279 w 1712"/>
                                    <a:gd name="T21" fmla="*/ 6180 h 7473"/>
                                    <a:gd name="T22" fmla="*/ 1241 w 1712"/>
                                    <a:gd name="T23" fmla="*/ 6454 h 7473"/>
                                    <a:gd name="T24" fmla="*/ 1274 w 1712"/>
                                    <a:gd name="T25" fmla="*/ 6595 h 7473"/>
                                    <a:gd name="T26" fmla="*/ 1241 w 1712"/>
                                    <a:gd name="T27" fmla="*/ 6739 h 7473"/>
                                    <a:gd name="T28" fmla="*/ 1238 w 1712"/>
                                    <a:gd name="T29" fmla="*/ 7063 h 7473"/>
                                    <a:gd name="T30" fmla="*/ 1089 w 1712"/>
                                    <a:gd name="T31" fmla="*/ 7430 h 7473"/>
                                    <a:gd name="T32" fmla="*/ 734 w 1712"/>
                                    <a:gd name="T33" fmla="*/ 7322 h 7473"/>
                                    <a:gd name="T34" fmla="*/ 581 w 1712"/>
                                    <a:gd name="T35" fmla="*/ 7051 h 7473"/>
                                    <a:gd name="T36" fmla="*/ 444 w 1712"/>
                                    <a:gd name="T37" fmla="*/ 6864 h 7473"/>
                                    <a:gd name="T38" fmla="*/ 403 w 1712"/>
                                    <a:gd name="T39" fmla="*/ 6643 h 7473"/>
                                    <a:gd name="T40" fmla="*/ 405 w 1712"/>
                                    <a:gd name="T41" fmla="*/ 6622 h 7473"/>
                                    <a:gd name="T42" fmla="*/ 393 w 1712"/>
                                    <a:gd name="T43" fmla="*/ 6583 h 7473"/>
                                    <a:gd name="T44" fmla="*/ 413 w 1712"/>
                                    <a:gd name="T45" fmla="*/ 6552 h 7473"/>
                                    <a:gd name="T46" fmla="*/ 449 w 1712"/>
                                    <a:gd name="T47" fmla="*/ 6533 h 7473"/>
                                    <a:gd name="T48" fmla="*/ 475 w 1712"/>
                                    <a:gd name="T49" fmla="*/ 6492 h 7473"/>
                                    <a:gd name="T50" fmla="*/ 501 w 1712"/>
                                    <a:gd name="T51" fmla="*/ 6475 h 7473"/>
                                    <a:gd name="T52" fmla="*/ 540 w 1712"/>
                                    <a:gd name="T53" fmla="*/ 6470 h 7473"/>
                                    <a:gd name="T54" fmla="*/ 566 w 1712"/>
                                    <a:gd name="T55" fmla="*/ 6432 h 7473"/>
                                    <a:gd name="T56" fmla="*/ 607 w 1712"/>
                                    <a:gd name="T57" fmla="*/ 6410 h 7473"/>
                                    <a:gd name="T58" fmla="*/ 638 w 1712"/>
                                    <a:gd name="T59" fmla="*/ 6410 h 7473"/>
                                    <a:gd name="T60" fmla="*/ 657 w 1712"/>
                                    <a:gd name="T61" fmla="*/ 6372 h 7473"/>
                                    <a:gd name="T62" fmla="*/ 691 w 1712"/>
                                    <a:gd name="T63" fmla="*/ 6350 h 7473"/>
                                    <a:gd name="T64" fmla="*/ 684 w 1712"/>
                                    <a:gd name="T65" fmla="*/ 6295 h 7473"/>
                                    <a:gd name="T66" fmla="*/ 619 w 1712"/>
                                    <a:gd name="T67" fmla="*/ 6038 h 7473"/>
                                    <a:gd name="T68" fmla="*/ 456 w 1712"/>
                                    <a:gd name="T69" fmla="*/ 5369 h 7473"/>
                                    <a:gd name="T70" fmla="*/ 348 w 1712"/>
                                    <a:gd name="T71" fmla="*/ 4546 h 7473"/>
                                    <a:gd name="T72" fmla="*/ 446 w 1712"/>
                                    <a:gd name="T73" fmla="*/ 3696 h 7473"/>
                                    <a:gd name="T74" fmla="*/ 391 w 1712"/>
                                    <a:gd name="T75" fmla="*/ 2712 h 7473"/>
                                    <a:gd name="T76" fmla="*/ 139 w 1712"/>
                                    <a:gd name="T77" fmla="*/ 1668 h 7473"/>
                                    <a:gd name="T78" fmla="*/ 36 w 1712"/>
                                    <a:gd name="T79" fmla="*/ 1090 h 7473"/>
                                    <a:gd name="T80" fmla="*/ 7 w 1712"/>
                                    <a:gd name="T81" fmla="*/ 660 h 7473"/>
                                    <a:gd name="T82" fmla="*/ 79 w 1712"/>
                                    <a:gd name="T83" fmla="*/ 0 h 7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712" h="7473">
                                      <a:moveTo>
                                        <a:pt x="1644" y="806"/>
                                      </a:moveTo>
                                      <a:cubicBezTo>
                                        <a:pt x="1652" y="838"/>
                                        <a:pt x="1677" y="921"/>
                                        <a:pt x="1687" y="996"/>
                                      </a:cubicBezTo>
                                      <a:cubicBezTo>
                                        <a:pt x="1697" y="1071"/>
                                        <a:pt x="1712" y="1106"/>
                                        <a:pt x="1706" y="1258"/>
                                      </a:cubicBezTo>
                                      <a:cubicBezTo>
                                        <a:pt x="1700" y="1410"/>
                                        <a:pt x="1664" y="1664"/>
                                        <a:pt x="1651" y="1908"/>
                                      </a:cubicBezTo>
                                      <a:cubicBezTo>
                                        <a:pt x="1638" y="2152"/>
                                        <a:pt x="1630" y="2500"/>
                                        <a:pt x="1627" y="2724"/>
                                      </a:cubicBezTo>
                                      <a:cubicBezTo>
                                        <a:pt x="1624" y="2948"/>
                                        <a:pt x="1644" y="3097"/>
                                        <a:pt x="1632" y="3252"/>
                                      </a:cubicBezTo>
                                      <a:cubicBezTo>
                                        <a:pt x="1620" y="3407"/>
                                        <a:pt x="1581" y="3515"/>
                                        <a:pt x="1553" y="3655"/>
                                      </a:cubicBezTo>
                                      <a:cubicBezTo>
                                        <a:pt x="1525" y="3795"/>
                                        <a:pt x="1482" y="3963"/>
                                        <a:pt x="1466" y="4090"/>
                                      </a:cubicBezTo>
                                      <a:cubicBezTo>
                                        <a:pt x="1450" y="4217"/>
                                        <a:pt x="1463" y="4280"/>
                                        <a:pt x="1459" y="4416"/>
                                      </a:cubicBezTo>
                                      <a:cubicBezTo>
                                        <a:pt x="1455" y="4552"/>
                                        <a:pt x="1475" y="4614"/>
                                        <a:pt x="1445" y="4908"/>
                                      </a:cubicBezTo>
                                      <a:cubicBezTo>
                                        <a:pt x="1415" y="5202"/>
                                        <a:pt x="1313" y="5922"/>
                                        <a:pt x="1279" y="6180"/>
                                      </a:cubicBezTo>
                                      <a:cubicBezTo>
                                        <a:pt x="1245" y="6438"/>
                                        <a:pt x="1242" y="6385"/>
                                        <a:pt x="1241" y="6454"/>
                                      </a:cubicBezTo>
                                      <a:cubicBezTo>
                                        <a:pt x="1240" y="6523"/>
                                        <a:pt x="1274" y="6548"/>
                                        <a:pt x="1274" y="6595"/>
                                      </a:cubicBezTo>
                                      <a:cubicBezTo>
                                        <a:pt x="1274" y="6642"/>
                                        <a:pt x="1247" y="6661"/>
                                        <a:pt x="1241" y="6739"/>
                                      </a:cubicBezTo>
                                      <a:cubicBezTo>
                                        <a:pt x="1235" y="6817"/>
                                        <a:pt x="1263" y="6948"/>
                                        <a:pt x="1238" y="7063"/>
                                      </a:cubicBezTo>
                                      <a:cubicBezTo>
                                        <a:pt x="1213" y="7178"/>
                                        <a:pt x="1173" y="7387"/>
                                        <a:pt x="1089" y="7430"/>
                                      </a:cubicBezTo>
                                      <a:cubicBezTo>
                                        <a:pt x="1005" y="7473"/>
                                        <a:pt x="819" y="7385"/>
                                        <a:pt x="734" y="7322"/>
                                      </a:cubicBezTo>
                                      <a:cubicBezTo>
                                        <a:pt x="649" y="7259"/>
                                        <a:pt x="629" y="7127"/>
                                        <a:pt x="581" y="7051"/>
                                      </a:cubicBezTo>
                                      <a:cubicBezTo>
                                        <a:pt x="533" y="6975"/>
                                        <a:pt x="474" y="6932"/>
                                        <a:pt x="444" y="6864"/>
                                      </a:cubicBezTo>
                                      <a:cubicBezTo>
                                        <a:pt x="414" y="6796"/>
                                        <a:pt x="409" y="6683"/>
                                        <a:pt x="403" y="6643"/>
                                      </a:cubicBezTo>
                                      <a:cubicBezTo>
                                        <a:pt x="397" y="6603"/>
                                        <a:pt x="407" y="6632"/>
                                        <a:pt x="405" y="6622"/>
                                      </a:cubicBezTo>
                                      <a:cubicBezTo>
                                        <a:pt x="403" y="6612"/>
                                        <a:pt x="392" y="6595"/>
                                        <a:pt x="393" y="6583"/>
                                      </a:cubicBezTo>
                                      <a:cubicBezTo>
                                        <a:pt x="394" y="6571"/>
                                        <a:pt x="404" y="6560"/>
                                        <a:pt x="413" y="6552"/>
                                      </a:cubicBezTo>
                                      <a:cubicBezTo>
                                        <a:pt x="422" y="6544"/>
                                        <a:pt x="439" y="6543"/>
                                        <a:pt x="449" y="6533"/>
                                      </a:cubicBezTo>
                                      <a:cubicBezTo>
                                        <a:pt x="459" y="6523"/>
                                        <a:pt x="466" y="6502"/>
                                        <a:pt x="475" y="6492"/>
                                      </a:cubicBezTo>
                                      <a:cubicBezTo>
                                        <a:pt x="484" y="6482"/>
                                        <a:pt x="490" y="6479"/>
                                        <a:pt x="501" y="6475"/>
                                      </a:cubicBezTo>
                                      <a:cubicBezTo>
                                        <a:pt x="512" y="6471"/>
                                        <a:pt x="529" y="6477"/>
                                        <a:pt x="540" y="6470"/>
                                      </a:cubicBezTo>
                                      <a:cubicBezTo>
                                        <a:pt x="551" y="6463"/>
                                        <a:pt x="555" y="6442"/>
                                        <a:pt x="566" y="6432"/>
                                      </a:cubicBezTo>
                                      <a:cubicBezTo>
                                        <a:pt x="577" y="6422"/>
                                        <a:pt x="595" y="6414"/>
                                        <a:pt x="607" y="6410"/>
                                      </a:cubicBezTo>
                                      <a:cubicBezTo>
                                        <a:pt x="619" y="6406"/>
                                        <a:pt x="630" y="6416"/>
                                        <a:pt x="638" y="6410"/>
                                      </a:cubicBezTo>
                                      <a:cubicBezTo>
                                        <a:pt x="646" y="6404"/>
                                        <a:pt x="648" y="6382"/>
                                        <a:pt x="657" y="6372"/>
                                      </a:cubicBezTo>
                                      <a:cubicBezTo>
                                        <a:pt x="666" y="6362"/>
                                        <a:pt x="687" y="6363"/>
                                        <a:pt x="691" y="6350"/>
                                      </a:cubicBezTo>
                                      <a:cubicBezTo>
                                        <a:pt x="695" y="6337"/>
                                        <a:pt x="696" y="6347"/>
                                        <a:pt x="684" y="6295"/>
                                      </a:cubicBezTo>
                                      <a:cubicBezTo>
                                        <a:pt x="672" y="6243"/>
                                        <a:pt x="657" y="6192"/>
                                        <a:pt x="619" y="6038"/>
                                      </a:cubicBezTo>
                                      <a:cubicBezTo>
                                        <a:pt x="581" y="5884"/>
                                        <a:pt x="501" y="5618"/>
                                        <a:pt x="456" y="5369"/>
                                      </a:cubicBezTo>
                                      <a:cubicBezTo>
                                        <a:pt x="411" y="5120"/>
                                        <a:pt x="350" y="4825"/>
                                        <a:pt x="348" y="4546"/>
                                      </a:cubicBezTo>
                                      <a:cubicBezTo>
                                        <a:pt x="346" y="4267"/>
                                        <a:pt x="439" y="4002"/>
                                        <a:pt x="446" y="3696"/>
                                      </a:cubicBezTo>
                                      <a:cubicBezTo>
                                        <a:pt x="453" y="3390"/>
                                        <a:pt x="442" y="3050"/>
                                        <a:pt x="391" y="2712"/>
                                      </a:cubicBezTo>
                                      <a:cubicBezTo>
                                        <a:pt x="340" y="2374"/>
                                        <a:pt x="198" y="1938"/>
                                        <a:pt x="139" y="1668"/>
                                      </a:cubicBezTo>
                                      <a:cubicBezTo>
                                        <a:pt x="80" y="1398"/>
                                        <a:pt x="58" y="1258"/>
                                        <a:pt x="36" y="1090"/>
                                      </a:cubicBezTo>
                                      <a:cubicBezTo>
                                        <a:pt x="14" y="922"/>
                                        <a:pt x="0" y="842"/>
                                        <a:pt x="7" y="660"/>
                                      </a:cubicBezTo>
                                      <a:cubicBezTo>
                                        <a:pt x="14" y="478"/>
                                        <a:pt x="46" y="239"/>
                                        <a:pt x="79"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258"/>
                              <wps:cNvSpPr>
                                <a:spLocks/>
                              </wps:cNvSpPr>
                              <wps:spPr bwMode="auto">
                                <a:xfrm>
                                  <a:off x="5310" y="9201"/>
                                  <a:ext cx="285" cy="948"/>
                                </a:xfrm>
                                <a:custGeom>
                                  <a:avLst/>
                                  <a:gdLst>
                                    <a:gd name="T0" fmla="*/ 8 w 285"/>
                                    <a:gd name="T1" fmla="*/ 20 h 948"/>
                                    <a:gd name="T2" fmla="*/ 124 w 285"/>
                                    <a:gd name="T3" fmla="*/ 267 h 948"/>
                                    <a:gd name="T4" fmla="*/ 253 w 285"/>
                                    <a:gd name="T5" fmla="*/ 579 h 948"/>
                                    <a:gd name="T6" fmla="*/ 280 w 285"/>
                                    <a:gd name="T7" fmla="*/ 718 h 948"/>
                                    <a:gd name="T8" fmla="*/ 224 w 285"/>
                                    <a:gd name="T9" fmla="*/ 833 h 948"/>
                                    <a:gd name="T10" fmla="*/ 97 w 285"/>
                                    <a:gd name="T11" fmla="*/ 944 h 948"/>
                                    <a:gd name="T12" fmla="*/ 143 w 285"/>
                                    <a:gd name="T13" fmla="*/ 855 h 948"/>
                                    <a:gd name="T14" fmla="*/ 248 w 285"/>
                                    <a:gd name="T15" fmla="*/ 728 h 948"/>
                                    <a:gd name="T16" fmla="*/ 188 w 285"/>
                                    <a:gd name="T17" fmla="*/ 581 h 948"/>
                                    <a:gd name="T18" fmla="*/ 107 w 285"/>
                                    <a:gd name="T19" fmla="*/ 490 h 948"/>
                                    <a:gd name="T20" fmla="*/ 73 w 285"/>
                                    <a:gd name="T21" fmla="*/ 385 h 948"/>
                                    <a:gd name="T22" fmla="*/ 8 w 285"/>
                                    <a:gd name="T23" fmla="*/ 20 h 9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5" h="948">
                                      <a:moveTo>
                                        <a:pt x="8" y="20"/>
                                      </a:moveTo>
                                      <a:cubicBezTo>
                                        <a:pt x="16" y="0"/>
                                        <a:pt x="83" y="174"/>
                                        <a:pt x="124" y="267"/>
                                      </a:cubicBezTo>
                                      <a:cubicBezTo>
                                        <a:pt x="165" y="360"/>
                                        <a:pt x="227" y="504"/>
                                        <a:pt x="253" y="579"/>
                                      </a:cubicBezTo>
                                      <a:cubicBezTo>
                                        <a:pt x="279" y="654"/>
                                        <a:pt x="285" y="676"/>
                                        <a:pt x="280" y="718"/>
                                      </a:cubicBezTo>
                                      <a:cubicBezTo>
                                        <a:pt x="275" y="760"/>
                                        <a:pt x="255" y="795"/>
                                        <a:pt x="224" y="833"/>
                                      </a:cubicBezTo>
                                      <a:cubicBezTo>
                                        <a:pt x="193" y="871"/>
                                        <a:pt x="110" y="940"/>
                                        <a:pt x="97" y="944"/>
                                      </a:cubicBezTo>
                                      <a:cubicBezTo>
                                        <a:pt x="84" y="948"/>
                                        <a:pt x="118" y="891"/>
                                        <a:pt x="143" y="855"/>
                                      </a:cubicBezTo>
                                      <a:cubicBezTo>
                                        <a:pt x="168" y="819"/>
                                        <a:pt x="241" y="774"/>
                                        <a:pt x="248" y="728"/>
                                      </a:cubicBezTo>
                                      <a:cubicBezTo>
                                        <a:pt x="255" y="682"/>
                                        <a:pt x="212" y="621"/>
                                        <a:pt x="188" y="581"/>
                                      </a:cubicBezTo>
                                      <a:cubicBezTo>
                                        <a:pt x="164" y="541"/>
                                        <a:pt x="126" y="523"/>
                                        <a:pt x="107" y="490"/>
                                      </a:cubicBezTo>
                                      <a:cubicBezTo>
                                        <a:pt x="88" y="457"/>
                                        <a:pt x="91" y="464"/>
                                        <a:pt x="73" y="385"/>
                                      </a:cubicBezTo>
                                      <a:cubicBezTo>
                                        <a:pt x="55" y="306"/>
                                        <a:pt x="0" y="40"/>
                                        <a:pt x="8" y="2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259"/>
                              <wps:cNvSpPr>
                                <a:spLocks/>
                              </wps:cNvSpPr>
                              <wps:spPr bwMode="auto">
                                <a:xfrm>
                                  <a:off x="5853" y="9741"/>
                                  <a:ext cx="58" cy="423"/>
                                </a:xfrm>
                                <a:custGeom>
                                  <a:avLst/>
                                  <a:gdLst>
                                    <a:gd name="T0" fmla="*/ 51 w 58"/>
                                    <a:gd name="T1" fmla="*/ 5 h 423"/>
                                    <a:gd name="T2" fmla="*/ 25 w 58"/>
                                    <a:gd name="T3" fmla="*/ 161 h 423"/>
                                    <a:gd name="T4" fmla="*/ 1 w 58"/>
                                    <a:gd name="T5" fmla="*/ 401 h 423"/>
                                    <a:gd name="T6" fmla="*/ 32 w 58"/>
                                    <a:gd name="T7" fmla="*/ 291 h 423"/>
                                    <a:gd name="T8" fmla="*/ 56 w 58"/>
                                    <a:gd name="T9" fmla="*/ 190 h 423"/>
                                    <a:gd name="T10" fmla="*/ 44 w 58"/>
                                    <a:gd name="T11" fmla="*/ 128 h 423"/>
                                    <a:gd name="T12" fmla="*/ 51 w 58"/>
                                    <a:gd name="T13" fmla="*/ 5 h 423"/>
                                  </a:gdLst>
                                  <a:ahLst/>
                                  <a:cxnLst>
                                    <a:cxn ang="0">
                                      <a:pos x="T0" y="T1"/>
                                    </a:cxn>
                                    <a:cxn ang="0">
                                      <a:pos x="T2" y="T3"/>
                                    </a:cxn>
                                    <a:cxn ang="0">
                                      <a:pos x="T4" y="T5"/>
                                    </a:cxn>
                                    <a:cxn ang="0">
                                      <a:pos x="T6" y="T7"/>
                                    </a:cxn>
                                    <a:cxn ang="0">
                                      <a:pos x="T8" y="T9"/>
                                    </a:cxn>
                                    <a:cxn ang="0">
                                      <a:pos x="T10" y="T11"/>
                                    </a:cxn>
                                    <a:cxn ang="0">
                                      <a:pos x="T12" y="T13"/>
                                    </a:cxn>
                                  </a:cxnLst>
                                  <a:rect l="0" t="0" r="r" b="b"/>
                                  <a:pathLst>
                                    <a:path w="58" h="423">
                                      <a:moveTo>
                                        <a:pt x="51" y="5"/>
                                      </a:moveTo>
                                      <a:cubicBezTo>
                                        <a:pt x="48" y="10"/>
                                        <a:pt x="33" y="95"/>
                                        <a:pt x="25" y="161"/>
                                      </a:cubicBezTo>
                                      <a:cubicBezTo>
                                        <a:pt x="17" y="227"/>
                                        <a:pt x="0" y="379"/>
                                        <a:pt x="1" y="401"/>
                                      </a:cubicBezTo>
                                      <a:cubicBezTo>
                                        <a:pt x="2" y="423"/>
                                        <a:pt x="23" y="326"/>
                                        <a:pt x="32" y="291"/>
                                      </a:cubicBezTo>
                                      <a:cubicBezTo>
                                        <a:pt x="41" y="256"/>
                                        <a:pt x="54" y="217"/>
                                        <a:pt x="56" y="190"/>
                                      </a:cubicBezTo>
                                      <a:cubicBezTo>
                                        <a:pt x="58" y="163"/>
                                        <a:pt x="44" y="157"/>
                                        <a:pt x="44" y="128"/>
                                      </a:cubicBezTo>
                                      <a:cubicBezTo>
                                        <a:pt x="44" y="99"/>
                                        <a:pt x="54" y="0"/>
                                        <a:pt x="51" y="5"/>
                                      </a:cubicBez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260"/>
                              <wps:cNvSpPr>
                                <a:spLocks/>
                              </wps:cNvSpPr>
                              <wps:spPr bwMode="auto">
                                <a:xfrm>
                                  <a:off x="5138" y="9809"/>
                                  <a:ext cx="39" cy="19"/>
                                </a:xfrm>
                                <a:custGeom>
                                  <a:avLst/>
                                  <a:gdLst>
                                    <a:gd name="T0" fmla="*/ 0 w 39"/>
                                    <a:gd name="T1" fmla="*/ 0 h 19"/>
                                    <a:gd name="T2" fmla="*/ 27 w 39"/>
                                    <a:gd name="T3" fmla="*/ 7 h 19"/>
                                    <a:gd name="T4" fmla="*/ 39 w 39"/>
                                    <a:gd name="T5" fmla="*/ 19 h 19"/>
                                  </a:gdLst>
                                  <a:ahLst/>
                                  <a:cxnLst>
                                    <a:cxn ang="0">
                                      <a:pos x="T0" y="T1"/>
                                    </a:cxn>
                                    <a:cxn ang="0">
                                      <a:pos x="T2" y="T3"/>
                                    </a:cxn>
                                    <a:cxn ang="0">
                                      <a:pos x="T4" y="T5"/>
                                    </a:cxn>
                                  </a:cxnLst>
                                  <a:rect l="0" t="0" r="r" b="b"/>
                                  <a:pathLst>
                                    <a:path w="39" h="19">
                                      <a:moveTo>
                                        <a:pt x="0" y="0"/>
                                      </a:moveTo>
                                      <a:cubicBezTo>
                                        <a:pt x="10" y="2"/>
                                        <a:pt x="21" y="4"/>
                                        <a:pt x="27" y="7"/>
                                      </a:cubicBezTo>
                                      <a:cubicBezTo>
                                        <a:pt x="33" y="10"/>
                                        <a:pt x="36" y="14"/>
                                        <a:pt x="39" y="19"/>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Freeform 261"/>
                              <wps:cNvSpPr>
                                <a:spLocks/>
                              </wps:cNvSpPr>
                              <wps:spPr bwMode="auto">
                                <a:xfrm>
                                  <a:off x="5222" y="9751"/>
                                  <a:ext cx="34" cy="12"/>
                                </a:xfrm>
                                <a:custGeom>
                                  <a:avLst/>
                                  <a:gdLst>
                                    <a:gd name="T0" fmla="*/ 0 w 34"/>
                                    <a:gd name="T1" fmla="*/ 0 h 12"/>
                                    <a:gd name="T2" fmla="*/ 34 w 34"/>
                                    <a:gd name="T3" fmla="*/ 12 h 12"/>
                                  </a:gdLst>
                                  <a:ahLst/>
                                  <a:cxnLst>
                                    <a:cxn ang="0">
                                      <a:pos x="T0" y="T1"/>
                                    </a:cxn>
                                    <a:cxn ang="0">
                                      <a:pos x="T2" y="T3"/>
                                    </a:cxn>
                                  </a:cxnLst>
                                  <a:rect l="0" t="0" r="r" b="b"/>
                                  <a:pathLst>
                                    <a:path w="34" h="12">
                                      <a:moveTo>
                                        <a:pt x="0" y="0"/>
                                      </a:moveTo>
                                      <a:cubicBezTo>
                                        <a:pt x="14" y="4"/>
                                        <a:pt x="28" y="8"/>
                                        <a:pt x="34" y="12"/>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Freeform 262"/>
                              <wps:cNvSpPr>
                                <a:spLocks/>
                              </wps:cNvSpPr>
                              <wps:spPr bwMode="auto">
                                <a:xfrm>
                                  <a:off x="5316" y="9691"/>
                                  <a:ext cx="36" cy="15"/>
                                </a:xfrm>
                                <a:custGeom>
                                  <a:avLst/>
                                  <a:gdLst>
                                    <a:gd name="T0" fmla="*/ 0 w 36"/>
                                    <a:gd name="T1" fmla="*/ 0 h 15"/>
                                    <a:gd name="T2" fmla="*/ 36 w 36"/>
                                    <a:gd name="T3" fmla="*/ 15 h 15"/>
                                  </a:gdLst>
                                  <a:ahLst/>
                                  <a:cxnLst>
                                    <a:cxn ang="0">
                                      <a:pos x="T0" y="T1"/>
                                    </a:cxn>
                                    <a:cxn ang="0">
                                      <a:pos x="T2" y="T3"/>
                                    </a:cxn>
                                  </a:cxnLst>
                                  <a:rect l="0" t="0" r="r" b="b"/>
                                  <a:pathLst>
                                    <a:path w="36" h="15">
                                      <a:moveTo>
                                        <a:pt x="0" y="0"/>
                                      </a:moveTo>
                                      <a:cubicBezTo>
                                        <a:pt x="0" y="0"/>
                                        <a:pt x="18" y="7"/>
                                        <a:pt x="36" y="15"/>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Freeform 263"/>
                              <wps:cNvSpPr>
                                <a:spLocks/>
                              </wps:cNvSpPr>
                              <wps:spPr bwMode="auto">
                                <a:xfrm>
                                  <a:off x="5360" y="3992"/>
                                  <a:ext cx="941" cy="250"/>
                                </a:xfrm>
                                <a:custGeom>
                                  <a:avLst/>
                                  <a:gdLst>
                                    <a:gd name="T0" fmla="*/ 0 w 941"/>
                                    <a:gd name="T1" fmla="*/ 136 h 250"/>
                                    <a:gd name="T2" fmla="*/ 381 w 941"/>
                                    <a:gd name="T3" fmla="*/ 203 h 250"/>
                                    <a:gd name="T4" fmla="*/ 614 w 941"/>
                                    <a:gd name="T5" fmla="*/ 201 h 250"/>
                                    <a:gd name="T6" fmla="*/ 844 w 941"/>
                                    <a:gd name="T7" fmla="*/ 81 h 250"/>
                                    <a:gd name="T8" fmla="*/ 935 w 941"/>
                                    <a:gd name="T9" fmla="*/ 4 h 250"/>
                                    <a:gd name="T10" fmla="*/ 880 w 941"/>
                                    <a:gd name="T11" fmla="*/ 107 h 250"/>
                                    <a:gd name="T12" fmla="*/ 717 w 941"/>
                                    <a:gd name="T13" fmla="*/ 203 h 250"/>
                                    <a:gd name="T14" fmla="*/ 570 w 941"/>
                                    <a:gd name="T15" fmla="*/ 246 h 250"/>
                                    <a:gd name="T16" fmla="*/ 350 w 941"/>
                                    <a:gd name="T17" fmla="*/ 225 h 250"/>
                                    <a:gd name="T18" fmla="*/ 0 w 941"/>
                                    <a:gd name="T19" fmla="*/ 136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41" h="250">
                                      <a:moveTo>
                                        <a:pt x="0" y="136"/>
                                      </a:moveTo>
                                      <a:cubicBezTo>
                                        <a:pt x="3" y="133"/>
                                        <a:pt x="279" y="192"/>
                                        <a:pt x="381" y="203"/>
                                      </a:cubicBezTo>
                                      <a:cubicBezTo>
                                        <a:pt x="483" y="214"/>
                                        <a:pt x="537" y="221"/>
                                        <a:pt x="614" y="201"/>
                                      </a:cubicBezTo>
                                      <a:cubicBezTo>
                                        <a:pt x="691" y="181"/>
                                        <a:pt x="790" y="114"/>
                                        <a:pt x="844" y="81"/>
                                      </a:cubicBezTo>
                                      <a:cubicBezTo>
                                        <a:pt x="898" y="48"/>
                                        <a:pt x="929" y="0"/>
                                        <a:pt x="935" y="4"/>
                                      </a:cubicBezTo>
                                      <a:cubicBezTo>
                                        <a:pt x="941" y="8"/>
                                        <a:pt x="916" y="74"/>
                                        <a:pt x="880" y="107"/>
                                      </a:cubicBezTo>
                                      <a:cubicBezTo>
                                        <a:pt x="844" y="140"/>
                                        <a:pt x="769" y="180"/>
                                        <a:pt x="717" y="203"/>
                                      </a:cubicBezTo>
                                      <a:cubicBezTo>
                                        <a:pt x="665" y="226"/>
                                        <a:pt x="631" y="242"/>
                                        <a:pt x="570" y="246"/>
                                      </a:cubicBezTo>
                                      <a:cubicBezTo>
                                        <a:pt x="509" y="250"/>
                                        <a:pt x="445" y="243"/>
                                        <a:pt x="350" y="225"/>
                                      </a:cubicBezTo>
                                      <a:cubicBezTo>
                                        <a:pt x="255" y="207"/>
                                        <a:pt x="73" y="155"/>
                                        <a:pt x="0" y="13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264"/>
                              <wps:cNvSpPr>
                                <a:spLocks/>
                              </wps:cNvSpPr>
                              <wps:spPr bwMode="auto">
                                <a:xfrm>
                                  <a:off x="5276" y="6256"/>
                                  <a:ext cx="661" cy="639"/>
                                </a:xfrm>
                                <a:custGeom>
                                  <a:avLst/>
                                  <a:gdLst>
                                    <a:gd name="T0" fmla="*/ 564 w 661"/>
                                    <a:gd name="T1" fmla="*/ 272 h 639"/>
                                    <a:gd name="T2" fmla="*/ 604 w 661"/>
                                    <a:gd name="T3" fmla="*/ 488 h 639"/>
                                    <a:gd name="T4" fmla="*/ 580 w 661"/>
                                    <a:gd name="T5" fmla="*/ 592 h 639"/>
                                    <a:gd name="T6" fmla="*/ 348 w 661"/>
                                    <a:gd name="T7" fmla="*/ 544 h 639"/>
                                    <a:gd name="T8" fmla="*/ 164 w 661"/>
                                    <a:gd name="T9" fmla="*/ 520 h 639"/>
                                    <a:gd name="T10" fmla="*/ 132 w 661"/>
                                    <a:gd name="T11" fmla="*/ 392 h 639"/>
                                    <a:gd name="T12" fmla="*/ 148 w 661"/>
                                    <a:gd name="T13" fmla="*/ 16 h 639"/>
                                    <a:gd name="T14" fmla="*/ 36 w 661"/>
                                    <a:gd name="T15" fmla="*/ 296 h 639"/>
                                    <a:gd name="T16" fmla="*/ 36 w 661"/>
                                    <a:gd name="T17" fmla="*/ 528 h 639"/>
                                    <a:gd name="T18" fmla="*/ 252 w 661"/>
                                    <a:gd name="T19" fmla="*/ 560 h 639"/>
                                    <a:gd name="T20" fmla="*/ 524 w 661"/>
                                    <a:gd name="T21" fmla="*/ 624 h 639"/>
                                    <a:gd name="T22" fmla="*/ 652 w 661"/>
                                    <a:gd name="T23" fmla="*/ 576 h 639"/>
                                    <a:gd name="T24" fmla="*/ 564 w 661"/>
                                    <a:gd name="T25" fmla="*/ 272 h 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61" h="639">
                                      <a:moveTo>
                                        <a:pt x="564" y="272"/>
                                      </a:moveTo>
                                      <a:cubicBezTo>
                                        <a:pt x="556" y="257"/>
                                        <a:pt x="601" y="435"/>
                                        <a:pt x="604" y="488"/>
                                      </a:cubicBezTo>
                                      <a:cubicBezTo>
                                        <a:pt x="607" y="541"/>
                                        <a:pt x="623" y="583"/>
                                        <a:pt x="580" y="592"/>
                                      </a:cubicBezTo>
                                      <a:cubicBezTo>
                                        <a:pt x="537" y="601"/>
                                        <a:pt x="417" y="556"/>
                                        <a:pt x="348" y="544"/>
                                      </a:cubicBezTo>
                                      <a:cubicBezTo>
                                        <a:pt x="279" y="532"/>
                                        <a:pt x="200" y="545"/>
                                        <a:pt x="164" y="520"/>
                                      </a:cubicBezTo>
                                      <a:cubicBezTo>
                                        <a:pt x="128" y="495"/>
                                        <a:pt x="135" y="476"/>
                                        <a:pt x="132" y="392"/>
                                      </a:cubicBezTo>
                                      <a:cubicBezTo>
                                        <a:pt x="129" y="308"/>
                                        <a:pt x="164" y="32"/>
                                        <a:pt x="148" y="16"/>
                                      </a:cubicBezTo>
                                      <a:cubicBezTo>
                                        <a:pt x="132" y="0"/>
                                        <a:pt x="55" y="211"/>
                                        <a:pt x="36" y="296"/>
                                      </a:cubicBezTo>
                                      <a:cubicBezTo>
                                        <a:pt x="17" y="381"/>
                                        <a:pt x="0" y="484"/>
                                        <a:pt x="36" y="528"/>
                                      </a:cubicBezTo>
                                      <a:cubicBezTo>
                                        <a:pt x="72" y="572"/>
                                        <a:pt x="171" y="544"/>
                                        <a:pt x="252" y="560"/>
                                      </a:cubicBezTo>
                                      <a:cubicBezTo>
                                        <a:pt x="333" y="576"/>
                                        <a:pt x="457" y="621"/>
                                        <a:pt x="524" y="624"/>
                                      </a:cubicBezTo>
                                      <a:cubicBezTo>
                                        <a:pt x="591" y="627"/>
                                        <a:pt x="643" y="639"/>
                                        <a:pt x="652" y="576"/>
                                      </a:cubicBezTo>
                                      <a:cubicBezTo>
                                        <a:pt x="661" y="513"/>
                                        <a:pt x="572" y="287"/>
                                        <a:pt x="564" y="27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265"/>
                              <wps:cNvSpPr>
                                <a:spLocks/>
                              </wps:cNvSpPr>
                              <wps:spPr bwMode="auto">
                                <a:xfrm>
                                  <a:off x="5370" y="5460"/>
                                  <a:ext cx="174" cy="1824"/>
                                </a:xfrm>
                                <a:custGeom>
                                  <a:avLst/>
                                  <a:gdLst>
                                    <a:gd name="T0" fmla="*/ 174 w 174"/>
                                    <a:gd name="T1" fmla="*/ 0 h 1824"/>
                                    <a:gd name="T2" fmla="*/ 162 w 174"/>
                                    <a:gd name="T3" fmla="*/ 444 h 1824"/>
                                    <a:gd name="T4" fmla="*/ 168 w 174"/>
                                    <a:gd name="T5" fmla="*/ 870 h 1824"/>
                                    <a:gd name="T6" fmla="*/ 168 w 174"/>
                                    <a:gd name="T7" fmla="*/ 1320 h 1824"/>
                                    <a:gd name="T8" fmla="*/ 150 w 174"/>
                                    <a:gd name="T9" fmla="*/ 1506 h 1824"/>
                                    <a:gd name="T10" fmla="*/ 72 w 174"/>
                                    <a:gd name="T11" fmla="*/ 1650 h 1824"/>
                                    <a:gd name="T12" fmla="*/ 0 w 174"/>
                                    <a:gd name="T13" fmla="*/ 1824 h 1824"/>
                                  </a:gdLst>
                                  <a:ahLst/>
                                  <a:cxnLst>
                                    <a:cxn ang="0">
                                      <a:pos x="T0" y="T1"/>
                                    </a:cxn>
                                    <a:cxn ang="0">
                                      <a:pos x="T2" y="T3"/>
                                    </a:cxn>
                                    <a:cxn ang="0">
                                      <a:pos x="T4" y="T5"/>
                                    </a:cxn>
                                    <a:cxn ang="0">
                                      <a:pos x="T6" y="T7"/>
                                    </a:cxn>
                                    <a:cxn ang="0">
                                      <a:pos x="T8" y="T9"/>
                                    </a:cxn>
                                    <a:cxn ang="0">
                                      <a:pos x="T10" y="T11"/>
                                    </a:cxn>
                                    <a:cxn ang="0">
                                      <a:pos x="T12" y="T13"/>
                                    </a:cxn>
                                  </a:cxnLst>
                                  <a:rect l="0" t="0" r="r" b="b"/>
                                  <a:pathLst>
                                    <a:path w="174" h="1824">
                                      <a:moveTo>
                                        <a:pt x="174" y="0"/>
                                      </a:moveTo>
                                      <a:cubicBezTo>
                                        <a:pt x="174" y="74"/>
                                        <a:pt x="163" y="299"/>
                                        <a:pt x="162" y="444"/>
                                      </a:cubicBezTo>
                                      <a:cubicBezTo>
                                        <a:pt x="161" y="589"/>
                                        <a:pt x="167" y="724"/>
                                        <a:pt x="168" y="870"/>
                                      </a:cubicBezTo>
                                      <a:cubicBezTo>
                                        <a:pt x="169" y="1016"/>
                                        <a:pt x="171" y="1214"/>
                                        <a:pt x="168" y="1320"/>
                                      </a:cubicBezTo>
                                      <a:cubicBezTo>
                                        <a:pt x="165" y="1426"/>
                                        <a:pt x="166" y="1451"/>
                                        <a:pt x="150" y="1506"/>
                                      </a:cubicBezTo>
                                      <a:cubicBezTo>
                                        <a:pt x="134" y="1561"/>
                                        <a:pt x="97" y="1597"/>
                                        <a:pt x="72" y="1650"/>
                                      </a:cubicBezTo>
                                      <a:cubicBezTo>
                                        <a:pt x="47" y="1703"/>
                                        <a:pt x="15" y="1788"/>
                                        <a:pt x="0" y="182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Freeform 266"/>
                              <wps:cNvSpPr>
                                <a:spLocks/>
                              </wps:cNvSpPr>
                              <wps:spPr bwMode="auto">
                                <a:xfrm>
                                  <a:off x="5670" y="5460"/>
                                  <a:ext cx="168" cy="2364"/>
                                </a:xfrm>
                                <a:custGeom>
                                  <a:avLst/>
                                  <a:gdLst>
                                    <a:gd name="T0" fmla="*/ 30 w 168"/>
                                    <a:gd name="T1" fmla="*/ 0 h 2364"/>
                                    <a:gd name="T2" fmla="*/ 6 w 168"/>
                                    <a:gd name="T3" fmla="*/ 540 h 2364"/>
                                    <a:gd name="T4" fmla="*/ 0 w 168"/>
                                    <a:gd name="T5" fmla="*/ 1008 h 2364"/>
                                    <a:gd name="T6" fmla="*/ 6 w 168"/>
                                    <a:gd name="T7" fmla="*/ 1410 h 2364"/>
                                    <a:gd name="T8" fmla="*/ 36 w 168"/>
                                    <a:gd name="T9" fmla="*/ 1614 h 2364"/>
                                    <a:gd name="T10" fmla="*/ 102 w 168"/>
                                    <a:gd name="T11" fmla="*/ 1836 h 2364"/>
                                    <a:gd name="T12" fmla="*/ 138 w 168"/>
                                    <a:gd name="T13" fmla="*/ 2016 h 2364"/>
                                    <a:gd name="T14" fmla="*/ 168 w 168"/>
                                    <a:gd name="T15" fmla="*/ 2364 h 236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8" h="2364">
                                      <a:moveTo>
                                        <a:pt x="30" y="0"/>
                                      </a:moveTo>
                                      <a:cubicBezTo>
                                        <a:pt x="24" y="90"/>
                                        <a:pt x="11" y="372"/>
                                        <a:pt x="6" y="540"/>
                                      </a:cubicBezTo>
                                      <a:cubicBezTo>
                                        <a:pt x="1" y="708"/>
                                        <a:pt x="0" y="863"/>
                                        <a:pt x="0" y="1008"/>
                                      </a:cubicBezTo>
                                      <a:cubicBezTo>
                                        <a:pt x="0" y="1153"/>
                                        <a:pt x="0" y="1309"/>
                                        <a:pt x="6" y="1410"/>
                                      </a:cubicBezTo>
                                      <a:cubicBezTo>
                                        <a:pt x="12" y="1511"/>
                                        <a:pt x="20" y="1543"/>
                                        <a:pt x="36" y="1614"/>
                                      </a:cubicBezTo>
                                      <a:cubicBezTo>
                                        <a:pt x="52" y="1685"/>
                                        <a:pt x="85" y="1769"/>
                                        <a:pt x="102" y="1836"/>
                                      </a:cubicBezTo>
                                      <a:cubicBezTo>
                                        <a:pt x="119" y="1903"/>
                                        <a:pt x="127" y="1928"/>
                                        <a:pt x="138" y="2016"/>
                                      </a:cubicBezTo>
                                      <a:cubicBezTo>
                                        <a:pt x="149" y="2104"/>
                                        <a:pt x="158" y="2234"/>
                                        <a:pt x="168" y="236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Freeform 267"/>
                              <wps:cNvSpPr>
                                <a:spLocks/>
                              </wps:cNvSpPr>
                              <wps:spPr bwMode="auto">
                                <a:xfrm>
                                  <a:off x="5448" y="6989"/>
                                  <a:ext cx="174" cy="793"/>
                                </a:xfrm>
                                <a:custGeom>
                                  <a:avLst/>
                                  <a:gdLst>
                                    <a:gd name="T0" fmla="*/ 0 w 174"/>
                                    <a:gd name="T1" fmla="*/ 301 h 793"/>
                                    <a:gd name="T2" fmla="*/ 72 w 174"/>
                                    <a:gd name="T3" fmla="*/ 121 h 793"/>
                                    <a:gd name="T4" fmla="*/ 149 w 174"/>
                                    <a:gd name="T5" fmla="*/ 2 h 793"/>
                                    <a:gd name="T6" fmla="*/ 168 w 174"/>
                                    <a:gd name="T7" fmla="*/ 133 h 793"/>
                                    <a:gd name="T8" fmla="*/ 168 w 174"/>
                                    <a:gd name="T9" fmla="*/ 253 h 793"/>
                                    <a:gd name="T10" fmla="*/ 132 w 174"/>
                                    <a:gd name="T11" fmla="*/ 409 h 793"/>
                                    <a:gd name="T12" fmla="*/ 96 w 174"/>
                                    <a:gd name="T13" fmla="*/ 793 h 793"/>
                                  </a:gdLst>
                                  <a:ahLst/>
                                  <a:cxnLst>
                                    <a:cxn ang="0">
                                      <a:pos x="T0" y="T1"/>
                                    </a:cxn>
                                    <a:cxn ang="0">
                                      <a:pos x="T2" y="T3"/>
                                    </a:cxn>
                                    <a:cxn ang="0">
                                      <a:pos x="T4" y="T5"/>
                                    </a:cxn>
                                    <a:cxn ang="0">
                                      <a:pos x="T6" y="T7"/>
                                    </a:cxn>
                                    <a:cxn ang="0">
                                      <a:pos x="T8" y="T9"/>
                                    </a:cxn>
                                    <a:cxn ang="0">
                                      <a:pos x="T10" y="T11"/>
                                    </a:cxn>
                                    <a:cxn ang="0">
                                      <a:pos x="T12" y="T13"/>
                                    </a:cxn>
                                  </a:cxnLst>
                                  <a:rect l="0" t="0" r="r" b="b"/>
                                  <a:pathLst>
                                    <a:path w="174" h="793">
                                      <a:moveTo>
                                        <a:pt x="0" y="301"/>
                                      </a:moveTo>
                                      <a:cubicBezTo>
                                        <a:pt x="12" y="270"/>
                                        <a:pt x="47" y="171"/>
                                        <a:pt x="72" y="121"/>
                                      </a:cubicBezTo>
                                      <a:cubicBezTo>
                                        <a:pt x="97" y="71"/>
                                        <a:pt x="133" y="0"/>
                                        <a:pt x="149" y="2"/>
                                      </a:cubicBezTo>
                                      <a:cubicBezTo>
                                        <a:pt x="165" y="4"/>
                                        <a:pt x="165" y="91"/>
                                        <a:pt x="168" y="133"/>
                                      </a:cubicBezTo>
                                      <a:cubicBezTo>
                                        <a:pt x="171" y="175"/>
                                        <a:pt x="174" y="207"/>
                                        <a:pt x="168" y="253"/>
                                      </a:cubicBezTo>
                                      <a:cubicBezTo>
                                        <a:pt x="162" y="299"/>
                                        <a:pt x="144" y="319"/>
                                        <a:pt x="132" y="409"/>
                                      </a:cubicBezTo>
                                      <a:cubicBezTo>
                                        <a:pt x="120" y="499"/>
                                        <a:pt x="108" y="646"/>
                                        <a:pt x="96" y="79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Freeform 268"/>
                              <wps:cNvSpPr>
                                <a:spLocks/>
                              </wps:cNvSpPr>
                              <wps:spPr bwMode="auto">
                                <a:xfrm>
                                  <a:off x="5614" y="7262"/>
                                  <a:ext cx="160" cy="567"/>
                                </a:xfrm>
                                <a:custGeom>
                                  <a:avLst/>
                                  <a:gdLst>
                                    <a:gd name="T0" fmla="*/ 0 w 160"/>
                                    <a:gd name="T1" fmla="*/ 528 h 567"/>
                                    <a:gd name="T2" fmla="*/ 9 w 160"/>
                                    <a:gd name="T3" fmla="*/ 327 h 567"/>
                                    <a:gd name="T4" fmla="*/ 33 w 160"/>
                                    <a:gd name="T5" fmla="*/ 104 h 567"/>
                                    <a:gd name="T6" fmla="*/ 69 w 160"/>
                                    <a:gd name="T7" fmla="*/ 5 h 567"/>
                                    <a:gd name="T8" fmla="*/ 100 w 160"/>
                                    <a:gd name="T9" fmla="*/ 72 h 567"/>
                                    <a:gd name="T10" fmla="*/ 129 w 160"/>
                                    <a:gd name="T11" fmla="*/ 219 h 567"/>
                                    <a:gd name="T12" fmla="*/ 160 w 160"/>
                                    <a:gd name="T13" fmla="*/ 567 h 567"/>
                                  </a:gdLst>
                                  <a:ahLst/>
                                  <a:cxnLst>
                                    <a:cxn ang="0">
                                      <a:pos x="T0" y="T1"/>
                                    </a:cxn>
                                    <a:cxn ang="0">
                                      <a:pos x="T2" y="T3"/>
                                    </a:cxn>
                                    <a:cxn ang="0">
                                      <a:pos x="T4" y="T5"/>
                                    </a:cxn>
                                    <a:cxn ang="0">
                                      <a:pos x="T6" y="T7"/>
                                    </a:cxn>
                                    <a:cxn ang="0">
                                      <a:pos x="T8" y="T9"/>
                                    </a:cxn>
                                    <a:cxn ang="0">
                                      <a:pos x="T10" y="T11"/>
                                    </a:cxn>
                                    <a:cxn ang="0">
                                      <a:pos x="T12" y="T13"/>
                                    </a:cxn>
                                  </a:cxnLst>
                                  <a:rect l="0" t="0" r="r" b="b"/>
                                  <a:pathLst>
                                    <a:path w="160" h="567">
                                      <a:moveTo>
                                        <a:pt x="0" y="528"/>
                                      </a:moveTo>
                                      <a:cubicBezTo>
                                        <a:pt x="2" y="463"/>
                                        <a:pt x="4" y="398"/>
                                        <a:pt x="9" y="327"/>
                                      </a:cubicBezTo>
                                      <a:cubicBezTo>
                                        <a:pt x="14" y="256"/>
                                        <a:pt x="23" y="158"/>
                                        <a:pt x="33" y="104"/>
                                      </a:cubicBezTo>
                                      <a:cubicBezTo>
                                        <a:pt x="43" y="50"/>
                                        <a:pt x="58" y="10"/>
                                        <a:pt x="69" y="5"/>
                                      </a:cubicBezTo>
                                      <a:cubicBezTo>
                                        <a:pt x="80" y="0"/>
                                        <a:pt x="90" y="36"/>
                                        <a:pt x="100" y="72"/>
                                      </a:cubicBezTo>
                                      <a:cubicBezTo>
                                        <a:pt x="110" y="108"/>
                                        <a:pt x="119" y="137"/>
                                        <a:pt x="129" y="219"/>
                                      </a:cubicBezTo>
                                      <a:cubicBezTo>
                                        <a:pt x="139" y="301"/>
                                        <a:pt x="154" y="495"/>
                                        <a:pt x="160" y="56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45FA52" id="Group 256" o:spid="_x0000_s1026" style="position:absolute;margin-left:395.95pt;margin-top:12.6pt;width:85.6pt;height:373.65pt;z-index:251648512" coordorigin="4685,3276" coordsize="1712,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">
                      <v:shape id="Freeform 257" o:spid="_x0000_s1027" style="position:absolute;left:4685;top:3276;width:1712;height:7473;visibility:visible;mso-wrap-style:square;v-text-anchor:top" coordsize="1712,7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" path="m1644,806v8,32,33,115,43,190c1697,1071,1712,1106,1706,1258v-6,152,-42,406,-55,650c1638,2152,1630,2500,1627,2724v-3,224,17,373,5,528c1620,3407,1581,3515,1553,3655v-28,140,-71,308,-87,435c1450,4217,1463,4280,1459,4416v-4,136,16,198,-14,492c1415,5202,1313,5922,1279,6180v-34,258,-37,205,-38,274c1240,6523,1274,6548,1274,6595v,47,-27,66,-33,144c1235,6817,1263,6948,1238,7063v-25,115,-65,324,-149,367c1005,7473,819,7385,734,7322,649,7259,629,7127,581,7051,533,6975,474,6932,444,6864v-30,-68,-35,-181,-41,-221c397,6603,407,6632,405,6622v-2,-10,-13,-27,-12,-39c394,6571,404,6560,413,6552v9,-8,26,-9,36,-19c459,6523,466,6502,475,6492v9,-10,15,-13,26,-17c512,6471,529,6477,540,6470v11,-7,15,-28,26,-38c577,6422,595,6414,607,6410v12,-4,23,6,31,c646,6404,648,6382,657,6372v9,-10,30,-9,34,-22c695,6337,696,6347,684,6295v-12,-52,-27,-103,-65,-257c581,5884,501,5618,456,5369,411,5120,350,4825,348,4546v-2,-279,91,-544,98,-850c453,3390,442,3050,391,2712,340,2374,198,1938,139,1668,80,1398,58,1258,36,1090,14,922,,842,7,660,14,478,46,239,79,e" filled="f" strokecolor="gray" strokeweight="1pt">
                        <v:path arrowok="t" o:connecttype="custom" o:connectlocs="1644,806;1687,996;1706,1258;1651,1908;1627,2724;1632,3252;1553,3655;1466,4090;1459,4416;1445,4908;1279,6180;1241,6454;1274,6595;1241,6739;1238,7063;1089,7430;734,7322;581,7051;444,6864;403,6643;405,6622;393,6583;413,6552;449,6533;475,6492;501,6475;540,6470;566,6432;607,6410;638,6410;657,6372;691,6350;684,6295;619,6038;456,5369;348,4546;446,3696;391,2712;139,1668;36,1090;7,660;79,0" o:connectangles="0,0,0,0,0,0,0,0,0,0,0,0,0,0,0,0,0,0,0,0,0,0,0,0,0,0,0,0,0,0,0,0,0,0,0,0,0,0,0,0,0,0"/>
                      </v:shape>
                      <v:shape id="Freeform 258" o:spid="_x0000_s1028" style="position:absolute;left:5310;top:9201;width:285;height:948;visibility:visible;mso-wrap-style:square;v-text-anchor:top" coordsize="285,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" path="m8,20c16,,83,174,124,267v41,93,103,237,129,312c279,654,285,676,280,718v-5,42,-25,77,-56,115c193,871,110,940,97,944v-13,4,21,-53,46,-89c168,819,241,774,248,728,255,682,212,621,188,581,164,541,126,523,107,490,88,457,91,464,73,385,55,306,,40,8,20xe" fillcolor="#ddd" stroked="f">
                        <v:path arrowok="t" o:connecttype="custom" o:connectlocs="8,20;124,267;253,579;280,718;224,833;97,944;143,855;248,728;188,581;107,490;73,385;8,20" o:connectangles="0,0,0,0,0,0,0,0,0,0,0,0"/>
                      </v:shape>
                      <v:shape id="Freeform 259" o:spid="_x0000_s1029" style="position:absolute;left:5853;top:9741;width:58;height:423;visibility:visible;mso-wrap-style:square;v-text-anchor:top" coordsize="58,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" path="m51,5c48,10,33,95,25,161,17,227,,379,1,401,2,423,23,326,32,291,41,256,54,217,56,190,58,163,44,157,44,128,44,99,54,,51,5xe" fillcolor="silver" stroked="f">
                        <v:path arrowok="t" o:connecttype="custom" o:connectlocs="51,5;25,161;1,401;32,291;56,190;44,128;51,5" o:connectangles="0,0,0,0,0,0,0"/>
                      </v:shape>
                      <v:shape id="Freeform 260" o:spid="_x0000_s1030" style="position:absolute;left:5138;top:9809;width:39;height:19;visibility:visible;mso-wrap-style:square;v-text-anchor:top" coordsize="3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" path="m,c10,2,21,4,27,7v6,3,9,7,12,12e" filled="f" strokecolor="gray" strokeweight="1pt">
                        <v:path arrowok="t" o:connecttype="custom" o:connectlocs="0,0;27,7;39,19" o:connectangles="0,0,0"/>
                      </v:shape>
                      <v:shape id="Freeform 261" o:spid="_x0000_s1031" style="position:absolute;left:5222;top:9751;width:34;height:12;visibility:visible;mso-wrap-style:square;v-text-anchor:top" coordsize="3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" path="m,c14,4,28,8,34,12e" filled="f" strokecolor="gray" strokeweight="1pt">
                        <v:path arrowok="t" o:connecttype="custom" o:connectlocs="0,0;34,12" o:connectangles="0,0"/>
                      </v:shape>
                      <v:shape id="Freeform 262" o:spid="_x0000_s1032" style="position:absolute;left:5316;top:9691;width:36;height:15;visibility:visible;mso-wrap-style:square;v-text-anchor:top" coordsize="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" path="m,c,,18,7,36,15e" filled="f" strokecolor="gray" strokeweight="1pt">
                        <v:path arrowok="t" o:connecttype="custom" o:connectlocs="0,0;36,15" o:connectangles="0,0"/>
                      </v:shape>
                      <v:shape id="Freeform 263" o:spid="_x0000_s1033" style="position:absolute;left:5360;top:3992;width:941;height:250;visibility:visible;mso-wrap-style:square;v-text-anchor:top" coordsize="94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" path="m,136v3,-3,279,56,381,67c483,214,537,221,614,201,691,181,790,114,844,81,898,48,929,,935,4v6,4,-19,70,-55,103c844,140,769,180,717,203v-52,23,-86,39,-147,43c509,250,445,243,350,225,255,207,73,155,,136xe" fillcolor="#ddd" stroked="f">
                        <v:path arrowok="t" o:connecttype="custom" o:connectlocs="0,136;381,203;614,201;844,81;935,4;880,107;717,203;570,246;350,225;0,136" o:connectangles="0,0,0,0,0,0,0,0,0,0"/>
                      </v:shape>
                      <v:shape id="Freeform 264" o:spid="_x0000_s1034" style="position:absolute;left:5276;top:6256;width:661;height:639;visibility:visible;mso-wrap-style:square;v-text-anchor:top" coordsize="661,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" path="m564,272v-8,-15,37,163,40,216c607,541,623,583,580,592,537,601,417,556,348,544,279,532,200,545,164,520,128,495,135,476,132,392,129,308,164,32,148,16,132,,55,211,36,296,17,381,,484,36,528v36,44,135,16,216,32c333,576,457,621,524,624v67,3,119,15,128,-48c661,513,572,287,564,272xe" fillcolor="#ddd" stroked="f">
                        <v:path arrowok="t" o:connecttype="custom" o:connectlocs="564,272;604,488;580,592;348,544;164,520;132,392;148,16;36,296;36,528;252,560;524,624;652,576;564,272" o:connectangles="0,0,0,0,0,0,0,0,0,0,0,0,0"/>
                      </v:shape>
                      <v:shape id="Freeform 265" o:spid="_x0000_s1035" style="position:absolute;left:5370;top:5460;width:174;height:1824;visibility:visible;mso-wrap-style:square;v-text-anchor:top" coordsize="174,1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" path="m174,v,74,-11,299,-12,444c161,589,167,724,168,870v1,146,3,344,,450c165,1426,166,1451,150,1506v-16,55,-53,91,-78,144c47,1703,15,1788,,1824e" filled="f">
                        <v:path arrowok="t" o:connecttype="custom" o:connectlocs="174,0;162,444;168,870;168,1320;150,1506;72,1650;0,1824" o:connectangles="0,0,0,0,0,0,0"/>
                      </v:shape>
                      <v:shape id="Freeform 266" o:spid="_x0000_s1036" style="position:absolute;left:5670;top:5460;width:168;height:2364;visibility:visible;mso-wrap-style:square;v-text-anchor:top" coordsize="168,2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" path="m30,c24,90,11,372,6,540,1,708,,863,,1008v,145,,301,6,402c12,1511,20,1543,36,1614v16,71,49,155,66,222c119,1903,127,1928,138,2016v11,88,20,218,30,348e" filled="f">
                        <v:path arrowok="t" o:connecttype="custom" o:connectlocs="30,0;6,540;0,1008;6,1410;36,1614;102,1836;138,2016;168,2364" o:connectangles="0,0,0,0,0,0,0,0"/>
                      </v:shape>
                      <v:shape id="Freeform 267" o:spid="_x0000_s1037" style="position:absolute;left:5448;top:6989;width:174;height:793;visibility:visible;mso-wrap-style:square;v-text-anchor:top" coordsize="17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" path="m,301c12,270,47,171,72,121,97,71,133,,149,2v16,2,16,89,19,131c171,175,174,207,168,253v-6,46,-24,66,-36,156c120,499,108,646,96,793e" filled="f">
                        <v:path arrowok="t" o:connecttype="custom" o:connectlocs="0,301;72,121;149,2;168,133;168,253;132,409;96,793" o:connectangles="0,0,0,0,0,0,0"/>
                      </v:shape>
                      <v:shape id="Freeform 268" o:spid="_x0000_s1038" style="position:absolute;left:5614;top:7262;width:160;height:567;visibility:visible;mso-wrap-style:square;v-text-anchor:top" coordsize="160,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" path="m,528c2,463,4,398,9,327,14,256,23,158,33,104,43,50,58,10,69,5,80,,90,36,100,72v10,36,19,65,29,147c139,301,154,495,160,567e" filled="f">
                        <v:path arrowok="t" o:connecttype="custom" o:connectlocs="0,528;9,327;33,104;69,5;100,72;129,219;160,567" o:connectangles="0,0,0,0,0,0,0"/>
                      </v:shape>
                    </v:group>
                  </w:pict>
                </mc:Fallback>
              </mc:AlternateContent>
            </w:r>
            <w:r w:rsidR="00951099" w:rsidRPr="001906A2">
              <w:rPr>
                <w:rFonts w:ascii="Arial" w:hAnsi="Arial"/>
                <w:b/>
                <w:bCs/>
                <w:noProof/>
                <w:sz w:val="18"/>
                <w:szCs w:val="20"/>
                <w:lang w:val="en-GB" w:eastAsia="en-GB"/>
              </w:rPr>
              <mc:AlternateContent>
                <mc:Choice Requires="wpg">
                  <w:drawing>
                    <wp:anchor distT="0" distB="0" distL="114300" distR="114300" simplePos="0" relativeHeight="251650560" behindDoc="0" locked="0" layoutInCell="1" allowOverlap="1">
                      <wp:simplePos x="0" y="0"/>
                      <wp:positionH relativeFrom="column">
                        <wp:posOffset>3331210</wp:posOffset>
                      </wp:positionH>
                      <wp:positionV relativeFrom="paragraph">
                        <wp:posOffset>38735</wp:posOffset>
                      </wp:positionV>
                      <wp:extent cx="1804035" cy="4911725"/>
                      <wp:effectExtent l="12700" t="12700" r="12065" b="9525"/>
                      <wp:wrapNone/>
                      <wp:docPr id="21" name="Group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4035" cy="4911725"/>
                                <a:chOff x="6972" y="3331"/>
                                <a:chExt cx="2841" cy="7735"/>
                              </a:xfrm>
                            </wpg:grpSpPr>
                            <wps:wsp>
                              <wps:cNvPr id="22" name="Freeform 283"/>
                              <wps:cNvSpPr>
                                <a:spLocks/>
                              </wps:cNvSpPr>
                              <wps:spPr bwMode="auto">
                                <a:xfrm>
                                  <a:off x="7900" y="9582"/>
                                  <a:ext cx="134" cy="256"/>
                                </a:xfrm>
                                <a:custGeom>
                                  <a:avLst/>
                                  <a:gdLst>
                                    <a:gd name="T0" fmla="*/ 128 w 134"/>
                                    <a:gd name="T1" fmla="*/ 6 h 256"/>
                                    <a:gd name="T2" fmla="*/ 56 w 134"/>
                                    <a:gd name="T3" fmla="*/ 84 h 256"/>
                                    <a:gd name="T4" fmla="*/ 56 w 134"/>
                                    <a:gd name="T5" fmla="*/ 234 h 256"/>
                                    <a:gd name="T6" fmla="*/ 20 w 134"/>
                                    <a:gd name="T7" fmla="*/ 216 h 256"/>
                                    <a:gd name="T8" fmla="*/ 2 w 134"/>
                                    <a:gd name="T9" fmla="*/ 144 h 256"/>
                                    <a:gd name="T10" fmla="*/ 20 w 134"/>
                                    <a:gd name="T11" fmla="*/ 48 h 256"/>
                                    <a:gd name="T12" fmla="*/ 128 w 134"/>
                                    <a:gd name="T13" fmla="*/ 6 h 256"/>
                                  </a:gdLst>
                                  <a:ahLst/>
                                  <a:cxnLst>
                                    <a:cxn ang="0">
                                      <a:pos x="T0" y="T1"/>
                                    </a:cxn>
                                    <a:cxn ang="0">
                                      <a:pos x="T2" y="T3"/>
                                    </a:cxn>
                                    <a:cxn ang="0">
                                      <a:pos x="T4" y="T5"/>
                                    </a:cxn>
                                    <a:cxn ang="0">
                                      <a:pos x="T6" y="T7"/>
                                    </a:cxn>
                                    <a:cxn ang="0">
                                      <a:pos x="T8" y="T9"/>
                                    </a:cxn>
                                    <a:cxn ang="0">
                                      <a:pos x="T10" y="T11"/>
                                    </a:cxn>
                                    <a:cxn ang="0">
                                      <a:pos x="T12" y="T13"/>
                                    </a:cxn>
                                  </a:cxnLst>
                                  <a:rect l="0" t="0" r="r" b="b"/>
                                  <a:pathLst>
                                    <a:path w="134" h="256">
                                      <a:moveTo>
                                        <a:pt x="128" y="6"/>
                                      </a:moveTo>
                                      <a:cubicBezTo>
                                        <a:pt x="134" y="12"/>
                                        <a:pt x="68" y="46"/>
                                        <a:pt x="56" y="84"/>
                                      </a:cubicBezTo>
                                      <a:cubicBezTo>
                                        <a:pt x="44" y="122"/>
                                        <a:pt x="62" y="212"/>
                                        <a:pt x="56" y="234"/>
                                      </a:cubicBezTo>
                                      <a:cubicBezTo>
                                        <a:pt x="50" y="256"/>
                                        <a:pt x="29" y="231"/>
                                        <a:pt x="20" y="216"/>
                                      </a:cubicBezTo>
                                      <a:cubicBezTo>
                                        <a:pt x="11" y="201"/>
                                        <a:pt x="2" y="172"/>
                                        <a:pt x="2" y="144"/>
                                      </a:cubicBezTo>
                                      <a:cubicBezTo>
                                        <a:pt x="2" y="116"/>
                                        <a:pt x="0" y="71"/>
                                        <a:pt x="20" y="48"/>
                                      </a:cubicBezTo>
                                      <a:cubicBezTo>
                                        <a:pt x="40" y="25"/>
                                        <a:pt x="122" y="0"/>
                                        <a:pt x="12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84"/>
                              <wps:cNvSpPr>
                                <a:spLocks/>
                              </wps:cNvSpPr>
                              <wps:spPr bwMode="auto">
                                <a:xfrm>
                                  <a:off x="6972" y="4608"/>
                                  <a:ext cx="420" cy="416"/>
                                </a:xfrm>
                                <a:custGeom>
                                  <a:avLst/>
                                  <a:gdLst>
                                    <a:gd name="T0" fmla="*/ 0 w 408"/>
                                    <a:gd name="T1" fmla="*/ 0 h 384"/>
                                    <a:gd name="T2" fmla="*/ 120 w 408"/>
                                    <a:gd name="T3" fmla="*/ 204 h 384"/>
                                    <a:gd name="T4" fmla="*/ 408 w 408"/>
                                    <a:gd name="T5" fmla="*/ 384 h 384"/>
                                  </a:gdLst>
                                  <a:ahLst/>
                                  <a:cxnLst>
                                    <a:cxn ang="0">
                                      <a:pos x="T0" y="T1"/>
                                    </a:cxn>
                                    <a:cxn ang="0">
                                      <a:pos x="T2" y="T3"/>
                                    </a:cxn>
                                    <a:cxn ang="0">
                                      <a:pos x="T4" y="T5"/>
                                    </a:cxn>
                                  </a:cxnLst>
                                  <a:rect l="0" t="0" r="r" b="b"/>
                                  <a:pathLst>
                                    <a:path w="408" h="384">
                                      <a:moveTo>
                                        <a:pt x="0" y="0"/>
                                      </a:moveTo>
                                      <a:cubicBezTo>
                                        <a:pt x="26" y="70"/>
                                        <a:pt x="52" y="140"/>
                                        <a:pt x="120" y="204"/>
                                      </a:cubicBezTo>
                                      <a:cubicBezTo>
                                        <a:pt x="188" y="268"/>
                                        <a:pt x="298" y="326"/>
                                        <a:pt x="408" y="384"/>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285"/>
                              <wps:cNvSpPr>
                                <a:spLocks/>
                              </wps:cNvSpPr>
                              <wps:spPr bwMode="auto">
                                <a:xfrm>
                                  <a:off x="8314" y="6550"/>
                                  <a:ext cx="442" cy="646"/>
                                </a:xfrm>
                                <a:custGeom>
                                  <a:avLst/>
                                  <a:gdLst>
                                    <a:gd name="T0" fmla="*/ 14 w 442"/>
                                    <a:gd name="T1" fmla="*/ 614 h 646"/>
                                    <a:gd name="T2" fmla="*/ 134 w 442"/>
                                    <a:gd name="T3" fmla="*/ 506 h 646"/>
                                    <a:gd name="T4" fmla="*/ 398 w 442"/>
                                    <a:gd name="T5" fmla="*/ 302 h 646"/>
                                    <a:gd name="T6" fmla="*/ 398 w 442"/>
                                    <a:gd name="T7" fmla="*/ 206 h 646"/>
                                    <a:gd name="T8" fmla="*/ 314 w 442"/>
                                    <a:gd name="T9" fmla="*/ 170 h 646"/>
                                    <a:gd name="T10" fmla="*/ 194 w 442"/>
                                    <a:gd name="T11" fmla="*/ 2 h 646"/>
                                    <a:gd name="T12" fmla="*/ 254 w 442"/>
                                    <a:gd name="T13" fmla="*/ 182 h 646"/>
                                    <a:gd name="T14" fmla="*/ 218 w 442"/>
                                    <a:gd name="T15" fmla="*/ 314 h 646"/>
                                    <a:gd name="T16" fmla="*/ 14 w 442"/>
                                    <a:gd name="T17" fmla="*/ 614 h 6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42" h="646">
                                      <a:moveTo>
                                        <a:pt x="14" y="614"/>
                                      </a:moveTo>
                                      <a:cubicBezTo>
                                        <a:pt x="0" y="646"/>
                                        <a:pt x="70" y="558"/>
                                        <a:pt x="134" y="506"/>
                                      </a:cubicBezTo>
                                      <a:cubicBezTo>
                                        <a:pt x="198" y="454"/>
                                        <a:pt x="354" y="352"/>
                                        <a:pt x="398" y="302"/>
                                      </a:cubicBezTo>
                                      <a:cubicBezTo>
                                        <a:pt x="442" y="252"/>
                                        <a:pt x="412" y="228"/>
                                        <a:pt x="398" y="206"/>
                                      </a:cubicBezTo>
                                      <a:cubicBezTo>
                                        <a:pt x="384" y="184"/>
                                        <a:pt x="348" y="204"/>
                                        <a:pt x="314" y="170"/>
                                      </a:cubicBezTo>
                                      <a:cubicBezTo>
                                        <a:pt x="280" y="136"/>
                                        <a:pt x="204" y="0"/>
                                        <a:pt x="194" y="2"/>
                                      </a:cubicBezTo>
                                      <a:cubicBezTo>
                                        <a:pt x="184" y="4"/>
                                        <a:pt x="250" y="130"/>
                                        <a:pt x="254" y="182"/>
                                      </a:cubicBezTo>
                                      <a:cubicBezTo>
                                        <a:pt x="258" y="234"/>
                                        <a:pt x="256" y="242"/>
                                        <a:pt x="218" y="314"/>
                                      </a:cubicBezTo>
                                      <a:cubicBezTo>
                                        <a:pt x="180" y="386"/>
                                        <a:pt x="28" y="582"/>
                                        <a:pt x="14" y="61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86"/>
                              <wps:cNvSpPr>
                                <a:spLocks/>
                              </wps:cNvSpPr>
                              <wps:spPr bwMode="auto">
                                <a:xfrm>
                                  <a:off x="7860" y="7302"/>
                                  <a:ext cx="967" cy="2543"/>
                                </a:xfrm>
                                <a:custGeom>
                                  <a:avLst/>
                                  <a:gdLst>
                                    <a:gd name="T0" fmla="*/ 79 w 967"/>
                                    <a:gd name="T1" fmla="*/ 2543 h 2543"/>
                                    <a:gd name="T2" fmla="*/ 22 w 967"/>
                                    <a:gd name="T3" fmla="*/ 2464 h 2543"/>
                                    <a:gd name="T4" fmla="*/ 48 w 967"/>
                                    <a:gd name="T5" fmla="*/ 2279 h 2543"/>
                                    <a:gd name="T6" fmla="*/ 312 w 967"/>
                                    <a:gd name="T7" fmla="*/ 1686 h 2543"/>
                                    <a:gd name="T8" fmla="*/ 463 w 967"/>
                                    <a:gd name="T9" fmla="*/ 1288 h 2543"/>
                                    <a:gd name="T10" fmla="*/ 588 w 967"/>
                                    <a:gd name="T11" fmla="*/ 724 h 2543"/>
                                    <a:gd name="T12" fmla="*/ 744 w 967"/>
                                    <a:gd name="T13" fmla="*/ 282 h 2543"/>
                                    <a:gd name="T14" fmla="*/ 950 w 967"/>
                                    <a:gd name="T15" fmla="*/ 8 h 2543"/>
                                    <a:gd name="T16" fmla="*/ 847 w 967"/>
                                    <a:gd name="T17" fmla="*/ 330 h 2543"/>
                                    <a:gd name="T18" fmla="*/ 775 w 967"/>
                                    <a:gd name="T19" fmla="*/ 594 h 2543"/>
                                    <a:gd name="T20" fmla="*/ 682 w 967"/>
                                    <a:gd name="T21" fmla="*/ 983 h 2543"/>
                                    <a:gd name="T22" fmla="*/ 564 w 967"/>
                                    <a:gd name="T23" fmla="*/ 1410 h 2543"/>
                                    <a:gd name="T24" fmla="*/ 360 w 967"/>
                                    <a:gd name="T25" fmla="*/ 1861 h 2543"/>
                                    <a:gd name="T26" fmla="*/ 216 w 967"/>
                                    <a:gd name="T27" fmla="*/ 2262 h 2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67" h="2543">
                                      <a:moveTo>
                                        <a:pt x="79" y="2543"/>
                                      </a:moveTo>
                                      <a:cubicBezTo>
                                        <a:pt x="69" y="2530"/>
                                        <a:pt x="27" y="2508"/>
                                        <a:pt x="22" y="2464"/>
                                      </a:cubicBezTo>
                                      <a:cubicBezTo>
                                        <a:pt x="17" y="2420"/>
                                        <a:pt x="0" y="2409"/>
                                        <a:pt x="48" y="2279"/>
                                      </a:cubicBezTo>
                                      <a:cubicBezTo>
                                        <a:pt x="96" y="2149"/>
                                        <a:pt x="243" y="1851"/>
                                        <a:pt x="312" y="1686"/>
                                      </a:cubicBezTo>
                                      <a:cubicBezTo>
                                        <a:pt x="381" y="1521"/>
                                        <a:pt x="417" y="1448"/>
                                        <a:pt x="463" y="1288"/>
                                      </a:cubicBezTo>
                                      <a:cubicBezTo>
                                        <a:pt x="509" y="1128"/>
                                        <a:pt x="541" y="892"/>
                                        <a:pt x="588" y="724"/>
                                      </a:cubicBezTo>
                                      <a:cubicBezTo>
                                        <a:pt x="635" y="556"/>
                                        <a:pt x="684" y="401"/>
                                        <a:pt x="744" y="282"/>
                                      </a:cubicBezTo>
                                      <a:cubicBezTo>
                                        <a:pt x="804" y="163"/>
                                        <a:pt x="933" y="0"/>
                                        <a:pt x="950" y="8"/>
                                      </a:cubicBezTo>
                                      <a:cubicBezTo>
                                        <a:pt x="967" y="16"/>
                                        <a:pt x="876" y="232"/>
                                        <a:pt x="847" y="330"/>
                                      </a:cubicBezTo>
                                      <a:cubicBezTo>
                                        <a:pt x="818" y="428"/>
                                        <a:pt x="802" y="485"/>
                                        <a:pt x="775" y="594"/>
                                      </a:cubicBezTo>
                                      <a:cubicBezTo>
                                        <a:pt x="748" y="703"/>
                                        <a:pt x="717" y="847"/>
                                        <a:pt x="682" y="983"/>
                                      </a:cubicBezTo>
                                      <a:cubicBezTo>
                                        <a:pt x="647" y="1119"/>
                                        <a:pt x="618" y="1264"/>
                                        <a:pt x="564" y="1410"/>
                                      </a:cubicBezTo>
                                      <a:cubicBezTo>
                                        <a:pt x="510" y="1556"/>
                                        <a:pt x="418" y="1719"/>
                                        <a:pt x="360" y="1861"/>
                                      </a:cubicBezTo>
                                      <a:cubicBezTo>
                                        <a:pt x="302" y="2003"/>
                                        <a:pt x="246" y="2179"/>
                                        <a:pt x="216" y="2262"/>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87"/>
                              <wps:cNvSpPr>
                                <a:spLocks/>
                              </wps:cNvSpPr>
                              <wps:spPr bwMode="auto">
                                <a:xfrm>
                                  <a:off x="8136" y="7046"/>
                                  <a:ext cx="965" cy="2806"/>
                                </a:xfrm>
                                <a:custGeom>
                                  <a:avLst/>
                                  <a:gdLst>
                                    <a:gd name="T0" fmla="*/ 0 w 965"/>
                                    <a:gd name="T1" fmla="*/ 2530 h 2806"/>
                                    <a:gd name="T2" fmla="*/ 132 w 965"/>
                                    <a:gd name="T3" fmla="*/ 2158 h 2806"/>
                                    <a:gd name="T4" fmla="*/ 353 w 965"/>
                                    <a:gd name="T5" fmla="*/ 1676 h 2806"/>
                                    <a:gd name="T6" fmla="*/ 497 w 965"/>
                                    <a:gd name="T7" fmla="*/ 1148 h 2806"/>
                                    <a:gd name="T8" fmla="*/ 574 w 965"/>
                                    <a:gd name="T9" fmla="*/ 864 h 2806"/>
                                    <a:gd name="T10" fmla="*/ 725 w 965"/>
                                    <a:gd name="T11" fmla="*/ 332 h 2806"/>
                                    <a:gd name="T12" fmla="*/ 833 w 965"/>
                                    <a:gd name="T13" fmla="*/ 12 h 2806"/>
                                    <a:gd name="T14" fmla="*/ 958 w 965"/>
                                    <a:gd name="T15" fmla="*/ 406 h 2806"/>
                                    <a:gd name="T16" fmla="*/ 874 w 965"/>
                                    <a:gd name="T17" fmla="*/ 824 h 2806"/>
                                    <a:gd name="T18" fmla="*/ 540 w 965"/>
                                    <a:gd name="T19" fmla="*/ 1522 h 2806"/>
                                    <a:gd name="T20" fmla="*/ 290 w 965"/>
                                    <a:gd name="T21" fmla="*/ 2040 h 2806"/>
                                    <a:gd name="T22" fmla="*/ 151 w 965"/>
                                    <a:gd name="T23" fmla="*/ 2376 h 2806"/>
                                    <a:gd name="T24" fmla="*/ 120 w 965"/>
                                    <a:gd name="T25" fmla="*/ 2806 h 28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65" h="2806">
                                      <a:moveTo>
                                        <a:pt x="0" y="2530"/>
                                      </a:moveTo>
                                      <a:cubicBezTo>
                                        <a:pt x="34" y="2422"/>
                                        <a:pt x="73" y="2300"/>
                                        <a:pt x="132" y="2158"/>
                                      </a:cubicBezTo>
                                      <a:cubicBezTo>
                                        <a:pt x="191" y="2016"/>
                                        <a:pt x="292" y="1844"/>
                                        <a:pt x="353" y="1676"/>
                                      </a:cubicBezTo>
                                      <a:cubicBezTo>
                                        <a:pt x="414" y="1508"/>
                                        <a:pt x="460" y="1283"/>
                                        <a:pt x="497" y="1148"/>
                                      </a:cubicBezTo>
                                      <a:cubicBezTo>
                                        <a:pt x="534" y="1013"/>
                                        <a:pt x="536" y="1000"/>
                                        <a:pt x="574" y="864"/>
                                      </a:cubicBezTo>
                                      <a:cubicBezTo>
                                        <a:pt x="612" y="728"/>
                                        <a:pt x="682" y="474"/>
                                        <a:pt x="725" y="332"/>
                                      </a:cubicBezTo>
                                      <a:cubicBezTo>
                                        <a:pt x="768" y="190"/>
                                        <a:pt x="794" y="0"/>
                                        <a:pt x="833" y="12"/>
                                      </a:cubicBezTo>
                                      <a:cubicBezTo>
                                        <a:pt x="872" y="24"/>
                                        <a:pt x="951" y="271"/>
                                        <a:pt x="958" y="406"/>
                                      </a:cubicBezTo>
                                      <a:cubicBezTo>
                                        <a:pt x="965" y="541"/>
                                        <a:pt x="944" y="638"/>
                                        <a:pt x="874" y="824"/>
                                      </a:cubicBezTo>
                                      <a:cubicBezTo>
                                        <a:pt x="804" y="1010"/>
                                        <a:pt x="637" y="1319"/>
                                        <a:pt x="540" y="1522"/>
                                      </a:cubicBezTo>
                                      <a:cubicBezTo>
                                        <a:pt x="443" y="1725"/>
                                        <a:pt x="355" y="1898"/>
                                        <a:pt x="290" y="2040"/>
                                      </a:cubicBezTo>
                                      <a:cubicBezTo>
                                        <a:pt x="225" y="2182"/>
                                        <a:pt x="179" y="2249"/>
                                        <a:pt x="151" y="2376"/>
                                      </a:cubicBezTo>
                                      <a:cubicBezTo>
                                        <a:pt x="123" y="2503"/>
                                        <a:pt x="126" y="2717"/>
                                        <a:pt x="120" y="280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288"/>
                              <wps:cNvSpPr>
                                <a:spLocks/>
                              </wps:cNvSpPr>
                              <wps:spPr bwMode="auto">
                                <a:xfrm>
                                  <a:off x="7807" y="4234"/>
                                  <a:ext cx="1074" cy="5656"/>
                                </a:xfrm>
                                <a:custGeom>
                                  <a:avLst/>
                                  <a:gdLst>
                                    <a:gd name="T0" fmla="*/ 275 w 1074"/>
                                    <a:gd name="T1" fmla="*/ 290 h 5656"/>
                                    <a:gd name="T2" fmla="*/ 233 w 1074"/>
                                    <a:gd name="T3" fmla="*/ 56 h 5656"/>
                                    <a:gd name="T4" fmla="*/ 509 w 1074"/>
                                    <a:gd name="T5" fmla="*/ 626 h 5656"/>
                                    <a:gd name="T6" fmla="*/ 893 w 1074"/>
                                    <a:gd name="T7" fmla="*/ 1568 h 5656"/>
                                    <a:gd name="T8" fmla="*/ 1037 w 1074"/>
                                    <a:gd name="T9" fmla="*/ 2054 h 5656"/>
                                    <a:gd name="T10" fmla="*/ 1067 w 1074"/>
                                    <a:gd name="T11" fmla="*/ 2636 h 5656"/>
                                    <a:gd name="T12" fmla="*/ 995 w 1074"/>
                                    <a:gd name="T13" fmla="*/ 2924 h 5656"/>
                                    <a:gd name="T14" fmla="*/ 778 w 1074"/>
                                    <a:gd name="T15" fmla="*/ 3249 h 5656"/>
                                    <a:gd name="T16" fmla="*/ 595 w 1074"/>
                                    <a:gd name="T17" fmla="*/ 3708 h 5656"/>
                                    <a:gd name="T18" fmla="*/ 439 w 1074"/>
                                    <a:gd name="T19" fmla="*/ 4375 h 5656"/>
                                    <a:gd name="T20" fmla="*/ 171 w 1074"/>
                                    <a:gd name="T21" fmla="*/ 5028 h 5656"/>
                                    <a:gd name="T22" fmla="*/ 39 w 1074"/>
                                    <a:gd name="T23" fmla="*/ 5352 h 5656"/>
                                    <a:gd name="T24" fmla="*/ 10 w 1074"/>
                                    <a:gd name="T25" fmla="*/ 5529 h 5656"/>
                                    <a:gd name="T26" fmla="*/ 99 w 1074"/>
                                    <a:gd name="T27" fmla="*/ 5656 h 5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74" h="5656">
                                      <a:moveTo>
                                        <a:pt x="275" y="290"/>
                                      </a:moveTo>
                                      <a:cubicBezTo>
                                        <a:pt x="267" y="251"/>
                                        <a:pt x="194" y="0"/>
                                        <a:pt x="233" y="56"/>
                                      </a:cubicBezTo>
                                      <a:cubicBezTo>
                                        <a:pt x="272" y="112"/>
                                        <a:pt x="399" y="374"/>
                                        <a:pt x="509" y="626"/>
                                      </a:cubicBezTo>
                                      <a:cubicBezTo>
                                        <a:pt x="619" y="878"/>
                                        <a:pt x="805" y="1330"/>
                                        <a:pt x="893" y="1568"/>
                                      </a:cubicBezTo>
                                      <a:cubicBezTo>
                                        <a:pt x="981" y="1806"/>
                                        <a:pt x="1008" y="1876"/>
                                        <a:pt x="1037" y="2054"/>
                                      </a:cubicBezTo>
                                      <a:cubicBezTo>
                                        <a:pt x="1066" y="2232"/>
                                        <a:pt x="1074" y="2491"/>
                                        <a:pt x="1067" y="2636"/>
                                      </a:cubicBezTo>
                                      <a:cubicBezTo>
                                        <a:pt x="1060" y="2781"/>
                                        <a:pt x="1043" y="2822"/>
                                        <a:pt x="995" y="2924"/>
                                      </a:cubicBezTo>
                                      <a:cubicBezTo>
                                        <a:pt x="947" y="3026"/>
                                        <a:pt x="845" y="3118"/>
                                        <a:pt x="778" y="3249"/>
                                      </a:cubicBezTo>
                                      <a:cubicBezTo>
                                        <a:pt x="711" y="3380"/>
                                        <a:pt x="651" y="3520"/>
                                        <a:pt x="595" y="3708"/>
                                      </a:cubicBezTo>
                                      <a:cubicBezTo>
                                        <a:pt x="539" y="3896"/>
                                        <a:pt x="510" y="4155"/>
                                        <a:pt x="439" y="4375"/>
                                      </a:cubicBezTo>
                                      <a:cubicBezTo>
                                        <a:pt x="368" y="4595"/>
                                        <a:pt x="238" y="4865"/>
                                        <a:pt x="171" y="5028"/>
                                      </a:cubicBezTo>
                                      <a:cubicBezTo>
                                        <a:pt x="104" y="5191"/>
                                        <a:pt x="66" y="5269"/>
                                        <a:pt x="39" y="5352"/>
                                      </a:cubicBezTo>
                                      <a:cubicBezTo>
                                        <a:pt x="12" y="5435"/>
                                        <a:pt x="0" y="5478"/>
                                        <a:pt x="10" y="5529"/>
                                      </a:cubicBezTo>
                                      <a:cubicBezTo>
                                        <a:pt x="20" y="5580"/>
                                        <a:pt x="81" y="5630"/>
                                        <a:pt x="99" y="56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289"/>
                              <wps:cNvSpPr>
                                <a:spLocks/>
                              </wps:cNvSpPr>
                              <wps:spPr bwMode="auto">
                                <a:xfrm>
                                  <a:off x="7416" y="3498"/>
                                  <a:ext cx="552" cy="1080"/>
                                </a:xfrm>
                                <a:custGeom>
                                  <a:avLst/>
                                  <a:gdLst>
                                    <a:gd name="T0" fmla="*/ 0 w 552"/>
                                    <a:gd name="T1" fmla="*/ 0 h 1080"/>
                                    <a:gd name="T2" fmla="*/ 306 w 552"/>
                                    <a:gd name="T3" fmla="*/ 330 h 1080"/>
                                    <a:gd name="T4" fmla="*/ 444 w 552"/>
                                    <a:gd name="T5" fmla="*/ 570 h 1080"/>
                                    <a:gd name="T6" fmla="*/ 492 w 552"/>
                                    <a:gd name="T7" fmla="*/ 804 h 1080"/>
                                    <a:gd name="T8" fmla="*/ 552 w 552"/>
                                    <a:gd name="T9" fmla="*/ 1080 h 1080"/>
                                  </a:gdLst>
                                  <a:ahLst/>
                                  <a:cxnLst>
                                    <a:cxn ang="0">
                                      <a:pos x="T0" y="T1"/>
                                    </a:cxn>
                                    <a:cxn ang="0">
                                      <a:pos x="T2" y="T3"/>
                                    </a:cxn>
                                    <a:cxn ang="0">
                                      <a:pos x="T4" y="T5"/>
                                    </a:cxn>
                                    <a:cxn ang="0">
                                      <a:pos x="T6" y="T7"/>
                                    </a:cxn>
                                    <a:cxn ang="0">
                                      <a:pos x="T8" y="T9"/>
                                    </a:cxn>
                                  </a:cxnLst>
                                  <a:rect l="0" t="0" r="r" b="b"/>
                                  <a:pathLst>
                                    <a:path w="552" h="1080">
                                      <a:moveTo>
                                        <a:pt x="0" y="0"/>
                                      </a:moveTo>
                                      <a:cubicBezTo>
                                        <a:pt x="52" y="55"/>
                                        <a:pt x="232" y="235"/>
                                        <a:pt x="306" y="330"/>
                                      </a:cubicBezTo>
                                      <a:cubicBezTo>
                                        <a:pt x="380" y="425"/>
                                        <a:pt x="413" y="491"/>
                                        <a:pt x="444" y="570"/>
                                      </a:cubicBezTo>
                                      <a:cubicBezTo>
                                        <a:pt x="475" y="649"/>
                                        <a:pt x="474" y="719"/>
                                        <a:pt x="492" y="804"/>
                                      </a:cubicBezTo>
                                      <a:cubicBezTo>
                                        <a:pt x="510" y="889"/>
                                        <a:pt x="540" y="1023"/>
                                        <a:pt x="552" y="1080"/>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290"/>
                              <wps:cNvSpPr>
                                <a:spLocks/>
                              </wps:cNvSpPr>
                              <wps:spPr bwMode="auto">
                                <a:xfrm>
                                  <a:off x="8218" y="3427"/>
                                  <a:ext cx="484" cy="595"/>
                                </a:xfrm>
                                <a:custGeom>
                                  <a:avLst/>
                                  <a:gdLst>
                                    <a:gd name="T0" fmla="*/ 470 w 484"/>
                                    <a:gd name="T1" fmla="*/ 581 h 595"/>
                                    <a:gd name="T2" fmla="*/ 405 w 484"/>
                                    <a:gd name="T3" fmla="*/ 497 h 595"/>
                                    <a:gd name="T4" fmla="*/ 309 w 484"/>
                                    <a:gd name="T5" fmla="*/ 367 h 595"/>
                                    <a:gd name="T6" fmla="*/ 252 w 484"/>
                                    <a:gd name="T7" fmla="*/ 228 h 595"/>
                                    <a:gd name="T8" fmla="*/ 223 w 484"/>
                                    <a:gd name="T9" fmla="*/ 137 h 595"/>
                                    <a:gd name="T10" fmla="*/ 184 w 484"/>
                                    <a:gd name="T11" fmla="*/ 106 h 595"/>
                                    <a:gd name="T12" fmla="*/ 21 w 484"/>
                                    <a:gd name="T13" fmla="*/ 5 h 595"/>
                                    <a:gd name="T14" fmla="*/ 60 w 484"/>
                                    <a:gd name="T15" fmla="*/ 75 h 595"/>
                                    <a:gd name="T16" fmla="*/ 177 w 484"/>
                                    <a:gd name="T17" fmla="*/ 223 h 595"/>
                                    <a:gd name="T18" fmla="*/ 321 w 484"/>
                                    <a:gd name="T19" fmla="*/ 415 h 595"/>
                                    <a:gd name="T20" fmla="*/ 470 w 484"/>
                                    <a:gd name="T21" fmla="*/ 581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84" h="595">
                                      <a:moveTo>
                                        <a:pt x="470" y="581"/>
                                      </a:moveTo>
                                      <a:cubicBezTo>
                                        <a:pt x="484" y="595"/>
                                        <a:pt x="432" y="533"/>
                                        <a:pt x="405" y="497"/>
                                      </a:cubicBezTo>
                                      <a:cubicBezTo>
                                        <a:pt x="378" y="461"/>
                                        <a:pt x="334" y="412"/>
                                        <a:pt x="309" y="367"/>
                                      </a:cubicBezTo>
                                      <a:cubicBezTo>
                                        <a:pt x="284" y="322"/>
                                        <a:pt x="266" y="266"/>
                                        <a:pt x="252" y="228"/>
                                      </a:cubicBezTo>
                                      <a:cubicBezTo>
                                        <a:pt x="238" y="190"/>
                                        <a:pt x="234" y="157"/>
                                        <a:pt x="223" y="137"/>
                                      </a:cubicBezTo>
                                      <a:cubicBezTo>
                                        <a:pt x="212" y="117"/>
                                        <a:pt x="218" y="128"/>
                                        <a:pt x="184" y="106"/>
                                      </a:cubicBezTo>
                                      <a:cubicBezTo>
                                        <a:pt x="150" y="84"/>
                                        <a:pt x="42" y="10"/>
                                        <a:pt x="21" y="5"/>
                                      </a:cubicBezTo>
                                      <a:cubicBezTo>
                                        <a:pt x="0" y="0"/>
                                        <a:pt x="34" y="39"/>
                                        <a:pt x="60" y="75"/>
                                      </a:cubicBezTo>
                                      <a:cubicBezTo>
                                        <a:pt x="86" y="111"/>
                                        <a:pt x="134" y="166"/>
                                        <a:pt x="177" y="223"/>
                                      </a:cubicBezTo>
                                      <a:cubicBezTo>
                                        <a:pt x="220" y="280"/>
                                        <a:pt x="274" y="354"/>
                                        <a:pt x="321" y="415"/>
                                      </a:cubicBezTo>
                                      <a:cubicBezTo>
                                        <a:pt x="368" y="476"/>
                                        <a:pt x="456" y="567"/>
                                        <a:pt x="470" y="581"/>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91"/>
                              <wps:cNvSpPr>
                                <a:spLocks/>
                              </wps:cNvSpPr>
                              <wps:spPr bwMode="auto">
                                <a:xfrm>
                                  <a:off x="7247" y="4157"/>
                                  <a:ext cx="184" cy="825"/>
                                </a:xfrm>
                                <a:custGeom>
                                  <a:avLst/>
                                  <a:gdLst>
                                    <a:gd name="T0" fmla="*/ 15 w 184"/>
                                    <a:gd name="T1" fmla="*/ 177 h 825"/>
                                    <a:gd name="T2" fmla="*/ 87 w 184"/>
                                    <a:gd name="T3" fmla="*/ 485 h 825"/>
                                    <a:gd name="T4" fmla="*/ 131 w 184"/>
                                    <a:gd name="T5" fmla="*/ 811 h 825"/>
                                    <a:gd name="T6" fmla="*/ 147 w 184"/>
                                    <a:gd name="T7" fmla="*/ 571 h 825"/>
                                    <a:gd name="T8" fmla="*/ 171 w 184"/>
                                    <a:gd name="T9" fmla="*/ 252 h 825"/>
                                    <a:gd name="T10" fmla="*/ 174 w 184"/>
                                    <a:gd name="T11" fmla="*/ 165 h 825"/>
                                    <a:gd name="T12" fmla="*/ 109 w 184"/>
                                    <a:gd name="T13" fmla="*/ 120 h 825"/>
                                    <a:gd name="T14" fmla="*/ 15 w 184"/>
                                    <a:gd name="T15" fmla="*/ 9 h 825"/>
                                    <a:gd name="T16" fmla="*/ 15 w 184"/>
                                    <a:gd name="T17" fmla="*/ 177 h 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4" h="825">
                                      <a:moveTo>
                                        <a:pt x="15" y="177"/>
                                      </a:moveTo>
                                      <a:cubicBezTo>
                                        <a:pt x="27" y="256"/>
                                        <a:pt x="68" y="379"/>
                                        <a:pt x="87" y="485"/>
                                      </a:cubicBezTo>
                                      <a:cubicBezTo>
                                        <a:pt x="106" y="591"/>
                                        <a:pt x="121" y="797"/>
                                        <a:pt x="131" y="811"/>
                                      </a:cubicBezTo>
                                      <a:cubicBezTo>
                                        <a:pt x="141" y="825"/>
                                        <a:pt x="140" y="664"/>
                                        <a:pt x="147" y="571"/>
                                      </a:cubicBezTo>
                                      <a:cubicBezTo>
                                        <a:pt x="154" y="478"/>
                                        <a:pt x="167" y="320"/>
                                        <a:pt x="171" y="252"/>
                                      </a:cubicBezTo>
                                      <a:cubicBezTo>
                                        <a:pt x="175" y="184"/>
                                        <a:pt x="184" y="187"/>
                                        <a:pt x="174" y="165"/>
                                      </a:cubicBezTo>
                                      <a:cubicBezTo>
                                        <a:pt x="164" y="143"/>
                                        <a:pt x="136" y="146"/>
                                        <a:pt x="109" y="120"/>
                                      </a:cubicBezTo>
                                      <a:cubicBezTo>
                                        <a:pt x="82" y="94"/>
                                        <a:pt x="30" y="0"/>
                                        <a:pt x="15" y="9"/>
                                      </a:cubicBezTo>
                                      <a:cubicBezTo>
                                        <a:pt x="0" y="18"/>
                                        <a:pt x="3" y="98"/>
                                        <a:pt x="15" y="177"/>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92"/>
                              <wps:cNvSpPr>
                                <a:spLocks/>
                              </wps:cNvSpPr>
                              <wps:spPr bwMode="auto">
                                <a:xfrm>
                                  <a:off x="9592" y="6192"/>
                                  <a:ext cx="154" cy="102"/>
                                </a:xfrm>
                                <a:custGeom>
                                  <a:avLst/>
                                  <a:gdLst>
                                    <a:gd name="T0" fmla="*/ 146 w 154"/>
                                    <a:gd name="T1" fmla="*/ 102 h 102"/>
                                    <a:gd name="T2" fmla="*/ 86 w 154"/>
                                    <a:gd name="T3" fmla="*/ 42 h 102"/>
                                    <a:gd name="T4" fmla="*/ 2 w 154"/>
                                    <a:gd name="T5" fmla="*/ 6 h 102"/>
                                    <a:gd name="T6" fmla="*/ 98 w 154"/>
                                    <a:gd name="T7" fmla="*/ 6 h 102"/>
                                    <a:gd name="T8" fmla="*/ 134 w 154"/>
                                    <a:gd name="T9" fmla="*/ 42 h 102"/>
                                    <a:gd name="T10" fmla="*/ 146 w 154"/>
                                    <a:gd name="T11" fmla="*/ 102 h 102"/>
                                  </a:gdLst>
                                  <a:ahLst/>
                                  <a:cxnLst>
                                    <a:cxn ang="0">
                                      <a:pos x="T0" y="T1"/>
                                    </a:cxn>
                                    <a:cxn ang="0">
                                      <a:pos x="T2" y="T3"/>
                                    </a:cxn>
                                    <a:cxn ang="0">
                                      <a:pos x="T4" y="T5"/>
                                    </a:cxn>
                                    <a:cxn ang="0">
                                      <a:pos x="T6" y="T7"/>
                                    </a:cxn>
                                    <a:cxn ang="0">
                                      <a:pos x="T8" y="T9"/>
                                    </a:cxn>
                                    <a:cxn ang="0">
                                      <a:pos x="T10" y="T11"/>
                                    </a:cxn>
                                  </a:cxnLst>
                                  <a:rect l="0" t="0" r="r" b="b"/>
                                  <a:pathLst>
                                    <a:path w="154" h="102">
                                      <a:moveTo>
                                        <a:pt x="146" y="102"/>
                                      </a:moveTo>
                                      <a:cubicBezTo>
                                        <a:pt x="138" y="102"/>
                                        <a:pt x="110" y="58"/>
                                        <a:pt x="86" y="42"/>
                                      </a:cubicBezTo>
                                      <a:cubicBezTo>
                                        <a:pt x="62" y="26"/>
                                        <a:pt x="0" y="12"/>
                                        <a:pt x="2" y="6"/>
                                      </a:cubicBezTo>
                                      <a:cubicBezTo>
                                        <a:pt x="4" y="0"/>
                                        <a:pt x="76" y="0"/>
                                        <a:pt x="98" y="6"/>
                                      </a:cubicBezTo>
                                      <a:cubicBezTo>
                                        <a:pt x="120" y="12"/>
                                        <a:pt x="128" y="27"/>
                                        <a:pt x="134" y="42"/>
                                      </a:cubicBezTo>
                                      <a:cubicBezTo>
                                        <a:pt x="140" y="57"/>
                                        <a:pt x="154" y="102"/>
                                        <a:pt x="146" y="10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293"/>
                              <wps:cNvSpPr>
                                <a:spLocks/>
                              </wps:cNvSpPr>
                              <wps:spPr bwMode="auto">
                                <a:xfrm>
                                  <a:off x="9227" y="6694"/>
                                  <a:ext cx="230" cy="909"/>
                                </a:xfrm>
                                <a:custGeom>
                                  <a:avLst/>
                                  <a:gdLst>
                                    <a:gd name="T0" fmla="*/ 175 w 230"/>
                                    <a:gd name="T1" fmla="*/ 2 h 909"/>
                                    <a:gd name="T2" fmla="*/ 163 w 230"/>
                                    <a:gd name="T3" fmla="*/ 254 h 909"/>
                                    <a:gd name="T4" fmla="*/ 211 w 230"/>
                                    <a:gd name="T5" fmla="*/ 488 h 909"/>
                                    <a:gd name="T6" fmla="*/ 49 w 230"/>
                                    <a:gd name="T7" fmla="*/ 866 h 909"/>
                                    <a:gd name="T8" fmla="*/ 25 w 230"/>
                                    <a:gd name="T9" fmla="*/ 746 h 909"/>
                                    <a:gd name="T10" fmla="*/ 199 w 230"/>
                                    <a:gd name="T11" fmla="*/ 494 h 909"/>
                                    <a:gd name="T12" fmla="*/ 151 w 230"/>
                                    <a:gd name="T13" fmla="*/ 368 h 909"/>
                                    <a:gd name="T14" fmla="*/ 121 w 230"/>
                                    <a:gd name="T15" fmla="*/ 242 h 909"/>
                                    <a:gd name="T16" fmla="*/ 175 w 230"/>
                                    <a:gd name="T17" fmla="*/ 2 h 9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 h="909">
                                      <a:moveTo>
                                        <a:pt x="175" y="2"/>
                                      </a:moveTo>
                                      <a:cubicBezTo>
                                        <a:pt x="182" y="4"/>
                                        <a:pt x="157" y="173"/>
                                        <a:pt x="163" y="254"/>
                                      </a:cubicBezTo>
                                      <a:cubicBezTo>
                                        <a:pt x="169" y="335"/>
                                        <a:pt x="230" y="386"/>
                                        <a:pt x="211" y="488"/>
                                      </a:cubicBezTo>
                                      <a:cubicBezTo>
                                        <a:pt x="192" y="590"/>
                                        <a:pt x="80" y="823"/>
                                        <a:pt x="49" y="866"/>
                                      </a:cubicBezTo>
                                      <a:cubicBezTo>
                                        <a:pt x="18" y="909"/>
                                        <a:pt x="0" y="808"/>
                                        <a:pt x="25" y="746"/>
                                      </a:cubicBezTo>
                                      <a:cubicBezTo>
                                        <a:pt x="50" y="684"/>
                                        <a:pt x="178" y="557"/>
                                        <a:pt x="199" y="494"/>
                                      </a:cubicBezTo>
                                      <a:cubicBezTo>
                                        <a:pt x="220" y="431"/>
                                        <a:pt x="164" y="410"/>
                                        <a:pt x="151" y="368"/>
                                      </a:cubicBezTo>
                                      <a:cubicBezTo>
                                        <a:pt x="138" y="326"/>
                                        <a:pt x="119" y="302"/>
                                        <a:pt x="121" y="242"/>
                                      </a:cubicBezTo>
                                      <a:cubicBezTo>
                                        <a:pt x="123" y="182"/>
                                        <a:pt x="168" y="0"/>
                                        <a:pt x="175" y="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294"/>
                              <wps:cNvSpPr>
                                <a:spLocks/>
                              </wps:cNvSpPr>
                              <wps:spPr bwMode="auto">
                                <a:xfrm>
                                  <a:off x="7320" y="3550"/>
                                  <a:ext cx="998" cy="614"/>
                                </a:xfrm>
                                <a:custGeom>
                                  <a:avLst/>
                                  <a:gdLst>
                                    <a:gd name="T0" fmla="*/ 0 w 998"/>
                                    <a:gd name="T1" fmla="*/ 614 h 614"/>
                                    <a:gd name="T2" fmla="*/ 144 w 998"/>
                                    <a:gd name="T3" fmla="*/ 350 h 614"/>
                                    <a:gd name="T4" fmla="*/ 523 w 998"/>
                                    <a:gd name="T5" fmla="*/ 100 h 614"/>
                                    <a:gd name="T6" fmla="*/ 998 w 998"/>
                                    <a:gd name="T7" fmla="*/ 0 h 614"/>
                                  </a:gdLst>
                                  <a:ahLst/>
                                  <a:cxnLst>
                                    <a:cxn ang="0">
                                      <a:pos x="T0" y="T1"/>
                                    </a:cxn>
                                    <a:cxn ang="0">
                                      <a:pos x="T2" y="T3"/>
                                    </a:cxn>
                                    <a:cxn ang="0">
                                      <a:pos x="T4" y="T5"/>
                                    </a:cxn>
                                    <a:cxn ang="0">
                                      <a:pos x="T6" y="T7"/>
                                    </a:cxn>
                                  </a:cxnLst>
                                  <a:rect l="0" t="0" r="r" b="b"/>
                                  <a:pathLst>
                                    <a:path w="998" h="614">
                                      <a:moveTo>
                                        <a:pt x="0" y="614"/>
                                      </a:moveTo>
                                      <a:cubicBezTo>
                                        <a:pt x="29" y="524"/>
                                        <a:pt x="57" y="436"/>
                                        <a:pt x="144" y="350"/>
                                      </a:cubicBezTo>
                                      <a:cubicBezTo>
                                        <a:pt x="231" y="264"/>
                                        <a:pt x="381" y="158"/>
                                        <a:pt x="523" y="100"/>
                                      </a:cubicBezTo>
                                      <a:cubicBezTo>
                                        <a:pt x="665" y="42"/>
                                        <a:pt x="899" y="21"/>
                                        <a:pt x="998" y="0"/>
                                      </a:cubicBezTo>
                                    </a:path>
                                  </a:pathLst>
                                </a:cu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Freeform 295"/>
                              <wps:cNvSpPr>
                                <a:spLocks/>
                              </wps:cNvSpPr>
                              <wps:spPr bwMode="auto">
                                <a:xfrm>
                                  <a:off x="7500" y="3396"/>
                                  <a:ext cx="1673" cy="6456"/>
                                </a:xfrm>
                                <a:custGeom>
                                  <a:avLst/>
                                  <a:gdLst>
                                    <a:gd name="T0" fmla="*/ 0 w 1673"/>
                                    <a:gd name="T1" fmla="*/ 0 h 6456"/>
                                    <a:gd name="T2" fmla="*/ 300 w 1673"/>
                                    <a:gd name="T3" fmla="*/ 318 h 6456"/>
                                    <a:gd name="T4" fmla="*/ 648 w 1673"/>
                                    <a:gd name="T5" fmla="*/ 786 h 6456"/>
                                    <a:gd name="T6" fmla="*/ 1008 w 1673"/>
                                    <a:gd name="T7" fmla="*/ 1554 h 6456"/>
                                    <a:gd name="T8" fmla="*/ 1332 w 1673"/>
                                    <a:gd name="T9" fmla="*/ 2370 h 6456"/>
                                    <a:gd name="T10" fmla="*/ 1482 w 1673"/>
                                    <a:gd name="T11" fmla="*/ 2868 h 6456"/>
                                    <a:gd name="T12" fmla="*/ 1524 w 1673"/>
                                    <a:gd name="T13" fmla="*/ 3324 h 6456"/>
                                    <a:gd name="T14" fmla="*/ 1542 w 1673"/>
                                    <a:gd name="T15" fmla="*/ 3576 h 6456"/>
                                    <a:gd name="T16" fmla="*/ 1668 w 1673"/>
                                    <a:gd name="T17" fmla="*/ 4056 h 6456"/>
                                    <a:gd name="T18" fmla="*/ 1572 w 1673"/>
                                    <a:gd name="T19" fmla="*/ 4518 h 6456"/>
                                    <a:gd name="T20" fmla="*/ 1182 w 1673"/>
                                    <a:gd name="T21" fmla="*/ 5328 h 6456"/>
                                    <a:gd name="T22" fmla="*/ 912 w 1673"/>
                                    <a:gd name="T23" fmla="*/ 5880 h 6456"/>
                                    <a:gd name="T24" fmla="*/ 840 w 1673"/>
                                    <a:gd name="T25" fmla="*/ 6144 h 6456"/>
                                    <a:gd name="T26" fmla="*/ 828 w 1673"/>
                                    <a:gd name="T27" fmla="*/ 6456 h 6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673" h="6456">
                                      <a:moveTo>
                                        <a:pt x="0" y="0"/>
                                      </a:moveTo>
                                      <a:cubicBezTo>
                                        <a:pt x="50" y="53"/>
                                        <a:pt x="192" y="187"/>
                                        <a:pt x="300" y="318"/>
                                      </a:cubicBezTo>
                                      <a:cubicBezTo>
                                        <a:pt x="408" y="449"/>
                                        <a:pt x="530" y="580"/>
                                        <a:pt x="648" y="786"/>
                                      </a:cubicBezTo>
                                      <a:cubicBezTo>
                                        <a:pt x="766" y="992"/>
                                        <a:pt x="894" y="1290"/>
                                        <a:pt x="1008" y="1554"/>
                                      </a:cubicBezTo>
                                      <a:cubicBezTo>
                                        <a:pt x="1122" y="1818"/>
                                        <a:pt x="1253" y="2151"/>
                                        <a:pt x="1332" y="2370"/>
                                      </a:cubicBezTo>
                                      <a:cubicBezTo>
                                        <a:pt x="1411" y="2589"/>
                                        <a:pt x="1450" y="2709"/>
                                        <a:pt x="1482" y="2868"/>
                                      </a:cubicBezTo>
                                      <a:cubicBezTo>
                                        <a:pt x="1514" y="3027"/>
                                        <a:pt x="1514" y="3206"/>
                                        <a:pt x="1524" y="3324"/>
                                      </a:cubicBezTo>
                                      <a:cubicBezTo>
                                        <a:pt x="1534" y="3442"/>
                                        <a:pt x="1518" y="3454"/>
                                        <a:pt x="1542" y="3576"/>
                                      </a:cubicBezTo>
                                      <a:cubicBezTo>
                                        <a:pt x="1566" y="3698"/>
                                        <a:pt x="1663" y="3899"/>
                                        <a:pt x="1668" y="4056"/>
                                      </a:cubicBezTo>
                                      <a:cubicBezTo>
                                        <a:pt x="1673" y="4213"/>
                                        <a:pt x="1653" y="4306"/>
                                        <a:pt x="1572" y="4518"/>
                                      </a:cubicBezTo>
                                      <a:cubicBezTo>
                                        <a:pt x="1491" y="4730"/>
                                        <a:pt x="1292" y="5101"/>
                                        <a:pt x="1182" y="5328"/>
                                      </a:cubicBezTo>
                                      <a:cubicBezTo>
                                        <a:pt x="1072" y="5555"/>
                                        <a:pt x="969" y="5744"/>
                                        <a:pt x="912" y="5880"/>
                                      </a:cubicBezTo>
                                      <a:cubicBezTo>
                                        <a:pt x="855" y="6016"/>
                                        <a:pt x="854" y="6048"/>
                                        <a:pt x="840" y="6144"/>
                                      </a:cubicBezTo>
                                      <a:cubicBezTo>
                                        <a:pt x="826" y="6240"/>
                                        <a:pt x="830" y="6391"/>
                                        <a:pt x="828" y="64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296"/>
                              <wps:cNvSpPr>
                                <a:spLocks/>
                              </wps:cNvSpPr>
                              <wps:spPr bwMode="auto">
                                <a:xfrm>
                                  <a:off x="8650" y="10742"/>
                                  <a:ext cx="232" cy="138"/>
                                </a:xfrm>
                                <a:custGeom>
                                  <a:avLst/>
                                  <a:gdLst>
                                    <a:gd name="T0" fmla="*/ 232 w 232"/>
                                    <a:gd name="T1" fmla="*/ 130 h 138"/>
                                    <a:gd name="T2" fmla="*/ 158 w 232"/>
                                    <a:gd name="T3" fmla="*/ 130 h 138"/>
                                    <a:gd name="T4" fmla="*/ 57 w 232"/>
                                    <a:gd name="T5" fmla="*/ 79 h 138"/>
                                    <a:gd name="T6" fmla="*/ 0 w 232"/>
                                    <a:gd name="T7" fmla="*/ 0 h 138"/>
                                  </a:gdLst>
                                  <a:ahLst/>
                                  <a:cxnLst>
                                    <a:cxn ang="0">
                                      <a:pos x="T0" y="T1"/>
                                    </a:cxn>
                                    <a:cxn ang="0">
                                      <a:pos x="T2" y="T3"/>
                                    </a:cxn>
                                    <a:cxn ang="0">
                                      <a:pos x="T4" y="T5"/>
                                    </a:cxn>
                                    <a:cxn ang="0">
                                      <a:pos x="T6" y="T7"/>
                                    </a:cxn>
                                  </a:cxnLst>
                                  <a:rect l="0" t="0" r="r" b="b"/>
                                  <a:pathLst>
                                    <a:path w="232" h="138">
                                      <a:moveTo>
                                        <a:pt x="232" y="130"/>
                                      </a:moveTo>
                                      <a:cubicBezTo>
                                        <a:pt x="220" y="130"/>
                                        <a:pt x="187" y="138"/>
                                        <a:pt x="158" y="130"/>
                                      </a:cubicBezTo>
                                      <a:cubicBezTo>
                                        <a:pt x="129" y="122"/>
                                        <a:pt x="83" y="101"/>
                                        <a:pt x="57" y="79"/>
                                      </a:cubicBezTo>
                                      <a:cubicBezTo>
                                        <a:pt x="31" y="57"/>
                                        <a:pt x="12" y="16"/>
                                        <a:pt x="0" y="0"/>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Freeform 297"/>
                              <wps:cNvSpPr>
                                <a:spLocks/>
                              </wps:cNvSpPr>
                              <wps:spPr bwMode="auto">
                                <a:xfrm>
                                  <a:off x="7593" y="10181"/>
                                  <a:ext cx="567" cy="562"/>
                                </a:xfrm>
                                <a:custGeom>
                                  <a:avLst/>
                                  <a:gdLst>
                                    <a:gd name="T0" fmla="*/ 555 w 567"/>
                                    <a:gd name="T1" fmla="*/ 559 h 562"/>
                                    <a:gd name="T2" fmla="*/ 495 w 567"/>
                                    <a:gd name="T3" fmla="*/ 427 h 562"/>
                                    <a:gd name="T4" fmla="*/ 423 w 567"/>
                                    <a:gd name="T5" fmla="*/ 253 h 562"/>
                                    <a:gd name="T6" fmla="*/ 303 w 567"/>
                                    <a:gd name="T7" fmla="*/ 121 h 562"/>
                                    <a:gd name="T8" fmla="*/ 99 w 567"/>
                                    <a:gd name="T9" fmla="*/ 49 h 562"/>
                                    <a:gd name="T10" fmla="*/ 9 w 567"/>
                                    <a:gd name="T11" fmla="*/ 1 h 562"/>
                                    <a:gd name="T12" fmla="*/ 45 w 567"/>
                                    <a:gd name="T13" fmla="*/ 43 h 562"/>
                                    <a:gd name="T14" fmla="*/ 141 w 567"/>
                                    <a:gd name="T15" fmla="*/ 97 h 562"/>
                                    <a:gd name="T16" fmla="*/ 237 w 567"/>
                                    <a:gd name="T17" fmla="*/ 193 h 562"/>
                                    <a:gd name="T18" fmla="*/ 321 w 567"/>
                                    <a:gd name="T19" fmla="*/ 307 h 562"/>
                                    <a:gd name="T20" fmla="*/ 423 w 567"/>
                                    <a:gd name="T21" fmla="*/ 445 h 562"/>
                                    <a:gd name="T22" fmla="*/ 555 w 567"/>
                                    <a:gd name="T23" fmla="*/ 559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67" h="562">
                                      <a:moveTo>
                                        <a:pt x="555" y="559"/>
                                      </a:moveTo>
                                      <a:cubicBezTo>
                                        <a:pt x="567" y="556"/>
                                        <a:pt x="517" y="478"/>
                                        <a:pt x="495" y="427"/>
                                      </a:cubicBezTo>
                                      <a:cubicBezTo>
                                        <a:pt x="473" y="376"/>
                                        <a:pt x="455" y="304"/>
                                        <a:pt x="423" y="253"/>
                                      </a:cubicBezTo>
                                      <a:cubicBezTo>
                                        <a:pt x="391" y="202"/>
                                        <a:pt x="357" y="155"/>
                                        <a:pt x="303" y="121"/>
                                      </a:cubicBezTo>
                                      <a:cubicBezTo>
                                        <a:pt x="249" y="87"/>
                                        <a:pt x="148" y="69"/>
                                        <a:pt x="99" y="49"/>
                                      </a:cubicBezTo>
                                      <a:cubicBezTo>
                                        <a:pt x="50" y="29"/>
                                        <a:pt x="18" y="2"/>
                                        <a:pt x="9" y="1"/>
                                      </a:cubicBezTo>
                                      <a:cubicBezTo>
                                        <a:pt x="0" y="0"/>
                                        <a:pt x="23" y="27"/>
                                        <a:pt x="45" y="43"/>
                                      </a:cubicBezTo>
                                      <a:cubicBezTo>
                                        <a:pt x="67" y="59"/>
                                        <a:pt x="109" y="72"/>
                                        <a:pt x="141" y="97"/>
                                      </a:cubicBezTo>
                                      <a:cubicBezTo>
                                        <a:pt x="173" y="122"/>
                                        <a:pt x="207" y="158"/>
                                        <a:pt x="237" y="193"/>
                                      </a:cubicBezTo>
                                      <a:cubicBezTo>
                                        <a:pt x="267" y="228"/>
                                        <a:pt x="290" y="265"/>
                                        <a:pt x="321" y="307"/>
                                      </a:cubicBezTo>
                                      <a:cubicBezTo>
                                        <a:pt x="352" y="349"/>
                                        <a:pt x="384" y="406"/>
                                        <a:pt x="423" y="445"/>
                                      </a:cubicBezTo>
                                      <a:cubicBezTo>
                                        <a:pt x="462" y="484"/>
                                        <a:pt x="543" y="562"/>
                                        <a:pt x="555" y="559"/>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298"/>
                              <wps:cNvSpPr>
                                <a:spLocks/>
                              </wps:cNvSpPr>
                              <wps:spPr bwMode="auto">
                                <a:xfrm>
                                  <a:off x="8819" y="10873"/>
                                  <a:ext cx="99" cy="52"/>
                                </a:xfrm>
                                <a:custGeom>
                                  <a:avLst/>
                                  <a:gdLst>
                                    <a:gd name="T0" fmla="*/ 71 w 99"/>
                                    <a:gd name="T1" fmla="*/ 1 h 52"/>
                                    <a:gd name="T2" fmla="*/ 92 w 99"/>
                                    <a:gd name="T3" fmla="*/ 18 h 52"/>
                                    <a:gd name="T4" fmla="*/ 92 w 99"/>
                                    <a:gd name="T5" fmla="*/ 47 h 52"/>
                                    <a:gd name="T6" fmla="*/ 49 w 99"/>
                                    <a:gd name="T7" fmla="*/ 49 h 52"/>
                                    <a:gd name="T8" fmla="*/ 6 w 99"/>
                                    <a:gd name="T9" fmla="*/ 47 h 52"/>
                                    <a:gd name="T10" fmla="*/ 13 w 99"/>
                                    <a:gd name="T11" fmla="*/ 23 h 52"/>
                                    <a:gd name="T12" fmla="*/ 71 w 99"/>
                                    <a:gd name="T13" fmla="*/ 1 h 52"/>
                                  </a:gdLst>
                                  <a:ahLst/>
                                  <a:cxnLst>
                                    <a:cxn ang="0">
                                      <a:pos x="T0" y="T1"/>
                                    </a:cxn>
                                    <a:cxn ang="0">
                                      <a:pos x="T2" y="T3"/>
                                    </a:cxn>
                                    <a:cxn ang="0">
                                      <a:pos x="T4" y="T5"/>
                                    </a:cxn>
                                    <a:cxn ang="0">
                                      <a:pos x="T6" y="T7"/>
                                    </a:cxn>
                                    <a:cxn ang="0">
                                      <a:pos x="T8" y="T9"/>
                                    </a:cxn>
                                    <a:cxn ang="0">
                                      <a:pos x="T10" y="T11"/>
                                    </a:cxn>
                                    <a:cxn ang="0">
                                      <a:pos x="T12" y="T13"/>
                                    </a:cxn>
                                  </a:cxnLst>
                                  <a:rect l="0" t="0" r="r" b="b"/>
                                  <a:pathLst>
                                    <a:path w="99" h="52">
                                      <a:moveTo>
                                        <a:pt x="71" y="1"/>
                                      </a:moveTo>
                                      <a:cubicBezTo>
                                        <a:pt x="84" y="0"/>
                                        <a:pt x="89" y="10"/>
                                        <a:pt x="92" y="18"/>
                                      </a:cubicBezTo>
                                      <a:cubicBezTo>
                                        <a:pt x="95" y="26"/>
                                        <a:pt x="99" y="42"/>
                                        <a:pt x="92" y="47"/>
                                      </a:cubicBezTo>
                                      <a:cubicBezTo>
                                        <a:pt x="85" y="52"/>
                                        <a:pt x="63" y="49"/>
                                        <a:pt x="49" y="49"/>
                                      </a:cubicBezTo>
                                      <a:cubicBezTo>
                                        <a:pt x="35" y="49"/>
                                        <a:pt x="12" y="51"/>
                                        <a:pt x="6" y="47"/>
                                      </a:cubicBezTo>
                                      <a:cubicBezTo>
                                        <a:pt x="0" y="43"/>
                                        <a:pt x="2" y="29"/>
                                        <a:pt x="13" y="23"/>
                                      </a:cubicBezTo>
                                      <a:cubicBezTo>
                                        <a:pt x="24" y="17"/>
                                        <a:pt x="58" y="2"/>
                                        <a:pt x="71" y="1"/>
                                      </a:cubicBezTo>
                                      <a:close/>
                                    </a:path>
                                  </a:pathLst>
                                </a:custGeom>
                                <a:solidFill>
                                  <a:srgbClr val="C0C0C0"/>
                                </a:solidFill>
                                <a:ln w="9525">
                                  <a:solidFill>
                                    <a:srgbClr val="808080"/>
                                  </a:solidFill>
                                  <a:round/>
                                  <a:headEnd/>
                                  <a:tailEnd/>
                                </a:ln>
                              </wps:spPr>
                              <wps:bodyPr rot="0" vert="horz" wrap="square" lIns="91440" tIns="45720" rIns="91440" bIns="45720" anchor="t" anchorCtr="0" upright="1">
                                <a:noAutofit/>
                              </wps:bodyPr>
                            </wps:wsp>
                            <wps:wsp>
                              <wps:cNvPr id="134" name="Freeform 299"/>
                              <wps:cNvSpPr>
                                <a:spLocks/>
                              </wps:cNvSpPr>
                              <wps:spPr bwMode="auto">
                                <a:xfrm>
                                  <a:off x="7212" y="3331"/>
                                  <a:ext cx="2601" cy="7735"/>
                                </a:xfrm>
                                <a:custGeom>
                                  <a:avLst/>
                                  <a:gdLst>
                                    <a:gd name="T0" fmla="*/ 0 w 2601"/>
                                    <a:gd name="T1" fmla="*/ 1277 h 7735"/>
                                    <a:gd name="T2" fmla="*/ 228 w 2601"/>
                                    <a:gd name="T3" fmla="*/ 1781 h 7735"/>
                                    <a:gd name="T4" fmla="*/ 470 w 2601"/>
                                    <a:gd name="T5" fmla="*/ 2059 h 7735"/>
                                    <a:gd name="T6" fmla="*/ 816 w 2601"/>
                                    <a:gd name="T7" fmla="*/ 2525 h 7735"/>
                                    <a:gd name="T8" fmla="*/ 1044 w 2601"/>
                                    <a:gd name="T9" fmla="*/ 2801 h 7735"/>
                                    <a:gd name="T10" fmla="*/ 1212 w 2601"/>
                                    <a:gd name="T11" fmla="*/ 3149 h 7735"/>
                                    <a:gd name="T12" fmla="*/ 1325 w 2601"/>
                                    <a:gd name="T13" fmla="*/ 3425 h 7735"/>
                                    <a:gd name="T14" fmla="*/ 1164 w 2601"/>
                                    <a:gd name="T15" fmla="*/ 3684 h 7735"/>
                                    <a:gd name="T16" fmla="*/ 914 w 2601"/>
                                    <a:gd name="T17" fmla="*/ 4097 h 7735"/>
                                    <a:gd name="T18" fmla="*/ 833 w 2601"/>
                                    <a:gd name="T19" fmla="*/ 4462 h 7735"/>
                                    <a:gd name="T20" fmla="*/ 799 w 2601"/>
                                    <a:gd name="T21" fmla="*/ 4846 h 7735"/>
                                    <a:gd name="T22" fmla="*/ 660 w 2601"/>
                                    <a:gd name="T23" fmla="*/ 5441 h 7735"/>
                                    <a:gd name="T24" fmla="*/ 554 w 2601"/>
                                    <a:gd name="T25" fmla="*/ 5907 h 7735"/>
                                    <a:gd name="T26" fmla="*/ 360 w 2601"/>
                                    <a:gd name="T27" fmla="*/ 6209 h 7735"/>
                                    <a:gd name="T28" fmla="*/ 168 w 2601"/>
                                    <a:gd name="T29" fmla="*/ 6389 h 7735"/>
                                    <a:gd name="T30" fmla="*/ 144 w 2601"/>
                                    <a:gd name="T31" fmla="*/ 6581 h 7735"/>
                                    <a:gd name="T32" fmla="*/ 312 w 2601"/>
                                    <a:gd name="T33" fmla="*/ 6797 h 7735"/>
                                    <a:gd name="T34" fmla="*/ 456 w 2601"/>
                                    <a:gd name="T35" fmla="*/ 6917 h 7735"/>
                                    <a:gd name="T36" fmla="*/ 576 w 2601"/>
                                    <a:gd name="T37" fmla="*/ 7007 h 7735"/>
                                    <a:gd name="T38" fmla="*/ 798 w 2601"/>
                                    <a:gd name="T39" fmla="*/ 7301 h 7735"/>
                                    <a:gd name="T40" fmla="*/ 938 w 2601"/>
                                    <a:gd name="T41" fmla="*/ 7438 h 7735"/>
                                    <a:gd name="T42" fmla="*/ 1092 w 2601"/>
                                    <a:gd name="T43" fmla="*/ 7625 h 7735"/>
                                    <a:gd name="T44" fmla="*/ 1284 w 2601"/>
                                    <a:gd name="T45" fmla="*/ 7709 h 7735"/>
                                    <a:gd name="T46" fmla="*/ 1428 w 2601"/>
                                    <a:gd name="T47" fmla="*/ 7697 h 7735"/>
                                    <a:gd name="T48" fmla="*/ 1512 w 2601"/>
                                    <a:gd name="T49" fmla="*/ 7733 h 7735"/>
                                    <a:gd name="T50" fmla="*/ 1692 w 2601"/>
                                    <a:gd name="T51" fmla="*/ 7709 h 7735"/>
                                    <a:gd name="T52" fmla="*/ 1758 w 2601"/>
                                    <a:gd name="T53" fmla="*/ 7607 h 7735"/>
                                    <a:gd name="T54" fmla="*/ 1644 w 2601"/>
                                    <a:gd name="T55" fmla="*/ 7517 h 7735"/>
                                    <a:gd name="T56" fmla="*/ 1534 w 2601"/>
                                    <a:gd name="T57" fmla="*/ 7469 h 7735"/>
                                    <a:gd name="T58" fmla="*/ 1428 w 2601"/>
                                    <a:gd name="T59" fmla="*/ 7402 h 7735"/>
                                    <a:gd name="T60" fmla="*/ 1320 w 2601"/>
                                    <a:gd name="T61" fmla="*/ 7193 h 7735"/>
                                    <a:gd name="T62" fmla="*/ 1224 w 2601"/>
                                    <a:gd name="T63" fmla="*/ 6827 h 7735"/>
                                    <a:gd name="T64" fmla="*/ 1164 w 2601"/>
                                    <a:gd name="T65" fmla="*/ 6575 h 7735"/>
                                    <a:gd name="T66" fmla="*/ 1248 w 2601"/>
                                    <a:gd name="T67" fmla="*/ 6101 h 7735"/>
                                    <a:gd name="T68" fmla="*/ 1476 w 2601"/>
                                    <a:gd name="T69" fmla="*/ 5561 h 7735"/>
                                    <a:gd name="T70" fmla="*/ 1800 w 2601"/>
                                    <a:gd name="T71" fmla="*/ 4949 h 7735"/>
                                    <a:gd name="T72" fmla="*/ 2112 w 2601"/>
                                    <a:gd name="T73" fmla="*/ 4169 h 7735"/>
                                    <a:gd name="T74" fmla="*/ 2256 w 2601"/>
                                    <a:gd name="T75" fmla="*/ 3857 h 7735"/>
                                    <a:gd name="T76" fmla="*/ 2508 w 2601"/>
                                    <a:gd name="T77" fmla="*/ 3437 h 7735"/>
                                    <a:gd name="T78" fmla="*/ 2598 w 2601"/>
                                    <a:gd name="T79" fmla="*/ 3149 h 7735"/>
                                    <a:gd name="T80" fmla="*/ 2526 w 2601"/>
                                    <a:gd name="T81" fmla="*/ 2909 h 7735"/>
                                    <a:gd name="T82" fmla="*/ 2376 w 2601"/>
                                    <a:gd name="T83" fmla="*/ 2417 h 7735"/>
                                    <a:gd name="T84" fmla="*/ 2191 w 2601"/>
                                    <a:gd name="T85" fmla="*/ 1913 h 7735"/>
                                    <a:gd name="T86" fmla="*/ 1908 w 2601"/>
                                    <a:gd name="T87" fmla="*/ 1349 h 7735"/>
                                    <a:gd name="T88" fmla="*/ 1596 w 2601"/>
                                    <a:gd name="T89" fmla="*/ 845 h 7735"/>
                                    <a:gd name="T90" fmla="*/ 1493 w 2601"/>
                                    <a:gd name="T91" fmla="*/ 694 h 7735"/>
                                    <a:gd name="T92" fmla="*/ 1452 w 2601"/>
                                    <a:gd name="T93" fmla="*/ 533 h 7735"/>
                                    <a:gd name="T94" fmla="*/ 1399 w 2601"/>
                                    <a:gd name="T95" fmla="*/ 327 h 7735"/>
                                    <a:gd name="T96" fmla="*/ 1366 w 2601"/>
                                    <a:gd name="T97" fmla="*/ 0 h 7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601" h="7735">
                                      <a:moveTo>
                                        <a:pt x="0" y="1277"/>
                                      </a:moveTo>
                                      <a:cubicBezTo>
                                        <a:pt x="73" y="1465"/>
                                        <a:pt x="150" y="1651"/>
                                        <a:pt x="228" y="1781"/>
                                      </a:cubicBezTo>
                                      <a:cubicBezTo>
                                        <a:pt x="306" y="1911"/>
                                        <a:pt x="372" y="1935"/>
                                        <a:pt x="470" y="2059"/>
                                      </a:cubicBezTo>
                                      <a:cubicBezTo>
                                        <a:pt x="568" y="2183"/>
                                        <a:pt x="720" y="2401"/>
                                        <a:pt x="816" y="2525"/>
                                      </a:cubicBezTo>
                                      <a:cubicBezTo>
                                        <a:pt x="912" y="2649"/>
                                        <a:pt x="978" y="2697"/>
                                        <a:pt x="1044" y="2801"/>
                                      </a:cubicBezTo>
                                      <a:cubicBezTo>
                                        <a:pt x="1110" y="2905"/>
                                        <a:pt x="1165" y="3045"/>
                                        <a:pt x="1212" y="3149"/>
                                      </a:cubicBezTo>
                                      <a:cubicBezTo>
                                        <a:pt x="1259" y="3253"/>
                                        <a:pt x="1333" y="3336"/>
                                        <a:pt x="1325" y="3425"/>
                                      </a:cubicBezTo>
                                      <a:cubicBezTo>
                                        <a:pt x="1317" y="3514"/>
                                        <a:pt x="1232" y="3572"/>
                                        <a:pt x="1164" y="3684"/>
                                      </a:cubicBezTo>
                                      <a:cubicBezTo>
                                        <a:pt x="1096" y="3796"/>
                                        <a:pt x="969" y="3967"/>
                                        <a:pt x="914" y="4097"/>
                                      </a:cubicBezTo>
                                      <a:cubicBezTo>
                                        <a:pt x="859" y="4227"/>
                                        <a:pt x="852" y="4337"/>
                                        <a:pt x="833" y="4462"/>
                                      </a:cubicBezTo>
                                      <a:cubicBezTo>
                                        <a:pt x="814" y="4587"/>
                                        <a:pt x="828" y="4683"/>
                                        <a:pt x="799" y="4846"/>
                                      </a:cubicBezTo>
                                      <a:cubicBezTo>
                                        <a:pt x="770" y="5009"/>
                                        <a:pt x="701" y="5264"/>
                                        <a:pt x="660" y="5441"/>
                                      </a:cubicBezTo>
                                      <a:cubicBezTo>
                                        <a:pt x="619" y="5618"/>
                                        <a:pt x="604" y="5779"/>
                                        <a:pt x="554" y="5907"/>
                                      </a:cubicBezTo>
                                      <a:cubicBezTo>
                                        <a:pt x="504" y="6035"/>
                                        <a:pt x="424" y="6129"/>
                                        <a:pt x="360" y="6209"/>
                                      </a:cubicBezTo>
                                      <a:cubicBezTo>
                                        <a:pt x="296" y="6289"/>
                                        <a:pt x="204" y="6327"/>
                                        <a:pt x="168" y="6389"/>
                                      </a:cubicBezTo>
                                      <a:cubicBezTo>
                                        <a:pt x="132" y="6451"/>
                                        <a:pt x="120" y="6513"/>
                                        <a:pt x="144" y="6581"/>
                                      </a:cubicBezTo>
                                      <a:cubicBezTo>
                                        <a:pt x="168" y="6649"/>
                                        <a:pt x="260" y="6741"/>
                                        <a:pt x="312" y="6797"/>
                                      </a:cubicBezTo>
                                      <a:cubicBezTo>
                                        <a:pt x="364" y="6853"/>
                                        <a:pt x="412" y="6882"/>
                                        <a:pt x="456" y="6917"/>
                                      </a:cubicBezTo>
                                      <a:cubicBezTo>
                                        <a:pt x="500" y="6952"/>
                                        <a:pt x="519" y="6943"/>
                                        <a:pt x="576" y="7007"/>
                                      </a:cubicBezTo>
                                      <a:cubicBezTo>
                                        <a:pt x="633" y="7071"/>
                                        <a:pt x="738" y="7229"/>
                                        <a:pt x="798" y="7301"/>
                                      </a:cubicBezTo>
                                      <a:cubicBezTo>
                                        <a:pt x="858" y="7373"/>
                                        <a:pt x="889" y="7384"/>
                                        <a:pt x="938" y="7438"/>
                                      </a:cubicBezTo>
                                      <a:cubicBezTo>
                                        <a:pt x="987" y="7492"/>
                                        <a:pt x="1034" y="7580"/>
                                        <a:pt x="1092" y="7625"/>
                                      </a:cubicBezTo>
                                      <a:cubicBezTo>
                                        <a:pt x="1150" y="7670"/>
                                        <a:pt x="1228" y="7697"/>
                                        <a:pt x="1284" y="7709"/>
                                      </a:cubicBezTo>
                                      <a:cubicBezTo>
                                        <a:pt x="1340" y="7721"/>
                                        <a:pt x="1390" y="7693"/>
                                        <a:pt x="1428" y="7697"/>
                                      </a:cubicBezTo>
                                      <a:cubicBezTo>
                                        <a:pt x="1466" y="7701"/>
                                        <a:pt x="1468" y="7731"/>
                                        <a:pt x="1512" y="7733"/>
                                      </a:cubicBezTo>
                                      <a:cubicBezTo>
                                        <a:pt x="1556" y="7735"/>
                                        <a:pt x="1651" y="7730"/>
                                        <a:pt x="1692" y="7709"/>
                                      </a:cubicBezTo>
                                      <a:cubicBezTo>
                                        <a:pt x="1733" y="7688"/>
                                        <a:pt x="1766" y="7639"/>
                                        <a:pt x="1758" y="7607"/>
                                      </a:cubicBezTo>
                                      <a:cubicBezTo>
                                        <a:pt x="1750" y="7575"/>
                                        <a:pt x="1681" y="7540"/>
                                        <a:pt x="1644" y="7517"/>
                                      </a:cubicBezTo>
                                      <a:cubicBezTo>
                                        <a:pt x="1607" y="7494"/>
                                        <a:pt x="1570" y="7488"/>
                                        <a:pt x="1534" y="7469"/>
                                      </a:cubicBezTo>
                                      <a:cubicBezTo>
                                        <a:pt x="1498" y="7450"/>
                                        <a:pt x="1464" y="7448"/>
                                        <a:pt x="1428" y="7402"/>
                                      </a:cubicBezTo>
                                      <a:cubicBezTo>
                                        <a:pt x="1392" y="7356"/>
                                        <a:pt x="1354" y="7289"/>
                                        <a:pt x="1320" y="7193"/>
                                      </a:cubicBezTo>
                                      <a:cubicBezTo>
                                        <a:pt x="1286" y="7097"/>
                                        <a:pt x="1250" y="6930"/>
                                        <a:pt x="1224" y="6827"/>
                                      </a:cubicBezTo>
                                      <a:cubicBezTo>
                                        <a:pt x="1198" y="6724"/>
                                        <a:pt x="1160" y="6696"/>
                                        <a:pt x="1164" y="6575"/>
                                      </a:cubicBezTo>
                                      <a:cubicBezTo>
                                        <a:pt x="1168" y="6454"/>
                                        <a:pt x="1196" y="6270"/>
                                        <a:pt x="1248" y="6101"/>
                                      </a:cubicBezTo>
                                      <a:cubicBezTo>
                                        <a:pt x="1300" y="5932"/>
                                        <a:pt x="1384" y="5753"/>
                                        <a:pt x="1476" y="5561"/>
                                      </a:cubicBezTo>
                                      <a:cubicBezTo>
                                        <a:pt x="1568" y="5369"/>
                                        <a:pt x="1694" y="5181"/>
                                        <a:pt x="1800" y="4949"/>
                                      </a:cubicBezTo>
                                      <a:cubicBezTo>
                                        <a:pt x="1906" y="4717"/>
                                        <a:pt x="2036" y="4351"/>
                                        <a:pt x="2112" y="4169"/>
                                      </a:cubicBezTo>
                                      <a:cubicBezTo>
                                        <a:pt x="2188" y="3987"/>
                                        <a:pt x="2190" y="3979"/>
                                        <a:pt x="2256" y="3857"/>
                                      </a:cubicBezTo>
                                      <a:cubicBezTo>
                                        <a:pt x="2322" y="3735"/>
                                        <a:pt x="2451" y="3555"/>
                                        <a:pt x="2508" y="3437"/>
                                      </a:cubicBezTo>
                                      <a:cubicBezTo>
                                        <a:pt x="2565" y="3319"/>
                                        <a:pt x="2595" y="3237"/>
                                        <a:pt x="2598" y="3149"/>
                                      </a:cubicBezTo>
                                      <a:cubicBezTo>
                                        <a:pt x="2601" y="3061"/>
                                        <a:pt x="2563" y="3031"/>
                                        <a:pt x="2526" y="2909"/>
                                      </a:cubicBezTo>
                                      <a:cubicBezTo>
                                        <a:pt x="2489" y="2787"/>
                                        <a:pt x="2432" y="2583"/>
                                        <a:pt x="2376" y="2417"/>
                                      </a:cubicBezTo>
                                      <a:cubicBezTo>
                                        <a:pt x="2320" y="2251"/>
                                        <a:pt x="2269" y="2091"/>
                                        <a:pt x="2191" y="1913"/>
                                      </a:cubicBezTo>
                                      <a:cubicBezTo>
                                        <a:pt x="2113" y="1735"/>
                                        <a:pt x="2007" y="1527"/>
                                        <a:pt x="1908" y="1349"/>
                                      </a:cubicBezTo>
                                      <a:cubicBezTo>
                                        <a:pt x="1809" y="1171"/>
                                        <a:pt x="1665" y="954"/>
                                        <a:pt x="1596" y="845"/>
                                      </a:cubicBezTo>
                                      <a:cubicBezTo>
                                        <a:pt x="1527" y="736"/>
                                        <a:pt x="1517" y="746"/>
                                        <a:pt x="1493" y="694"/>
                                      </a:cubicBezTo>
                                      <a:cubicBezTo>
                                        <a:pt x="1469" y="642"/>
                                        <a:pt x="1468" y="594"/>
                                        <a:pt x="1452" y="533"/>
                                      </a:cubicBezTo>
                                      <a:cubicBezTo>
                                        <a:pt x="1436" y="472"/>
                                        <a:pt x="1413" y="416"/>
                                        <a:pt x="1399" y="327"/>
                                      </a:cubicBezTo>
                                      <a:cubicBezTo>
                                        <a:pt x="1385" y="238"/>
                                        <a:pt x="1373" y="68"/>
                                        <a:pt x="1366"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Freeform 300"/>
                              <wps:cNvSpPr>
                                <a:spLocks/>
                              </wps:cNvSpPr>
                              <wps:spPr bwMode="auto">
                                <a:xfrm>
                                  <a:off x="7796" y="3864"/>
                                  <a:ext cx="40" cy="600"/>
                                </a:xfrm>
                                <a:custGeom>
                                  <a:avLst/>
                                  <a:gdLst>
                                    <a:gd name="T0" fmla="*/ 40 w 40"/>
                                    <a:gd name="T1" fmla="*/ 0 h 600"/>
                                    <a:gd name="T2" fmla="*/ 4 w 40"/>
                                    <a:gd name="T3" fmla="*/ 252 h 600"/>
                                    <a:gd name="T4" fmla="*/ 16 w 40"/>
                                    <a:gd name="T5" fmla="*/ 600 h 600"/>
                                  </a:gdLst>
                                  <a:ahLst/>
                                  <a:cxnLst>
                                    <a:cxn ang="0">
                                      <a:pos x="T0" y="T1"/>
                                    </a:cxn>
                                    <a:cxn ang="0">
                                      <a:pos x="T2" y="T3"/>
                                    </a:cxn>
                                    <a:cxn ang="0">
                                      <a:pos x="T4" y="T5"/>
                                    </a:cxn>
                                  </a:cxnLst>
                                  <a:rect l="0" t="0" r="r" b="b"/>
                                  <a:pathLst>
                                    <a:path w="40" h="600">
                                      <a:moveTo>
                                        <a:pt x="40" y="0"/>
                                      </a:moveTo>
                                      <a:cubicBezTo>
                                        <a:pt x="24" y="76"/>
                                        <a:pt x="8" y="152"/>
                                        <a:pt x="4" y="252"/>
                                      </a:cubicBezTo>
                                      <a:cubicBezTo>
                                        <a:pt x="0" y="352"/>
                                        <a:pt x="8" y="476"/>
                                        <a:pt x="16" y="600"/>
                                      </a:cubicBezTo>
                                    </a:path>
                                  </a:pathLst>
                                </a:custGeom>
                                <a:noFill/>
                                <a:ln w="38100" cmpd="sng">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7EA5AD" id="Group 282" o:spid="_x0000_s1026" style="position:absolute;margin-left:262.3pt;margin-top:3.05pt;width:142.05pt;height:386.75pt;z-index:251650560" coordorigin="6972,3331" coordsize="2841,7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">
                      <v:shape id="Freeform 283" o:spid="_x0000_s1027" style="position:absolute;left:7900;top:9582;width:134;height:256;visibility:visible;mso-wrap-style:square;v-text-anchor:top" coordsize="13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" path="m128,6v6,6,-60,40,-72,78c44,122,62,212,56,234,50,256,29,231,20,216,11,201,2,172,2,144,2,116,,71,20,48,40,25,122,,128,6xe" fillcolor="#ddd" stroked="f">
                        <v:path arrowok="t" o:connecttype="custom" o:connectlocs="128,6;56,84;56,234;20,216;2,144;20,48;128,6" o:connectangles="0,0,0,0,0,0,0"/>
                      </v:shape>
                      <v:shape id="Freeform 284" o:spid="_x0000_s1028" style="position:absolute;left:6972;top:4608;width:420;height:416;visibility:visible;mso-wrap-style:square;v-text-anchor:top" coordsize="408,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" path="m,c26,70,52,140,120,204v68,64,178,122,288,180e" filled="f" strokecolor="gray" strokeweight="1pt">
                        <v:path arrowok="t" o:connecttype="custom" o:connectlocs="0,0;124,221;420,416" o:connectangles="0,0,0"/>
                      </v:shape>
                      <v:shape id="Freeform 285" o:spid="_x0000_s1029" style="position:absolute;left:8314;top:6550;width:442;height:646;visibility:visible;mso-wrap-style:square;v-text-anchor:top" coordsize="442,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" path="m14,614c,646,70,558,134,506,198,454,354,352,398,302v44,-50,14,-74,,-96c384,184,348,204,314,170,280,136,204,,194,2v-10,2,56,128,60,180c258,234,256,242,218,314,180,386,28,582,14,614xe" fillcolor="#ddd" stroked="f">
                        <v:path arrowok="t" o:connecttype="custom" o:connectlocs="14,614;134,506;398,302;398,206;314,170;194,2;254,182;218,314;14,614" o:connectangles="0,0,0,0,0,0,0,0,0"/>
                      </v:shape>
                      <v:shape id="Freeform 286" o:spid="_x0000_s1030" style="position:absolute;left:7860;top:7302;width:967;height:2543;visibility:visible;mso-wrap-style:square;v-text-anchor:top" coordsize="967,2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" path="m79,2543c69,2530,27,2508,22,2464,17,2420,,2409,48,2279,96,2149,243,1851,312,1686v69,-165,105,-238,151,-398c509,1128,541,892,588,724,635,556,684,401,744,282,804,163,933,,950,8v17,8,-74,224,-103,322c818,428,802,485,775,594,748,703,717,847,682,983v-35,136,-64,281,-118,427c510,1556,418,1719,360,1861v-58,142,-114,318,-144,401e" filled="f" strokecolor="#333">
                        <v:path arrowok="t" o:connecttype="custom" o:connectlocs="79,2543;22,2464;48,2279;312,1686;463,1288;588,724;744,282;950,8;847,330;775,594;682,983;564,1410;360,1861;216,2262" o:connectangles="0,0,0,0,0,0,0,0,0,0,0,0,0,0"/>
                      </v:shape>
                      <v:shape id="Freeform 287" o:spid="_x0000_s1031" style="position:absolute;left:8136;top:7046;width:965;height:2806;visibility:visible;mso-wrap-style:square;v-text-anchor:top" coordsize="965,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" path="m,2530c34,2422,73,2300,132,2158v59,-142,160,-314,221,-482c414,1508,460,1283,497,1148v37,-135,39,-148,77,-284c612,728,682,474,725,332,768,190,794,,833,12v39,12,118,259,125,394c965,541,944,638,874,824v-70,186,-237,495,-334,698c443,1725,355,1898,290,2040v-65,142,-111,209,-139,336c123,2503,126,2717,120,2806e" filled="f" strokecolor="#333">
                        <v:path arrowok="t" o:connecttype="custom" o:connectlocs="0,2530;132,2158;353,1676;497,1148;574,864;725,332;833,12;958,406;874,824;540,1522;290,2040;151,2376;120,2806" o:connectangles="0,0,0,0,0,0,0,0,0,0,0,0,0"/>
                      </v:shape>
                      <v:shape id="Freeform 288" o:spid="_x0000_s1032" style="position:absolute;left:7807;top:4234;width:1074;height:5656;visibility:visible;mso-wrap-style:square;v-text-anchor:top" coordsize="1074,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" path="m275,290c267,251,194,,233,56v39,56,166,318,276,570c619,878,805,1330,893,1568v88,238,115,308,144,486c1066,2232,1074,2491,1067,2636v-7,145,-24,186,-72,288c947,3026,845,3118,778,3249v-67,131,-127,271,-183,459c539,3896,510,4155,439,4375v-71,220,-201,490,-268,653c104,5191,66,5269,39,5352,12,5435,,5478,10,5529v10,51,71,101,89,127e" filled="f" strokecolor="#333">
                        <v:path arrowok="t" o:connecttype="custom" o:connectlocs="275,290;233,56;509,626;893,1568;1037,2054;1067,2636;995,2924;778,3249;595,3708;439,4375;171,5028;39,5352;10,5529;99,5656" o:connectangles="0,0,0,0,0,0,0,0,0,0,0,0,0,0"/>
                      </v:shape>
                      <v:shape id="Freeform 289" o:spid="_x0000_s1033" style="position:absolute;left:7416;top:3498;width:552;height:1080;visibility:visible;mso-wrap-style:square;v-text-anchor:top" coordsize="552,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" path="m,c52,55,232,235,306,330v74,95,107,161,138,240c475,649,474,719,492,804v18,85,48,219,60,276e" filled="f" strokecolor="#333">
                        <v:path arrowok="t" o:connecttype="custom" o:connectlocs="0,0;306,330;444,570;492,804;552,1080" o:connectangles="0,0,0,0,0"/>
                      </v:shape>
                      <v:shape id="Freeform 290" o:spid="_x0000_s1034" style="position:absolute;left:8218;top:3427;width:484;height:595;visibility:visible;mso-wrap-style:square;v-text-anchor:top" coordsize="484,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" path="m470,581v14,14,-38,-48,-65,-84c378,461,334,412,309,367,284,322,266,266,252,228,238,190,234,157,223,137v-11,-20,-5,-9,-39,-31c150,84,42,10,21,5,,,34,39,60,75v26,36,74,91,117,148c220,280,274,354,321,415v47,61,135,152,149,166xe" fillcolor="#ddd" stroked="f">
                        <v:path arrowok="t" o:connecttype="custom" o:connectlocs="470,581;405,497;309,367;252,228;223,137;184,106;21,5;60,75;177,223;321,415;470,581" o:connectangles="0,0,0,0,0,0,0,0,0,0,0"/>
                      </v:shape>
                      <v:shape id="Freeform 291" o:spid="_x0000_s1035" style="position:absolute;left:7247;top:4157;width:184;height:825;visibility:visible;mso-wrap-style:square;v-text-anchor:top" coordsize="184,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" path="m15,177v12,79,53,202,72,308c106,591,121,797,131,811v10,14,9,-147,16,-240c154,478,167,320,171,252v4,-68,13,-65,3,-87c164,143,136,146,109,120,82,94,30,,15,9,,18,3,98,15,177xe" fillcolor="#ddd" stroked="f">
                        <v:path arrowok="t" o:connecttype="custom" o:connectlocs="15,177;87,485;131,811;147,571;171,252;174,165;109,120;15,9;15,177" o:connectangles="0,0,0,0,0,0,0,0,0"/>
                      </v:shape>
                      <v:shape id="Freeform 292" o:spid="_x0000_s1036" style="position:absolute;left:9592;top:6192;width:154;height:102;visibility:visible;mso-wrap-style:square;v-text-anchor:top" coordsize="1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" path="m146,102v-8,,-36,-44,-60,-60c62,26,,12,2,6,4,,76,,98,6v22,6,30,21,36,36c140,57,154,102,146,102xe" fillcolor="#ddd" stroked="f">
                        <v:path arrowok="t" o:connecttype="custom" o:connectlocs="146,102;86,42;2,6;98,6;134,42;146,102" o:connectangles="0,0,0,0,0,0"/>
                      </v:shape>
                      <v:shape id="Freeform 293" o:spid="_x0000_s1037" style="position:absolute;left:9227;top:6694;width:230;height:909;visibility:visible;mso-wrap-style:square;v-text-anchor:top" coordsize="230,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" path="m175,2v7,2,-18,171,-12,252c169,335,230,386,211,488,192,590,80,823,49,866,18,909,,808,25,746,50,684,178,557,199,494,220,431,164,410,151,368,138,326,119,302,121,242,123,182,168,,175,2xe" fillcolor="#ddd" stroked="f">
                        <v:path arrowok="t" o:connecttype="custom" o:connectlocs="175,2;163,254;211,488;49,866;25,746;199,494;151,368;121,242;175,2" o:connectangles="0,0,0,0,0,0,0,0,0"/>
                      </v:shape>
                      <v:shape id="Freeform 294" o:spid="_x0000_s1038" style="position:absolute;left:7320;top:3550;width:998;height:614;visibility:visible;mso-wrap-style:square;v-text-anchor:top" coordsize="99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" path="m,614c29,524,57,436,144,350,231,264,381,158,523,100,665,42,899,21,998,e" filled="f">
                        <v:stroke dashstyle="1 1" endcap="round"/>
                        <v:path arrowok="t" o:connecttype="custom" o:connectlocs="0,614;144,350;523,100;998,0" o:connectangles="0,0,0,0"/>
                      </v:shape>
                      <v:shape id="Freeform 295" o:spid="_x0000_s1039" style="position:absolute;left:7500;top:3396;width:1673;height:6456;visibility:visible;mso-wrap-style:square;v-text-anchor:top" coordsize="167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" path="m,c50,53,192,187,300,318,408,449,530,580,648,786v118,206,246,504,360,768c1122,1818,1253,2151,1332,2370v79,219,118,339,150,498c1514,3027,1514,3206,1524,3324v10,118,-6,130,18,252c1566,3698,1663,3899,1668,4056v5,157,-15,250,-96,462c1491,4730,1292,5101,1182,5328v-110,227,-213,416,-270,552c855,6016,854,6048,840,6144v-14,96,-10,247,-12,312e" filled="f" strokecolor="#333">
                        <v:path arrowok="t" o:connecttype="custom" o:connectlocs="0,0;300,318;648,786;1008,1554;1332,2370;1482,2868;1524,3324;1542,3576;1668,4056;1572,4518;1182,5328;912,5880;840,6144;828,6456" o:connectangles="0,0,0,0,0,0,0,0,0,0,0,0,0,0"/>
                      </v:shape>
                      <v:shape id="Freeform 296" o:spid="_x0000_s1040" style="position:absolute;left:8650;top:10742;width:232;height:138;visibility:visible;mso-wrap-style:square;v-text-anchor:top" coordsize="23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" path="m232,130v-12,,-45,8,-74,c129,122,83,101,57,79,31,57,12,16,,e" filled="f" strokecolor="gray">
                        <v:path arrowok="t" o:connecttype="custom" o:connectlocs="232,130;158,130;57,79;0,0" o:connectangles="0,0,0,0"/>
                      </v:shape>
                      <v:shape id="Freeform 297" o:spid="_x0000_s1041" style="position:absolute;left:7593;top:10181;width:567;height:562;visibility:visible;mso-wrap-style:square;v-text-anchor:top" coordsize="56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" path="m555,559v12,-3,-38,-81,-60,-132c473,376,455,304,423,253,391,202,357,155,303,121,249,87,148,69,99,49,50,29,18,2,9,1,,,23,27,45,43v22,16,64,29,96,54c173,122,207,158,237,193v30,35,53,72,84,114c352,349,384,406,423,445v39,39,120,117,132,114xe" fillcolor="#ddd" stroked="f">
                        <v:path arrowok="t" o:connecttype="custom" o:connectlocs="555,559;495,427;423,253;303,121;99,49;9,1;45,43;141,97;237,193;321,307;423,445;555,559" o:connectangles="0,0,0,0,0,0,0,0,0,0,0,0"/>
                      </v:shape>
                      <v:shape id="Freeform 298" o:spid="_x0000_s1042" style="position:absolute;left:8819;top:10873;width:99;height:52;visibility:visible;mso-wrap-style:square;v-text-anchor:top" coordsize="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" path="m71,1c84,,89,10,92,18v3,8,7,24,,29c85,52,63,49,49,49,35,49,12,51,6,47,,43,2,29,13,23,24,17,58,2,71,1xe" fillcolor="silver" strokecolor="gray">
                        <v:path arrowok="t" o:connecttype="custom" o:connectlocs="71,1;92,18;92,47;49,49;6,47;13,23;71,1" o:connectangles="0,0,0,0,0,0,0"/>
                      </v:shape>
                      <v:shape id="Freeform 299" o:spid="_x0000_s1043" style="position:absolute;left:7212;top:3331;width:2601;height:7735;visibility:visible;mso-wrap-style:square;v-text-anchor:top" coordsize="2601,7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" path="m,1277v73,188,150,374,228,504c306,1911,372,1935,470,2059v98,124,250,342,346,466c912,2649,978,2697,1044,2801v66,104,121,244,168,348c1259,3253,1333,3336,1325,3425v-8,89,-93,147,-161,259c1096,3796,969,3967,914,4097v-55,130,-62,240,-81,365c814,4587,828,4683,799,4846v-29,163,-98,418,-139,595c619,5618,604,5779,554,5907v-50,128,-130,222,-194,302c296,6289,204,6327,168,6389v-36,62,-48,124,-24,192c168,6649,260,6741,312,6797v52,56,100,85,144,120c500,6952,519,6943,576,7007v57,64,162,222,222,294c858,7373,889,7384,938,7438v49,54,96,142,154,187c1150,7670,1228,7697,1284,7709v56,12,106,-16,144,-12c1466,7701,1468,7731,1512,7733v44,2,139,-3,180,-24c1733,7688,1766,7639,1758,7607v-8,-32,-77,-67,-114,-90c1607,7494,1570,7488,1534,7469v-36,-19,-70,-21,-106,-67c1392,7356,1354,7289,1320,7193v-34,-96,-70,-263,-96,-366c1198,6724,1160,6696,1164,6575v4,-121,32,-305,84,-474c1300,5932,1384,5753,1476,5561v92,-192,218,-380,324,-612c1906,4717,2036,4351,2112,4169v76,-182,78,-190,144,-312c2322,3735,2451,3555,2508,3437v57,-118,87,-200,90,-288c2601,3061,2563,3031,2526,2909v-37,-122,-94,-326,-150,-492c2320,2251,2269,2091,2191,1913v-78,-178,-184,-386,-283,-564c1809,1171,1665,954,1596,845,1527,736,1517,746,1493,694v-24,-52,-25,-100,-41,-161c1436,472,1413,416,1399,327,1385,238,1373,68,1366,e" filled="f" strokecolor="gray" strokeweight="1pt">
                        <v:path arrowok="t" o:connecttype="custom" o:connectlocs="0,1277;228,1781;470,2059;816,2525;1044,2801;1212,3149;1325,3425;1164,3684;914,4097;833,4462;799,4846;660,5441;554,5907;360,6209;168,6389;144,6581;312,6797;456,6917;576,7007;798,7301;938,7438;1092,7625;1284,7709;1428,7697;1512,7733;1692,7709;1758,7607;1644,7517;1534,7469;1428,7402;1320,7193;1224,6827;1164,6575;1248,6101;1476,5561;1800,4949;2112,4169;2256,3857;2508,3437;2598,3149;2526,2909;2376,2417;2191,1913;1908,1349;1596,845;1493,694;1452,533;1399,327;1366,0" o:connectangles="0,0,0,0,0,0,0,0,0,0,0,0,0,0,0,0,0,0,0,0,0,0,0,0,0,0,0,0,0,0,0,0,0,0,0,0,0,0,0,0,0,0,0,0,0,0,0,0,0"/>
                      </v:shape>
                      <v:shape id="Freeform 300" o:spid="_x0000_s1044" style="position:absolute;left:7796;top:3864;width:40;height:600;visibility:visible;mso-wrap-style:square;v-text-anchor:top" coordsize="40,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" path="m40,c24,76,8,152,4,252,,352,8,476,16,600e" filled="f" strokecolor="white" strokeweight="3pt">
                        <v:path arrowok="t" o:connecttype="custom" o:connectlocs="40,0;4,252;16,600" o:connectangles="0,0,0"/>
                      </v:shape>
                    </v:group>
                  </w:pict>
                </mc:Fallback>
              </mc:AlternateContent>
            </w:r>
          </w:p>
        </w:tc>
      </w:tr>
      <w:tr w:rsidR="00894682" w:rsidRPr="001906A2" w:rsidTr="0025571B">
        <w:tc>
          <w:tcPr>
            <w:tcW w:w="1708" w:type="dxa"/>
            <w:shd w:val="clear" w:color="auto" w:fill="E6E6E6"/>
            <w:tcMar>
              <w:top w:w="28" w:type="dxa"/>
              <w:left w:w="57" w:type="dxa"/>
              <w:bottom w:w="28" w:type="dxa"/>
              <w:right w:w="57" w:type="dxa"/>
            </w:tcMar>
          </w:tcPr>
          <w:p w:rsidR="00894682" w:rsidRPr="001906A2" w:rsidRDefault="00951099" w:rsidP="001906A2">
            <w:pPr>
              <w:tabs>
                <w:tab w:val="left" w:pos="2127"/>
              </w:tabs>
              <w:rPr>
                <w:rFonts w:ascii="Arial" w:hAnsi="Arial"/>
                <w:b/>
                <w:bCs/>
                <w:sz w:val="16"/>
                <w:szCs w:val="16"/>
              </w:rPr>
            </w:pPr>
            <w:r w:rsidRPr="001906A2">
              <w:rPr>
                <w:rFonts w:ascii="Arial" w:hAnsi="Arial" w:cs="Arial"/>
                <w:noProof/>
                <w:color w:val="808080"/>
                <w:sz w:val="16"/>
                <w:szCs w:val="16"/>
                <w:lang w:val="en-GB" w:eastAsia="en-GB"/>
              </w:rPr>
              <mc:AlternateContent>
                <mc:Choice Requires="wpg">
                  <w:drawing>
                    <wp:anchor distT="0" distB="0" distL="114300" distR="114300" simplePos="0" relativeHeight="251658752" behindDoc="0" locked="0" layoutInCell="1" allowOverlap="1">
                      <wp:simplePos x="0" y="0"/>
                      <wp:positionH relativeFrom="column">
                        <wp:posOffset>872490</wp:posOffset>
                      </wp:positionH>
                      <wp:positionV relativeFrom="paragraph">
                        <wp:posOffset>17780</wp:posOffset>
                      </wp:positionV>
                      <wp:extent cx="194945" cy="86995"/>
                      <wp:effectExtent l="11430" t="10160" r="12700" b="7620"/>
                      <wp:wrapNone/>
                      <wp:docPr id="16" name="Group 3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6995"/>
                                <a:chOff x="2461" y="11897"/>
                                <a:chExt cx="307" cy="137"/>
                              </a:xfrm>
                            </wpg:grpSpPr>
                            <wps:wsp>
                              <wps:cNvPr id="19" name="Line 327"/>
                              <wps:cNvCnPr>
                                <a:cxnSpLocks noChangeShapeType="1"/>
                              </wps:cNvCnPr>
                              <wps:spPr bwMode="auto">
                                <a:xfrm>
                                  <a:off x="2461" y="11897"/>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3" name="Line 328"/>
                              <wps:cNvCnPr>
                                <a:cxnSpLocks noChangeShapeType="1"/>
                              </wps:cNvCnPr>
                              <wps:spPr bwMode="auto">
                                <a:xfrm>
                                  <a:off x="2461" y="12034"/>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1DC82F3" id="Group 326" o:spid="_x0000_s1026" style="position:absolute;margin-left:68.7pt;margin-top:1.4pt;width:15.35pt;height:6.85pt;z-index:251658752" coordorigin="2461,11897" coordsize="307,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">
                      <v:line id="Line 327" o:spid="_x0000_s1027" style="position:absolute;visibility:visible;mso-wrap-style:square" from="2461,11897" to="2768,11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328" o:spid="_x0000_s1028" style="position:absolute;visibility:visible;mso-wrap-style:square" from="2461,12034" to="2768,12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group>
                  </w:pict>
                </mc:Fallback>
              </mc:AlternateContent>
            </w:r>
            <w:r w:rsidR="00894682" w:rsidRPr="001906A2">
              <w:rPr>
                <w:rFonts w:ascii="Arial" w:hAnsi="Arial" w:cs="Arial"/>
                <w:color w:val="808080"/>
                <w:sz w:val="16"/>
                <w:szCs w:val="16"/>
              </w:rPr>
              <w:t>Legend:</w:t>
            </w:r>
          </w:p>
        </w:tc>
        <w:tc>
          <w:tcPr>
            <w:tcW w:w="7931" w:type="dxa"/>
            <w:gridSpan w:val="4"/>
            <w:shd w:val="clear" w:color="auto" w:fill="E6E6E6"/>
            <w:tcMar>
              <w:top w:w="28" w:type="dxa"/>
              <w:bottom w:w="28" w:type="dxa"/>
            </w:tcMar>
            <w:vAlign w:val="center"/>
          </w:tcPr>
          <w:p w:rsidR="00894682" w:rsidRPr="001906A2" w:rsidRDefault="00951099" w:rsidP="001906A2">
            <w:pPr>
              <w:tabs>
                <w:tab w:val="left" w:pos="2127"/>
              </w:tabs>
              <w:rPr>
                <w:rFonts w:ascii="Arial" w:hAnsi="Arial"/>
                <w:b/>
                <w:bCs/>
                <w:sz w:val="16"/>
                <w:szCs w:val="16"/>
              </w:rPr>
            </w:pPr>
            <w:r w:rsidRPr="001906A2">
              <w:rPr>
                <w:rFonts w:ascii="Arial" w:hAnsi="Arial" w:cs="Arial"/>
                <w:noProof/>
                <w:color w:val="808080"/>
                <w:sz w:val="16"/>
                <w:szCs w:val="16"/>
                <w:lang w:val="en-GB" w:eastAsia="en-GB"/>
              </w:rPr>
              <mc:AlternateContent>
                <mc:Choice Requires="wpg">
                  <w:drawing>
                    <wp:anchor distT="0" distB="0" distL="114300" distR="114300" simplePos="0" relativeHeight="251660800" behindDoc="0" locked="0" layoutInCell="1" allowOverlap="1">
                      <wp:simplePos x="0" y="0"/>
                      <wp:positionH relativeFrom="column">
                        <wp:posOffset>2700020</wp:posOffset>
                      </wp:positionH>
                      <wp:positionV relativeFrom="paragraph">
                        <wp:posOffset>17780</wp:posOffset>
                      </wp:positionV>
                      <wp:extent cx="194945" cy="86995"/>
                      <wp:effectExtent l="13335" t="10160" r="10795" b="7620"/>
                      <wp:wrapNone/>
                      <wp:docPr id="11" name="Group 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6995"/>
                                <a:chOff x="6904" y="11891"/>
                                <a:chExt cx="307" cy="137"/>
                              </a:xfrm>
                            </wpg:grpSpPr>
                            <wps:wsp>
                              <wps:cNvPr id="156" name="Line 334"/>
                              <wps:cNvCnPr>
                                <a:cxnSpLocks noChangeShapeType="1"/>
                              </wps:cNvCnPr>
                              <wps:spPr bwMode="auto">
                                <a:xfrm>
                                  <a:off x="6904" y="11891"/>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335"/>
                              <wps:cNvCnPr>
                                <a:cxnSpLocks noChangeShapeType="1"/>
                              </wps:cNvCnPr>
                              <wps:spPr bwMode="auto">
                                <a:xfrm>
                                  <a:off x="6904" y="12028"/>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5" name="Freeform 336"/>
                              <wps:cNvSpPr>
                                <a:spLocks/>
                              </wps:cNvSpPr>
                              <wps:spPr bwMode="auto">
                                <a:xfrm>
                                  <a:off x="6923" y="11897"/>
                                  <a:ext cx="264" cy="48"/>
                                </a:xfrm>
                                <a:custGeom>
                                  <a:avLst/>
                                  <a:gdLst>
                                    <a:gd name="T0" fmla="*/ 0 w 264"/>
                                    <a:gd name="T1" fmla="*/ 0 h 48"/>
                                    <a:gd name="T2" fmla="*/ 39 w 264"/>
                                    <a:gd name="T3" fmla="*/ 31 h 48"/>
                                    <a:gd name="T4" fmla="*/ 77 w 264"/>
                                    <a:gd name="T5" fmla="*/ 34 h 48"/>
                                    <a:gd name="T6" fmla="*/ 109 w 264"/>
                                    <a:gd name="T7" fmla="*/ 48 h 48"/>
                                    <a:gd name="T8" fmla="*/ 133 w 264"/>
                                    <a:gd name="T9" fmla="*/ 31 h 48"/>
                                    <a:gd name="T10" fmla="*/ 169 w 264"/>
                                    <a:gd name="T11" fmla="*/ 41 h 48"/>
                                    <a:gd name="T12" fmla="*/ 212 w 264"/>
                                    <a:gd name="T13" fmla="*/ 41 h 48"/>
                                    <a:gd name="T14" fmla="*/ 241 w 264"/>
                                    <a:gd name="T15" fmla="*/ 33 h 48"/>
                                    <a:gd name="T16" fmla="*/ 264 w 264"/>
                                    <a:gd name="T17" fmla="*/ 0 h 48"/>
                                    <a:gd name="T18" fmla="*/ 0 w 264"/>
                                    <a:gd name="T19" fmla="*/ 0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4" h="48">
                                      <a:moveTo>
                                        <a:pt x="0" y="0"/>
                                      </a:moveTo>
                                      <a:lnTo>
                                        <a:pt x="39" y="31"/>
                                      </a:lnTo>
                                      <a:lnTo>
                                        <a:pt x="77" y="34"/>
                                      </a:lnTo>
                                      <a:lnTo>
                                        <a:pt x="109" y="48"/>
                                      </a:lnTo>
                                      <a:lnTo>
                                        <a:pt x="133" y="31"/>
                                      </a:lnTo>
                                      <a:lnTo>
                                        <a:pt x="169" y="41"/>
                                      </a:lnTo>
                                      <a:lnTo>
                                        <a:pt x="212" y="41"/>
                                      </a:lnTo>
                                      <a:lnTo>
                                        <a:pt x="241" y="33"/>
                                      </a:lnTo>
                                      <a:lnTo>
                                        <a:pt x="264"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6" name="Freeform 337"/>
                              <wps:cNvSpPr>
                                <a:spLocks/>
                              </wps:cNvSpPr>
                              <wps:spPr bwMode="auto">
                                <a:xfrm>
                                  <a:off x="6926" y="11966"/>
                                  <a:ext cx="261" cy="56"/>
                                </a:xfrm>
                                <a:custGeom>
                                  <a:avLst/>
                                  <a:gdLst>
                                    <a:gd name="T0" fmla="*/ 0 w 261"/>
                                    <a:gd name="T1" fmla="*/ 56 h 56"/>
                                    <a:gd name="T2" fmla="*/ 32 w 261"/>
                                    <a:gd name="T3" fmla="*/ 24 h 56"/>
                                    <a:gd name="T4" fmla="*/ 72 w 261"/>
                                    <a:gd name="T5" fmla="*/ 3 h 56"/>
                                    <a:gd name="T6" fmla="*/ 115 w 261"/>
                                    <a:gd name="T7" fmla="*/ 22 h 56"/>
                                    <a:gd name="T8" fmla="*/ 136 w 261"/>
                                    <a:gd name="T9" fmla="*/ 0 h 56"/>
                                    <a:gd name="T10" fmla="*/ 172 w 261"/>
                                    <a:gd name="T11" fmla="*/ 15 h 56"/>
                                    <a:gd name="T12" fmla="*/ 197 w 261"/>
                                    <a:gd name="T13" fmla="*/ 8 h 56"/>
                                    <a:gd name="T14" fmla="*/ 233 w 261"/>
                                    <a:gd name="T15" fmla="*/ 24 h 56"/>
                                    <a:gd name="T16" fmla="*/ 261 w 261"/>
                                    <a:gd name="T17" fmla="*/ 56 h 56"/>
                                    <a:gd name="T18" fmla="*/ 0 w 261"/>
                                    <a:gd name="T19" fmla="*/ 56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1" h="56">
                                      <a:moveTo>
                                        <a:pt x="0" y="56"/>
                                      </a:moveTo>
                                      <a:lnTo>
                                        <a:pt x="32" y="24"/>
                                      </a:lnTo>
                                      <a:lnTo>
                                        <a:pt x="72" y="3"/>
                                      </a:lnTo>
                                      <a:lnTo>
                                        <a:pt x="115" y="22"/>
                                      </a:lnTo>
                                      <a:lnTo>
                                        <a:pt x="136" y="0"/>
                                      </a:lnTo>
                                      <a:lnTo>
                                        <a:pt x="172" y="15"/>
                                      </a:lnTo>
                                      <a:lnTo>
                                        <a:pt x="197" y="8"/>
                                      </a:lnTo>
                                      <a:lnTo>
                                        <a:pt x="233" y="24"/>
                                      </a:lnTo>
                                      <a:lnTo>
                                        <a:pt x="261" y="56"/>
                                      </a:lnTo>
                                      <a:lnTo>
                                        <a:pt x="0"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3CF573" id="Group 333" o:spid="_x0000_s1026" style="position:absolute;margin-left:212.6pt;margin-top:1.4pt;width:15.35pt;height:6.85pt;z-index:251660800" coordorigin="6904,11891" coordsize="307,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">
                      <v:line id="Line 334" o:spid="_x0000_s1027" style="position:absolute;visibility:visible;mso-wrap-style:square" from="6904,11891" to="7211,1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335" o:spid="_x0000_s1028" style="position:absolute;visibility:visible;mso-wrap-style:square" from="6904,12028" to="7211,12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shape id="Freeform 336" o:spid="_x0000_s1029" style="position:absolute;left:6923;top:11897;width:264;height:48;visibility:visible;mso-wrap-style:square;v-text-anchor:top" coordsize="26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" path="m,l39,31r38,3l109,48,133,31r36,10l212,41r29,-8l264,,,xe" fillcolor="black" stroked="f">
                        <v:path arrowok="t" o:connecttype="custom" o:connectlocs="0,0;39,31;77,34;109,48;133,31;169,41;212,41;241,33;264,0;0,0" o:connectangles="0,0,0,0,0,0,0,0,0,0"/>
                      </v:shape>
                      <v:shape id="Freeform 337" o:spid="_x0000_s1030" style="position:absolute;left:6926;top:11966;width:261;height:56;visibility:visible;mso-wrap-style:square;v-text-anchor:top" coordsize="2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" path="m,56l32,24,72,3r43,19l136,r36,15l197,8r36,16l261,56,,56xe" fillcolor="black" stroked="f">
                        <v:path arrowok="t" o:connecttype="custom" o:connectlocs="0,56;32,24;72,3;115,22;136,0;172,15;197,8;233,24;261,56;0,56" o:connectangles="0,0,0,0,0,0,0,0,0,0"/>
                      </v:shape>
                    </v:group>
                  </w:pict>
                </mc:Fallback>
              </mc:AlternateContent>
            </w:r>
            <w:r w:rsidRPr="001906A2">
              <w:rPr>
                <w:rFonts w:ascii="Arial" w:hAnsi="Arial" w:cs="Arial"/>
                <w:noProof/>
                <w:color w:val="808080"/>
                <w:sz w:val="16"/>
                <w:szCs w:val="16"/>
                <w:lang w:val="en-GB" w:eastAsia="en-GB"/>
              </w:rPr>
              <mc:AlternateContent>
                <mc:Choice Requires="wpg">
                  <w:drawing>
                    <wp:anchor distT="0" distB="0" distL="114300" distR="114300" simplePos="0" relativeHeight="251659776" behindDoc="0" locked="0" layoutInCell="1" allowOverlap="1">
                      <wp:simplePos x="0" y="0"/>
                      <wp:positionH relativeFrom="column">
                        <wp:posOffset>2009140</wp:posOffset>
                      </wp:positionH>
                      <wp:positionV relativeFrom="paragraph">
                        <wp:posOffset>16510</wp:posOffset>
                      </wp:positionV>
                      <wp:extent cx="194945" cy="85725"/>
                      <wp:effectExtent l="46355" t="8890" r="44450" b="10160"/>
                      <wp:wrapNone/>
                      <wp:docPr id="7"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5725"/>
                                <a:chOff x="5784" y="11903"/>
                                <a:chExt cx="307" cy="135"/>
                              </a:xfrm>
                            </wpg:grpSpPr>
                            <wps:wsp>
                              <wps:cNvPr id="200" name="Line 330"/>
                              <wps:cNvCnPr>
                                <a:cxnSpLocks noChangeShapeType="1"/>
                              </wps:cNvCnPr>
                              <wps:spPr bwMode="auto">
                                <a:xfrm>
                                  <a:off x="5785" y="11971"/>
                                  <a:ext cx="306" cy="0"/>
                                </a:xfrm>
                                <a:prstGeom prst="line">
                                  <a:avLst/>
                                </a:prstGeom>
                                <a:noFill/>
                                <a:ln w="76200">
                                  <a:solidFill>
                                    <a:srgbClr val="FF0000"/>
                                  </a:solidFill>
                                  <a:round/>
                                  <a:headEnd/>
                                  <a:tailEnd/>
                                </a:ln>
                                <a:extLst>
                                  <a:ext uri="{909E8E84-426E-40DD-AFC4-6F175D3DCCD1}">
                                    <a14:hiddenFill xmlns:a14="http://schemas.microsoft.com/office/drawing/2010/main">
                                      <a:noFill/>
                                    </a14:hiddenFill>
                                  </a:ext>
                                </a:extLst>
                              </wps:spPr>
                              <wps:bodyPr/>
                            </wps:wsp>
                            <wps:wsp>
                              <wps:cNvPr id="201" name="Line 331"/>
                              <wps:cNvCnPr>
                                <a:cxnSpLocks noChangeShapeType="1"/>
                              </wps:cNvCnPr>
                              <wps:spPr bwMode="auto">
                                <a:xfrm>
                                  <a:off x="5784" y="11903"/>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 name="Line 332"/>
                              <wps:cNvCnPr>
                                <a:cxnSpLocks noChangeShapeType="1"/>
                              </wps:cNvCnPr>
                              <wps:spPr bwMode="auto">
                                <a:xfrm>
                                  <a:off x="5784" y="12038"/>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0825208" id="Group 329" o:spid="_x0000_s1026" style="position:absolute;margin-left:158.2pt;margin-top:1.3pt;width:15.35pt;height:6.75pt;z-index:251659776" coordorigin="5784,11903" coordsize="307,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">
                      <v:line id="Line 330" o:spid="_x0000_s1027" style="position:absolute;visibility:visible;mso-wrap-style:square" from="5785,11971" to="6091,11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" strokecolor="red" strokeweight="6pt"/>
                      <v:line id="Line 331" o:spid="_x0000_s1028" style="position:absolute;visibility:visible;mso-wrap-style:square" from="5784,11903" to="6091,11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332" o:spid="_x0000_s1029" style="position:absolute;visibility:visible;mso-wrap-style:square" from="5784,12038" to="6091,12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group>
                  </w:pict>
                </mc:Fallback>
              </mc:AlternateContent>
            </w:r>
            <w:r w:rsidRPr="001906A2">
              <w:rPr>
                <w:rFonts w:ascii="Arial" w:hAnsi="Arial" w:cs="Arial"/>
                <w:noProof/>
                <w:color w:val="808080"/>
                <w:sz w:val="16"/>
                <w:szCs w:val="16"/>
                <w:lang w:val="en-GB" w:eastAsia="en-GB"/>
              </w:rPr>
              <mc:AlternateContent>
                <mc:Choice Requires="wps">
                  <w:drawing>
                    <wp:anchor distT="0" distB="0" distL="114300" distR="114300" simplePos="0" relativeHeight="251657728" behindDoc="0" locked="0" layoutInCell="1" allowOverlap="1">
                      <wp:simplePos x="0" y="0"/>
                      <wp:positionH relativeFrom="column">
                        <wp:posOffset>781685</wp:posOffset>
                      </wp:positionH>
                      <wp:positionV relativeFrom="paragraph">
                        <wp:posOffset>62230</wp:posOffset>
                      </wp:positionV>
                      <wp:extent cx="194310" cy="0"/>
                      <wp:effectExtent l="38100" t="45085" r="43815" b="40640"/>
                      <wp:wrapNone/>
                      <wp:docPr id="6" name="Line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 cy="0"/>
                              </a:xfrm>
                              <a:prstGeom prst="line">
                                <a:avLst/>
                              </a:prstGeom>
                              <a:noFill/>
                              <a:ln w="762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E312B5" id="Line 32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5pt,4.9pt" to="76.8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" strokecolor="navy" strokeweight="6pt"/>
                  </w:pict>
                </mc:Fallback>
              </mc:AlternateContent>
            </w:r>
            <w:r w:rsidRPr="001906A2">
              <w:rPr>
                <w:rFonts w:ascii="Arial" w:hAnsi="Arial" w:cs="Arial"/>
                <w:noProof/>
                <w:color w:val="808080"/>
                <w:sz w:val="16"/>
                <w:szCs w:val="16"/>
                <w:lang w:val="en-GB" w:eastAsia="en-GB"/>
              </w:rPr>
              <mc:AlternateContent>
                <mc:Choice Requires="wpg">
                  <w:drawing>
                    <wp:anchor distT="0" distB="0" distL="114300" distR="114300" simplePos="0" relativeHeight="251661824" behindDoc="0" locked="0" layoutInCell="1" allowOverlap="1">
                      <wp:simplePos x="0" y="0"/>
                      <wp:positionH relativeFrom="column">
                        <wp:posOffset>3930015</wp:posOffset>
                      </wp:positionH>
                      <wp:positionV relativeFrom="paragraph">
                        <wp:posOffset>15875</wp:posOffset>
                      </wp:positionV>
                      <wp:extent cx="194945" cy="89535"/>
                      <wp:effectExtent l="5080" t="8255" r="9525" b="6985"/>
                      <wp:wrapNone/>
                      <wp:docPr id="2" name="Group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9535"/>
                                <a:chOff x="8876" y="11896"/>
                                <a:chExt cx="307" cy="141"/>
                              </a:xfrm>
                            </wpg:grpSpPr>
                            <wps:wsp>
                              <wps:cNvPr id="215" name="Freeform 339"/>
                              <wps:cNvSpPr>
                                <a:spLocks/>
                              </wps:cNvSpPr>
                              <wps:spPr bwMode="auto">
                                <a:xfrm>
                                  <a:off x="8908" y="11897"/>
                                  <a:ext cx="237" cy="140"/>
                                </a:xfrm>
                                <a:custGeom>
                                  <a:avLst/>
                                  <a:gdLst>
                                    <a:gd name="T0" fmla="*/ 0 w 237"/>
                                    <a:gd name="T1" fmla="*/ 0 h 140"/>
                                    <a:gd name="T2" fmla="*/ 22 w 237"/>
                                    <a:gd name="T3" fmla="*/ 67 h 140"/>
                                    <a:gd name="T4" fmla="*/ 0 w 237"/>
                                    <a:gd name="T5" fmla="*/ 140 h 140"/>
                                    <a:gd name="T6" fmla="*/ 237 w 237"/>
                                    <a:gd name="T7" fmla="*/ 138 h 140"/>
                                    <a:gd name="T8" fmla="*/ 217 w 237"/>
                                    <a:gd name="T9" fmla="*/ 67 h 140"/>
                                    <a:gd name="T10" fmla="*/ 236 w 237"/>
                                    <a:gd name="T11" fmla="*/ 0 h 140"/>
                                    <a:gd name="T12" fmla="*/ 0 w 237"/>
                                    <a:gd name="T13" fmla="*/ 0 h 140"/>
                                  </a:gdLst>
                                  <a:ahLst/>
                                  <a:cxnLst>
                                    <a:cxn ang="0">
                                      <a:pos x="T0" y="T1"/>
                                    </a:cxn>
                                    <a:cxn ang="0">
                                      <a:pos x="T2" y="T3"/>
                                    </a:cxn>
                                    <a:cxn ang="0">
                                      <a:pos x="T4" y="T5"/>
                                    </a:cxn>
                                    <a:cxn ang="0">
                                      <a:pos x="T6" y="T7"/>
                                    </a:cxn>
                                    <a:cxn ang="0">
                                      <a:pos x="T8" y="T9"/>
                                    </a:cxn>
                                    <a:cxn ang="0">
                                      <a:pos x="T10" y="T11"/>
                                    </a:cxn>
                                    <a:cxn ang="0">
                                      <a:pos x="T12" y="T13"/>
                                    </a:cxn>
                                  </a:cxnLst>
                                  <a:rect l="0" t="0" r="r" b="b"/>
                                  <a:pathLst>
                                    <a:path w="237" h="140">
                                      <a:moveTo>
                                        <a:pt x="0" y="0"/>
                                      </a:moveTo>
                                      <a:cubicBezTo>
                                        <a:pt x="25" y="65"/>
                                        <a:pt x="22" y="43"/>
                                        <a:pt x="22" y="67"/>
                                      </a:cubicBezTo>
                                      <a:cubicBezTo>
                                        <a:pt x="22" y="90"/>
                                        <a:pt x="25" y="69"/>
                                        <a:pt x="0" y="140"/>
                                      </a:cubicBezTo>
                                      <a:cubicBezTo>
                                        <a:pt x="118" y="139"/>
                                        <a:pt x="237" y="138"/>
                                        <a:pt x="237" y="138"/>
                                      </a:cubicBezTo>
                                      <a:cubicBezTo>
                                        <a:pt x="214" y="65"/>
                                        <a:pt x="217" y="90"/>
                                        <a:pt x="217" y="67"/>
                                      </a:cubicBezTo>
                                      <a:cubicBezTo>
                                        <a:pt x="216" y="45"/>
                                        <a:pt x="214" y="65"/>
                                        <a:pt x="236" y="0"/>
                                      </a:cubicBezTo>
                                      <a:cubicBezTo>
                                        <a:pt x="102" y="2"/>
                                        <a:pt x="0" y="0"/>
                                        <a:pt x="0" y="0"/>
                                      </a:cubicBez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6" name="Line 340"/>
                              <wps:cNvCnPr>
                                <a:cxnSpLocks noChangeShapeType="1"/>
                              </wps:cNvCnPr>
                              <wps:spPr bwMode="auto">
                                <a:xfrm>
                                  <a:off x="8876" y="11896"/>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 name="Line 341"/>
                              <wps:cNvCnPr>
                                <a:cxnSpLocks noChangeShapeType="1"/>
                              </wps:cNvCnPr>
                              <wps:spPr bwMode="auto">
                                <a:xfrm>
                                  <a:off x="8876" y="12033"/>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3C03BCE" id="Group 338" o:spid="_x0000_s1026" style="position:absolute;margin-left:309.45pt;margin-top:1.25pt;width:15.35pt;height:7.05pt;z-index:251661824" coordorigin="8876,11896" coordsize="307,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">
                      <v:shape id="Freeform 339" o:spid="_x0000_s1027" style="position:absolute;left:8908;top:11897;width:237;height:140;visibility:visible;mso-wrap-style:square;v-text-anchor:top" coordsize="237,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" path="m,c25,65,22,43,22,67v,23,3,2,-22,73c118,139,237,138,237,138,214,65,217,90,217,67,216,45,214,65,236,,102,2,,,,xe" fillcolor="#333" stroked="f">
                        <v:path arrowok="t" o:connecttype="custom" o:connectlocs="0,0;22,67;0,140;237,138;217,67;236,0;0,0" o:connectangles="0,0,0,0,0,0,0"/>
                      </v:shape>
                      <v:line id="Line 340" o:spid="_x0000_s1028" style="position:absolute;visibility:visible;mso-wrap-style:square" from="8876,11896" to="9183,11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xIsxAAAANwAAAAPAAAAZHJzL2Rvd25yZXYueG1sRE9La8JA&#10;EL4X+h+WEXqrG1sa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GXvEizEAAAA3AAAAA8A&#10;AAAAAAAAAAAAAAAABwIAAGRycy9kb3ducmV2LnhtbFBLBQYAAAAAAwADALcAAAD4AgAAAAA=&#10;"/>
                      <v:line id="Line 341" o:spid="_x0000_s1029" style="position:absolute;visibility:visible;mso-wrap-style:square" from="8876,12033" to="9183,12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"/>
                    </v:group>
                  </w:pict>
                </mc:Fallback>
              </mc:AlternateContent>
            </w:r>
            <w:r w:rsidR="00894682" w:rsidRPr="001906A2">
              <w:rPr>
                <w:rFonts w:ascii="Arial" w:hAnsi="Arial" w:cs="Arial"/>
                <w:color w:val="808080"/>
                <w:sz w:val="16"/>
                <w:szCs w:val="16"/>
              </w:rPr>
              <w:t>Normal Deep              Normal Superficial              Reflux              Chronic Thrombus              Acute Thrombus</w:t>
            </w:r>
          </w:p>
        </w:tc>
      </w:tr>
      <w:tr w:rsidR="00894682" w:rsidRPr="001906A2" w:rsidTr="0025571B">
        <w:trPr>
          <w:gridAfter w:val="1"/>
          <w:wAfter w:w="13" w:type="dxa"/>
        </w:trPr>
        <w:tc>
          <w:tcPr>
            <w:tcW w:w="1955" w:type="dxa"/>
            <w:gridSpan w:val="2"/>
            <w:shd w:val="clear" w:color="auto" w:fill="auto"/>
            <w:tcMar>
              <w:top w:w="28" w:type="dxa"/>
              <w:left w:w="57" w:type="dxa"/>
              <w:bottom w:w="28" w:type="dxa"/>
              <w:right w:w="57" w:type="dxa"/>
            </w:tcMar>
          </w:tcPr>
          <w:p w:rsidR="00894682" w:rsidRDefault="00894682" w:rsidP="001906A2">
            <w:pPr>
              <w:tabs>
                <w:tab w:val="left" w:pos="2127"/>
              </w:tabs>
              <w:rPr>
                <w:rFonts w:ascii="Arial" w:hAnsi="Arial" w:cs="Arial"/>
                <w:bCs/>
                <w:color w:val="808080"/>
                <w:sz w:val="18"/>
                <w:szCs w:val="18"/>
              </w:rPr>
            </w:pPr>
          </w:p>
          <w:p w:rsidR="00894682" w:rsidRPr="001906A2" w:rsidRDefault="00894682" w:rsidP="001906A2">
            <w:pPr>
              <w:tabs>
                <w:tab w:val="left" w:pos="2127"/>
              </w:tabs>
              <w:rPr>
                <w:rFonts w:ascii="Arial" w:hAnsi="Arial" w:cs="Arial"/>
                <w:color w:val="808080"/>
                <w:sz w:val="18"/>
                <w:szCs w:val="18"/>
              </w:rPr>
            </w:pPr>
            <w:r w:rsidRPr="001906A2">
              <w:rPr>
                <w:rFonts w:ascii="Arial" w:hAnsi="Arial" w:cs="Arial"/>
                <w:bCs/>
                <w:color w:val="808080"/>
                <w:sz w:val="18"/>
                <w:szCs w:val="18"/>
              </w:rPr>
              <w:t>Deep Veins:</w:t>
            </w:r>
          </w:p>
        </w:tc>
        <w:tc>
          <w:tcPr>
            <w:tcW w:w="3839" w:type="dxa"/>
            <w:shd w:val="clear" w:color="auto" w:fill="auto"/>
            <w:tcMar>
              <w:top w:w="28" w:type="dxa"/>
              <w:bottom w:w="28" w:type="dxa"/>
            </w:tcMar>
          </w:tcPr>
          <w:p w:rsidR="00894682" w:rsidRPr="00894682" w:rsidRDefault="00894682" w:rsidP="001906A2">
            <w:pPr>
              <w:tabs>
                <w:tab w:val="left" w:pos="867"/>
              </w:tabs>
              <w:rPr>
                <w:rFonts w:ascii="Arial" w:hAnsi="Arial" w:cs="Arial"/>
                <w:b/>
                <w:sz w:val="18"/>
                <w:szCs w:val="20"/>
              </w:rPr>
            </w:pPr>
            <w:r>
              <w:rPr>
                <w:rFonts w:ascii="Arial" w:hAnsi="Arial" w:cs="Arial"/>
                <w:b/>
                <w:sz w:val="18"/>
                <w:szCs w:val="20"/>
              </w:rPr>
              <w:t>Right</w:t>
            </w:r>
          </w:p>
          <w:p w:rsidR="00894682" w:rsidRDefault="00894682" w:rsidP="00894682">
            <w:pPr>
              <w:tabs>
                <w:tab w:val="left" w:pos="867"/>
              </w:tabs>
              <w:rPr>
                <w:rFonts w:ascii="Arial" w:hAnsi="Arial" w:cs="Arial"/>
                <w:sz w:val="18"/>
                <w:szCs w:val="20"/>
              </w:rPr>
            </w:pPr>
            <w:r>
              <w:rPr>
                <w:rFonts w:ascii="Arial" w:hAnsi="Arial" w:cs="Arial"/>
                <w:sz w:val="18"/>
                <w:szCs w:val="20"/>
              </w:rPr>
              <w:t>Patent</w:t>
            </w:r>
            <w:r w:rsidRPr="001906A2">
              <w:rPr>
                <w:rFonts w:ascii="Arial" w:hAnsi="Arial" w:cs="Arial"/>
                <w:sz w:val="18"/>
                <w:szCs w:val="20"/>
              </w:rPr>
              <w:t xml:space="preserve"> and competent.</w:t>
            </w:r>
          </w:p>
        </w:tc>
        <w:tc>
          <w:tcPr>
            <w:tcW w:w="3832" w:type="dxa"/>
            <w:shd w:val="clear" w:color="auto" w:fill="auto"/>
          </w:tcPr>
          <w:p w:rsidR="00894682" w:rsidRDefault="00894682" w:rsidP="001906A2">
            <w:pPr>
              <w:tabs>
                <w:tab w:val="left" w:pos="867"/>
              </w:tabs>
              <w:rPr>
                <w:rFonts w:ascii="Arial" w:hAnsi="Arial"/>
                <w:b/>
                <w:bCs/>
                <w:sz w:val="18"/>
                <w:szCs w:val="18"/>
              </w:rPr>
            </w:pPr>
            <w:r>
              <w:rPr>
                <w:rFonts w:ascii="Arial" w:hAnsi="Arial"/>
                <w:b/>
                <w:bCs/>
                <w:sz w:val="18"/>
                <w:szCs w:val="18"/>
              </w:rPr>
              <w:t>Left</w:t>
            </w:r>
          </w:p>
          <w:p w:rsidR="00951099" w:rsidRPr="001906A2" w:rsidRDefault="00951099" w:rsidP="00C53E69">
            <w:pPr>
              <w:tabs>
                <w:tab w:val="left" w:pos="867"/>
              </w:tabs>
              <w:rPr>
                <w:rFonts w:ascii="Arial" w:hAnsi="Arial"/>
                <w:b/>
                <w:bCs/>
                <w:sz w:val="18"/>
                <w:szCs w:val="18"/>
              </w:rPr>
            </w:pPr>
            <w:r>
              <w:rPr>
                <w:rFonts w:ascii="Arial" w:hAnsi="Arial" w:cs="Arial"/>
                <w:sz w:val="18"/>
                <w:szCs w:val="20"/>
              </w:rPr>
              <w:t>Patent</w:t>
            </w:r>
            <w:r w:rsidR="00C53E69">
              <w:rPr>
                <w:rFonts w:ascii="Arial" w:hAnsi="Arial" w:cs="Arial"/>
                <w:sz w:val="18"/>
                <w:szCs w:val="20"/>
              </w:rPr>
              <w:t>. Incompetent CFV.</w:t>
            </w:r>
          </w:p>
        </w:tc>
      </w:tr>
      <w:tr w:rsidR="00951099" w:rsidRPr="001906A2" w:rsidTr="0025571B">
        <w:trPr>
          <w:gridAfter w:val="1"/>
          <w:wAfter w:w="13" w:type="dxa"/>
        </w:trPr>
        <w:tc>
          <w:tcPr>
            <w:tcW w:w="1955" w:type="dxa"/>
            <w:gridSpan w:val="2"/>
            <w:shd w:val="clear" w:color="auto" w:fill="auto"/>
            <w:tcMar>
              <w:top w:w="28" w:type="dxa"/>
              <w:left w:w="57" w:type="dxa"/>
              <w:bottom w:w="28" w:type="dxa"/>
              <w:right w:w="57" w:type="dxa"/>
            </w:tcMar>
          </w:tcPr>
          <w:p w:rsidR="00951099" w:rsidRPr="001906A2" w:rsidRDefault="00951099" w:rsidP="00951099">
            <w:pPr>
              <w:tabs>
                <w:tab w:val="left" w:pos="2127"/>
              </w:tabs>
              <w:rPr>
                <w:rFonts w:ascii="Arial" w:hAnsi="Arial" w:cs="Arial"/>
                <w:bCs/>
                <w:color w:val="808080"/>
                <w:sz w:val="18"/>
                <w:szCs w:val="18"/>
              </w:rPr>
            </w:pPr>
            <w:r w:rsidRPr="001906A2">
              <w:rPr>
                <w:rFonts w:ascii="Arial" w:hAnsi="Arial" w:cs="Arial"/>
                <w:color w:val="808080"/>
                <w:sz w:val="18"/>
                <w:szCs w:val="18"/>
              </w:rPr>
              <w:t>Superficial Veins:</w:t>
            </w:r>
          </w:p>
        </w:tc>
        <w:tc>
          <w:tcPr>
            <w:tcW w:w="3839" w:type="dxa"/>
            <w:shd w:val="clear" w:color="auto" w:fill="auto"/>
            <w:tcMar>
              <w:top w:w="28" w:type="dxa"/>
              <w:bottom w:w="28" w:type="dxa"/>
            </w:tcMar>
          </w:tcPr>
          <w:p w:rsidR="00951099" w:rsidRPr="00C53E69" w:rsidRDefault="00C53E69" w:rsidP="00951099">
            <w:pPr>
              <w:tabs>
                <w:tab w:val="left" w:pos="867"/>
              </w:tabs>
              <w:rPr>
                <w:rFonts w:ascii="Arial" w:hAnsi="Arial"/>
                <w:bCs/>
                <w:sz w:val="18"/>
                <w:szCs w:val="18"/>
              </w:rPr>
            </w:pPr>
            <w:r w:rsidRPr="00C53E69">
              <w:rPr>
                <w:rFonts w:ascii="Arial" w:hAnsi="Arial"/>
                <w:bCs/>
                <w:sz w:val="18"/>
                <w:szCs w:val="18"/>
              </w:rPr>
              <w:t>Absent SFJ and LSV throughout the thigh. The LSV is incompetent at the knee where it reforms and in the proximal calf.</w:t>
            </w:r>
          </w:p>
          <w:p w:rsidR="00C53E69" w:rsidRPr="00C53E69" w:rsidRDefault="00C53E69" w:rsidP="00951099">
            <w:pPr>
              <w:tabs>
                <w:tab w:val="left" w:pos="867"/>
              </w:tabs>
              <w:rPr>
                <w:rFonts w:ascii="Arial" w:hAnsi="Arial"/>
                <w:bCs/>
                <w:sz w:val="18"/>
                <w:szCs w:val="18"/>
              </w:rPr>
            </w:pPr>
            <w:r>
              <w:rPr>
                <w:rFonts w:ascii="Arial" w:hAnsi="Arial"/>
                <w:bCs/>
                <w:sz w:val="18"/>
                <w:szCs w:val="18"/>
              </w:rPr>
              <w:t>The SSV extends into the posterior thigh. Absent SPJ.</w:t>
            </w:r>
          </w:p>
        </w:tc>
        <w:tc>
          <w:tcPr>
            <w:tcW w:w="3832" w:type="dxa"/>
            <w:shd w:val="clear" w:color="auto" w:fill="auto"/>
          </w:tcPr>
          <w:p w:rsidR="00C53E69" w:rsidRDefault="00C53E69" w:rsidP="00C53E69">
            <w:pPr>
              <w:tabs>
                <w:tab w:val="left" w:pos="867"/>
              </w:tabs>
              <w:rPr>
                <w:rFonts w:ascii="Arial" w:hAnsi="Arial" w:cs="Arial"/>
                <w:sz w:val="18"/>
                <w:szCs w:val="20"/>
              </w:rPr>
            </w:pPr>
            <w:r>
              <w:rPr>
                <w:rFonts w:ascii="Arial" w:hAnsi="Arial" w:cs="Arial"/>
                <w:sz w:val="18"/>
                <w:szCs w:val="20"/>
              </w:rPr>
              <w:t xml:space="preserve">Absent SFJ. The LSV reforms in the proximal calf where it is incompetent. The LSV also becomes absent at the knee, reforming again in the proximal calf where it has segmental incompetence. </w:t>
            </w:r>
          </w:p>
          <w:p w:rsidR="00951099" w:rsidRPr="001906A2" w:rsidRDefault="00C53E69" w:rsidP="00C53E69">
            <w:pPr>
              <w:tabs>
                <w:tab w:val="left" w:pos="867"/>
              </w:tabs>
              <w:rPr>
                <w:rFonts w:ascii="Arial" w:hAnsi="Arial"/>
                <w:b/>
                <w:bCs/>
                <w:sz w:val="18"/>
                <w:szCs w:val="18"/>
              </w:rPr>
            </w:pPr>
            <w:r w:rsidRPr="00C53E69">
              <w:rPr>
                <w:rFonts w:ascii="Arial" w:hAnsi="Arial"/>
                <w:bCs/>
                <w:sz w:val="18"/>
                <w:szCs w:val="18"/>
              </w:rPr>
              <w:t>The SSV is patent and competent throughout.</w:t>
            </w:r>
            <w:r>
              <w:rPr>
                <w:rFonts w:ascii="Arial" w:hAnsi="Arial"/>
                <w:bCs/>
                <w:sz w:val="18"/>
                <w:szCs w:val="18"/>
              </w:rPr>
              <w:t xml:space="preserve"> The SSV extends into the posterior thigh. Absent SPJ.</w:t>
            </w:r>
          </w:p>
        </w:tc>
      </w:tr>
      <w:tr w:rsidR="00951099" w:rsidRPr="001906A2" w:rsidTr="0025571B">
        <w:trPr>
          <w:gridAfter w:val="1"/>
          <w:wAfter w:w="13" w:type="dxa"/>
        </w:trPr>
        <w:tc>
          <w:tcPr>
            <w:tcW w:w="1955" w:type="dxa"/>
            <w:gridSpan w:val="2"/>
            <w:shd w:val="clear" w:color="auto" w:fill="auto"/>
            <w:tcMar>
              <w:top w:w="28" w:type="dxa"/>
              <w:left w:w="57" w:type="dxa"/>
              <w:bottom w:w="28" w:type="dxa"/>
              <w:right w:w="57" w:type="dxa"/>
            </w:tcMar>
          </w:tcPr>
          <w:p w:rsidR="00951099" w:rsidRPr="001906A2" w:rsidRDefault="00951099" w:rsidP="00951099">
            <w:pPr>
              <w:tabs>
                <w:tab w:val="left" w:pos="2127"/>
              </w:tabs>
              <w:rPr>
                <w:rFonts w:ascii="Arial" w:hAnsi="Arial" w:cs="Arial"/>
                <w:color w:val="808080"/>
                <w:sz w:val="18"/>
                <w:szCs w:val="18"/>
              </w:rPr>
            </w:pPr>
            <w:r w:rsidRPr="001906A2">
              <w:rPr>
                <w:rFonts w:ascii="Arial" w:hAnsi="Arial" w:cs="Arial"/>
                <w:color w:val="808080"/>
                <w:sz w:val="18"/>
                <w:szCs w:val="18"/>
              </w:rPr>
              <w:t>Perforators:</w:t>
            </w:r>
          </w:p>
        </w:tc>
        <w:tc>
          <w:tcPr>
            <w:tcW w:w="3839" w:type="dxa"/>
            <w:shd w:val="clear" w:color="auto" w:fill="auto"/>
            <w:tcMar>
              <w:top w:w="28" w:type="dxa"/>
              <w:bottom w:w="28" w:type="dxa"/>
            </w:tcMar>
          </w:tcPr>
          <w:p w:rsidR="00951099" w:rsidRPr="001906A2" w:rsidRDefault="00C53E69" w:rsidP="00951099">
            <w:pPr>
              <w:tabs>
                <w:tab w:val="left" w:pos="867"/>
              </w:tabs>
              <w:rPr>
                <w:rFonts w:ascii="Arial" w:hAnsi="Arial"/>
                <w:b/>
                <w:bCs/>
                <w:sz w:val="18"/>
                <w:szCs w:val="18"/>
              </w:rPr>
            </w:pPr>
            <w:r>
              <w:rPr>
                <w:rFonts w:ascii="Arial" w:hAnsi="Arial" w:cs="Arial"/>
                <w:sz w:val="18"/>
                <w:szCs w:val="20"/>
              </w:rPr>
              <w:t>There is a competent medial Gastrocnemius to LSV branch perforator that measures 5.3mm in diameter.</w:t>
            </w:r>
          </w:p>
        </w:tc>
        <w:tc>
          <w:tcPr>
            <w:tcW w:w="3832" w:type="dxa"/>
            <w:shd w:val="clear" w:color="auto" w:fill="auto"/>
          </w:tcPr>
          <w:p w:rsidR="00951099" w:rsidRPr="001906A2" w:rsidRDefault="00C53E69" w:rsidP="00951099">
            <w:pPr>
              <w:tabs>
                <w:tab w:val="left" w:pos="867"/>
              </w:tabs>
              <w:rPr>
                <w:rFonts w:ascii="Arial" w:hAnsi="Arial"/>
                <w:b/>
                <w:bCs/>
                <w:sz w:val="18"/>
                <w:szCs w:val="18"/>
              </w:rPr>
            </w:pPr>
            <w:r>
              <w:rPr>
                <w:rFonts w:ascii="Arial" w:hAnsi="Arial" w:cs="Arial"/>
                <w:sz w:val="18"/>
                <w:szCs w:val="20"/>
              </w:rPr>
              <w:t xml:space="preserve">Incompetent PTV-LSV branch perforator in the </w:t>
            </w:r>
            <w:proofErr w:type="spellStart"/>
            <w:r>
              <w:rPr>
                <w:rFonts w:ascii="Arial" w:hAnsi="Arial" w:cs="Arial"/>
                <w:sz w:val="18"/>
                <w:szCs w:val="20"/>
              </w:rPr>
              <w:t>mid calf</w:t>
            </w:r>
            <w:proofErr w:type="spellEnd"/>
            <w:r>
              <w:rPr>
                <w:rFonts w:ascii="Arial" w:hAnsi="Arial" w:cs="Arial"/>
                <w:sz w:val="18"/>
                <w:szCs w:val="20"/>
              </w:rPr>
              <w:t xml:space="preserve"> measuring 3.9mm in diameter.</w:t>
            </w:r>
          </w:p>
        </w:tc>
      </w:tr>
      <w:tr w:rsidR="00951099" w:rsidRPr="001906A2" w:rsidTr="0025571B">
        <w:trPr>
          <w:gridAfter w:val="1"/>
          <w:wAfter w:w="13" w:type="dxa"/>
        </w:trPr>
        <w:tc>
          <w:tcPr>
            <w:tcW w:w="1955" w:type="dxa"/>
            <w:gridSpan w:val="2"/>
            <w:shd w:val="clear" w:color="auto" w:fill="auto"/>
            <w:tcMar>
              <w:top w:w="28" w:type="dxa"/>
              <w:left w:w="57" w:type="dxa"/>
              <w:bottom w:w="28" w:type="dxa"/>
              <w:right w:w="57" w:type="dxa"/>
            </w:tcMar>
          </w:tcPr>
          <w:p w:rsidR="00951099" w:rsidRPr="001906A2" w:rsidRDefault="00951099" w:rsidP="00951099">
            <w:pPr>
              <w:tabs>
                <w:tab w:val="left" w:pos="2127"/>
              </w:tabs>
              <w:rPr>
                <w:rFonts w:ascii="Arial" w:hAnsi="Arial" w:cs="Arial"/>
                <w:color w:val="808080"/>
                <w:sz w:val="18"/>
                <w:szCs w:val="18"/>
              </w:rPr>
            </w:pPr>
          </w:p>
        </w:tc>
        <w:tc>
          <w:tcPr>
            <w:tcW w:w="7671" w:type="dxa"/>
            <w:gridSpan w:val="2"/>
            <w:shd w:val="clear" w:color="auto" w:fill="auto"/>
            <w:tcMar>
              <w:top w:w="28" w:type="dxa"/>
              <w:bottom w:w="28" w:type="dxa"/>
            </w:tcMar>
          </w:tcPr>
          <w:p w:rsidR="00951099" w:rsidRPr="001906A2" w:rsidRDefault="00951099" w:rsidP="00951099">
            <w:pPr>
              <w:tabs>
                <w:tab w:val="left" w:pos="867"/>
              </w:tabs>
              <w:rPr>
                <w:rFonts w:ascii="Arial" w:hAnsi="Arial"/>
                <w:b/>
                <w:bCs/>
                <w:sz w:val="18"/>
                <w:szCs w:val="18"/>
              </w:rPr>
            </w:pPr>
          </w:p>
        </w:tc>
      </w:tr>
      <w:tr w:rsidR="00951099" w:rsidRPr="001906A2" w:rsidTr="0025571B">
        <w:trPr>
          <w:gridAfter w:val="1"/>
          <w:wAfter w:w="13" w:type="dxa"/>
        </w:trPr>
        <w:tc>
          <w:tcPr>
            <w:tcW w:w="1955" w:type="dxa"/>
            <w:gridSpan w:val="2"/>
            <w:shd w:val="clear" w:color="auto" w:fill="E6E6E6"/>
            <w:tcMar>
              <w:top w:w="28" w:type="dxa"/>
              <w:left w:w="57" w:type="dxa"/>
              <w:bottom w:w="28" w:type="dxa"/>
              <w:right w:w="57" w:type="dxa"/>
            </w:tcMar>
          </w:tcPr>
          <w:p w:rsidR="00951099" w:rsidRPr="001906A2" w:rsidRDefault="00951099" w:rsidP="00951099">
            <w:pPr>
              <w:tabs>
                <w:tab w:val="left" w:pos="2127"/>
              </w:tabs>
              <w:rPr>
                <w:rFonts w:ascii="Arial" w:hAnsi="Arial" w:cs="Arial"/>
                <w:color w:val="808080"/>
                <w:sz w:val="18"/>
                <w:szCs w:val="18"/>
              </w:rPr>
            </w:pPr>
            <w:r w:rsidRPr="001906A2">
              <w:rPr>
                <w:rFonts w:ascii="Arial" w:hAnsi="Arial"/>
                <w:color w:val="808080"/>
                <w:sz w:val="18"/>
                <w:szCs w:val="18"/>
              </w:rPr>
              <w:t>Scanned by:</w:t>
            </w:r>
          </w:p>
        </w:tc>
        <w:tc>
          <w:tcPr>
            <w:tcW w:w="7671" w:type="dxa"/>
            <w:gridSpan w:val="2"/>
            <w:shd w:val="clear" w:color="auto" w:fill="E6E6E6"/>
            <w:tcMar>
              <w:top w:w="28" w:type="dxa"/>
              <w:bottom w:w="28" w:type="dxa"/>
            </w:tcMar>
          </w:tcPr>
          <w:p w:rsidR="00951099" w:rsidRPr="001906A2" w:rsidRDefault="00951099" w:rsidP="00951099">
            <w:pPr>
              <w:tabs>
                <w:tab w:val="left" w:pos="867"/>
              </w:tabs>
              <w:rPr>
                <w:rFonts w:ascii="Arial" w:hAnsi="Arial"/>
                <w:b/>
                <w:bCs/>
                <w:sz w:val="18"/>
                <w:szCs w:val="18"/>
              </w:rPr>
            </w:pPr>
            <w:r>
              <w:rPr>
                <w:rFonts w:ascii="Arial" w:hAnsi="Arial" w:cs="Arial"/>
                <w:sz w:val="18"/>
                <w:szCs w:val="18"/>
              </w:rPr>
              <w:t xml:space="preserve">Robert James - Clinical Vascular Scientist </w:t>
            </w:r>
          </w:p>
        </w:tc>
      </w:tr>
    </w:tbl>
    <w:p w:rsidR="00694581" w:rsidRDefault="00694581"/>
    <w:sectPr w:rsidR="00694581" w:rsidSect="00894682">
      <w:headerReference w:type="default" r:id="rId6"/>
      <w:footerReference w:type="default" r:id="rId7"/>
      <w:pgSz w:w="11907" w:h="16840" w:code="9"/>
      <w:pgMar w:top="1134" w:right="1134" w:bottom="1134"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CB5" w:rsidRDefault="00B64CB5">
      <w:r>
        <w:separator/>
      </w:r>
    </w:p>
  </w:endnote>
  <w:endnote w:type="continuationSeparator" w:id="0">
    <w:p w:rsidR="00B64CB5" w:rsidRDefault="00B64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4F4" w:rsidRPr="00314D22" w:rsidRDefault="00D674F4" w:rsidP="00314D22">
    <w:pPr>
      <w:pStyle w:val="Footer"/>
      <w:jc w:val="right"/>
      <w:rPr>
        <w:color w:val="3366FF"/>
        <w:sz w:val="16"/>
        <w:szCs w:val="16"/>
      </w:rPr>
    </w:pPr>
    <w:proofErr w:type="gramStart"/>
    <w:r w:rsidRPr="00C20D96">
      <w:rPr>
        <w:rStyle w:val="PageNumber"/>
        <w:rFonts w:ascii="Arial" w:hAnsi="Arial" w:cs="Arial"/>
        <w:color w:val="3366FF"/>
        <w:sz w:val="16"/>
        <w:szCs w:val="16"/>
      </w:rPr>
      <w:t>Genesis</w:t>
    </w:r>
    <w:r w:rsidRPr="00C20D96">
      <w:rPr>
        <w:rStyle w:val="PageNumber"/>
        <w:rFonts w:ascii="Arial" w:hAnsi="Arial" w:cs="Arial"/>
        <w:b/>
        <w:i/>
        <w:color w:val="999999"/>
        <w:sz w:val="16"/>
        <w:szCs w:val="16"/>
        <w:vertAlign w:val="superscript"/>
      </w:rPr>
      <w:t>2</w:t>
    </w:r>
    <w:r w:rsidRPr="00C20D96">
      <w:rPr>
        <w:rStyle w:val="PageNumber"/>
        <w:rFonts w:ascii="Arial" w:hAnsi="Arial" w:cs="Arial"/>
        <w:b/>
        <w:i/>
        <w:color w:val="333333"/>
        <w:sz w:val="16"/>
        <w:szCs w:val="16"/>
      </w:rPr>
      <w:t xml:space="preserve"> </w:t>
    </w:r>
    <w:r w:rsidRPr="00C20D96">
      <w:rPr>
        <w:rStyle w:val="PageNumber"/>
        <w:rFonts w:ascii="Arial" w:hAnsi="Arial" w:cs="Arial"/>
        <w:color w:val="3366FF"/>
        <w:sz w:val="16"/>
        <w:szCs w:val="16"/>
      </w:rPr>
      <w:t xml:space="preserve"> </w:t>
    </w:r>
    <w:r>
      <w:rPr>
        <w:rStyle w:val="PageNumber"/>
        <w:rFonts w:ascii="Arial" w:hAnsi="Arial" w:cs="Arial"/>
        <w:color w:val="C0C0C0"/>
        <w:sz w:val="16"/>
        <w:szCs w:val="16"/>
      </w:rPr>
      <w:t>vascular</w:t>
    </w:r>
    <w:proofErr w:type="gramEnd"/>
    <w:r>
      <w:rPr>
        <w:rStyle w:val="PageNumber"/>
        <w:rFonts w:ascii="Arial" w:hAnsi="Arial" w:cs="Arial"/>
        <w:color w:val="C0C0C0"/>
        <w:sz w:val="16"/>
        <w:szCs w:val="16"/>
      </w:rPr>
      <w:t xml:space="preserve"> reporting system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CB5" w:rsidRDefault="00B64CB5">
      <w:r>
        <w:separator/>
      </w:r>
    </w:p>
  </w:footnote>
  <w:footnote w:type="continuationSeparator" w:id="0">
    <w:p w:rsidR="00B64CB5" w:rsidRDefault="00B64C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682" w:rsidRDefault="00951099">
    <w:pPr>
      <w:pStyle w:val="Header"/>
    </w:pPr>
    <w:r>
      <w:rPr>
        <w:noProof/>
        <w:lang w:val="en-GB" w:eastAsia="en-GB"/>
      </w:rPr>
      <w:drawing>
        <wp:anchor distT="0" distB="0" distL="114300" distR="114300" simplePos="0" relativeHeight="251657728" behindDoc="0" locked="0" layoutInCell="1" allowOverlap="1">
          <wp:simplePos x="0" y="0"/>
          <wp:positionH relativeFrom="column">
            <wp:posOffset>4758690</wp:posOffset>
          </wp:positionH>
          <wp:positionV relativeFrom="paragraph">
            <wp:posOffset>-59690</wp:posOffset>
          </wp:positionV>
          <wp:extent cx="1452880" cy="570230"/>
          <wp:effectExtent l="0" t="0" r="0" b="0"/>
          <wp:wrapNone/>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5702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o:colormru v:ext="edit" colors="#ddd,#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CB5"/>
    <w:rsid w:val="00050E18"/>
    <w:rsid w:val="0007640A"/>
    <w:rsid w:val="00082FF5"/>
    <w:rsid w:val="000A3239"/>
    <w:rsid w:val="00106CEB"/>
    <w:rsid w:val="00130125"/>
    <w:rsid w:val="00130D4E"/>
    <w:rsid w:val="001906A2"/>
    <w:rsid w:val="001934F0"/>
    <w:rsid w:val="001C78C7"/>
    <w:rsid w:val="002027E7"/>
    <w:rsid w:val="0020510B"/>
    <w:rsid w:val="00216637"/>
    <w:rsid w:val="002213C3"/>
    <w:rsid w:val="002523B4"/>
    <w:rsid w:val="00252DD3"/>
    <w:rsid w:val="0025571B"/>
    <w:rsid w:val="00267D9C"/>
    <w:rsid w:val="002845F4"/>
    <w:rsid w:val="002C2267"/>
    <w:rsid w:val="002D5608"/>
    <w:rsid w:val="002D614F"/>
    <w:rsid w:val="002F29A9"/>
    <w:rsid w:val="00314D22"/>
    <w:rsid w:val="00317A10"/>
    <w:rsid w:val="00324B94"/>
    <w:rsid w:val="00332965"/>
    <w:rsid w:val="00336AD7"/>
    <w:rsid w:val="003437F9"/>
    <w:rsid w:val="003512C1"/>
    <w:rsid w:val="003A31C2"/>
    <w:rsid w:val="003B7DF9"/>
    <w:rsid w:val="003E544F"/>
    <w:rsid w:val="00400424"/>
    <w:rsid w:val="0041713E"/>
    <w:rsid w:val="0043201F"/>
    <w:rsid w:val="004400FD"/>
    <w:rsid w:val="00442229"/>
    <w:rsid w:val="004435E9"/>
    <w:rsid w:val="00443A11"/>
    <w:rsid w:val="00446D9E"/>
    <w:rsid w:val="004479C2"/>
    <w:rsid w:val="004610E0"/>
    <w:rsid w:val="00475D18"/>
    <w:rsid w:val="004932D3"/>
    <w:rsid w:val="004934E7"/>
    <w:rsid w:val="004C6732"/>
    <w:rsid w:val="004F7760"/>
    <w:rsid w:val="005727CF"/>
    <w:rsid w:val="005C796A"/>
    <w:rsid w:val="005E5BC0"/>
    <w:rsid w:val="005F76F8"/>
    <w:rsid w:val="00607FEE"/>
    <w:rsid w:val="00662835"/>
    <w:rsid w:val="00687CAB"/>
    <w:rsid w:val="00694581"/>
    <w:rsid w:val="006A694B"/>
    <w:rsid w:val="0077506E"/>
    <w:rsid w:val="00781E01"/>
    <w:rsid w:val="00784424"/>
    <w:rsid w:val="007A7B01"/>
    <w:rsid w:val="007C096F"/>
    <w:rsid w:val="00826D31"/>
    <w:rsid w:val="00845175"/>
    <w:rsid w:val="00851A06"/>
    <w:rsid w:val="008527CA"/>
    <w:rsid w:val="00865D92"/>
    <w:rsid w:val="00894682"/>
    <w:rsid w:val="008A123B"/>
    <w:rsid w:val="008B22FA"/>
    <w:rsid w:val="008B5D7F"/>
    <w:rsid w:val="008D344E"/>
    <w:rsid w:val="008D3EDB"/>
    <w:rsid w:val="00911F56"/>
    <w:rsid w:val="00937D9E"/>
    <w:rsid w:val="0094691B"/>
    <w:rsid w:val="00951099"/>
    <w:rsid w:val="009A34D2"/>
    <w:rsid w:val="009A5CA0"/>
    <w:rsid w:val="009C6954"/>
    <w:rsid w:val="009D2BAA"/>
    <w:rsid w:val="00A00D03"/>
    <w:rsid w:val="00A15DEA"/>
    <w:rsid w:val="00A50BBC"/>
    <w:rsid w:val="00A5497F"/>
    <w:rsid w:val="00A625F9"/>
    <w:rsid w:val="00A7491A"/>
    <w:rsid w:val="00AA6449"/>
    <w:rsid w:val="00AB6270"/>
    <w:rsid w:val="00AD21C9"/>
    <w:rsid w:val="00AE30A1"/>
    <w:rsid w:val="00AF27D7"/>
    <w:rsid w:val="00B43A4A"/>
    <w:rsid w:val="00B46ED4"/>
    <w:rsid w:val="00B62A9E"/>
    <w:rsid w:val="00B64CB5"/>
    <w:rsid w:val="00B67AFA"/>
    <w:rsid w:val="00B77F20"/>
    <w:rsid w:val="00B83663"/>
    <w:rsid w:val="00BB2752"/>
    <w:rsid w:val="00BE4B42"/>
    <w:rsid w:val="00C02035"/>
    <w:rsid w:val="00C133B0"/>
    <w:rsid w:val="00C32C3B"/>
    <w:rsid w:val="00C44173"/>
    <w:rsid w:val="00C4581A"/>
    <w:rsid w:val="00C46C3E"/>
    <w:rsid w:val="00C47CD3"/>
    <w:rsid w:val="00C53E69"/>
    <w:rsid w:val="00C5764B"/>
    <w:rsid w:val="00C84398"/>
    <w:rsid w:val="00C9350C"/>
    <w:rsid w:val="00CC6657"/>
    <w:rsid w:val="00CD7188"/>
    <w:rsid w:val="00D34D9F"/>
    <w:rsid w:val="00D42CEC"/>
    <w:rsid w:val="00D605F8"/>
    <w:rsid w:val="00D674F4"/>
    <w:rsid w:val="00D8115C"/>
    <w:rsid w:val="00D81821"/>
    <w:rsid w:val="00D8557F"/>
    <w:rsid w:val="00DD13FB"/>
    <w:rsid w:val="00E071B6"/>
    <w:rsid w:val="00E21EED"/>
    <w:rsid w:val="00E70784"/>
    <w:rsid w:val="00E75EB3"/>
    <w:rsid w:val="00E96ADB"/>
    <w:rsid w:val="00F14BB1"/>
    <w:rsid w:val="00F34375"/>
    <w:rsid w:val="00F37989"/>
    <w:rsid w:val="00F672C6"/>
    <w:rsid w:val="00FC3506"/>
    <w:rsid w:val="00FC669E"/>
    <w:rsid w:val="00FD5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ddd,#eaeaea"/>
    </o:shapedefaults>
    <o:shapelayout v:ext="edit">
      <o:idmap v:ext="edit" data="1"/>
    </o:shapelayout>
  </w:shapeDefaults>
  <w:decimalSymbol w:val="."/>
  <w:listSeparator w:val=","/>
  <w14:docId w14:val="12E680B4"/>
  <w15:chartTrackingRefBased/>
  <w15:docId w15:val="{4CEC2F28-A439-4A4A-A4E7-1B7D13E0B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B7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B7DF9"/>
    <w:pPr>
      <w:tabs>
        <w:tab w:val="center" w:pos="4153"/>
        <w:tab w:val="right" w:pos="8306"/>
      </w:tabs>
    </w:pPr>
    <w:rPr>
      <w:lang w:val="en-NZ" w:eastAsia="en-NZ"/>
    </w:rPr>
  </w:style>
  <w:style w:type="paragraph" w:styleId="Footer">
    <w:name w:val="footer"/>
    <w:basedOn w:val="Normal"/>
    <w:rsid w:val="00784424"/>
    <w:pPr>
      <w:tabs>
        <w:tab w:val="center" w:pos="4320"/>
        <w:tab w:val="right" w:pos="8640"/>
      </w:tabs>
    </w:pPr>
  </w:style>
  <w:style w:type="character" w:styleId="PageNumber">
    <w:name w:val="page number"/>
    <w:basedOn w:val="DefaultParagraphFont"/>
    <w:rsid w:val="00784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xpbh-tr.nhs.uk\Users\Home\jamesr2\Desktop\BILATERAL\Bilateral%20Venous%20RJ.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Bilateral Venous RJ</Template>
  <TotalTime>0</TotalTime>
  <Pages>1</Pages>
  <Words>184</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Peterborough City Hospital</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Patient Report</dc:subject>
  <dc:creator>James, Robert</dc:creator>
  <cp:keywords/>
  <cp:lastModifiedBy>James, Robert</cp:lastModifiedBy>
  <cp:revision>2</cp:revision>
  <cp:lastPrinted>1900-01-01T00:00:00Z</cp:lastPrinted>
  <dcterms:created xsi:type="dcterms:W3CDTF">2020-08-07T09:31:00Z</dcterms:created>
  <dcterms:modified xsi:type="dcterms:W3CDTF">2020-08-07T09:31:00Z</dcterms:modified>
  <cp:category>Patient Report</cp:category>
</cp:coreProperties>
</file>